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A916D" w14:textId="77777777" w:rsidR="00582CE9" w:rsidRPr="0089575C" w:rsidRDefault="006E100D" w:rsidP="00A8623D">
      <w:r w:rsidRPr="0089575C">
        <w:rPr>
          <w:noProof/>
          <w:lang w:eastAsia="pl-PL"/>
        </w:rPr>
        <mc:AlternateContent>
          <mc:Choice Requires="wps">
            <w:drawing>
              <wp:anchor distT="0" distB="0" distL="114300" distR="114300" simplePos="0" relativeHeight="251632640" behindDoc="0" locked="0" layoutInCell="1" allowOverlap="1" wp14:anchorId="3EAB9FAE" wp14:editId="59199A05">
                <wp:simplePos x="0" y="0"/>
                <wp:positionH relativeFrom="column">
                  <wp:posOffset>-34925</wp:posOffset>
                </wp:positionH>
                <wp:positionV relativeFrom="paragraph">
                  <wp:posOffset>970403</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84A6160" id="Prostokąt 150" o:spid="_x0000_s1026" style="position:absolute;margin-left:-2.7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" fillcolor="#b2cf65 [3204]" stroked="f" strokeweight="1pt"/>
            </w:pict>
          </mc:Fallback>
        </mc:AlternateContent>
      </w:r>
      <w:r w:rsidR="00A57E04" w:rsidRPr="0089575C">
        <w:rPr>
          <w:noProof/>
          <w:lang w:eastAsia="pl-PL"/>
        </w:rPr>
        <w:drawing>
          <wp:anchor distT="0" distB="0" distL="114300" distR="114300" simplePos="0" relativeHeight="251630592" behindDoc="1" locked="0" layoutInCell="1" allowOverlap="1" wp14:anchorId="46369A6B" wp14:editId="37CEC43A">
            <wp:simplePos x="0" y="0"/>
            <wp:positionH relativeFrom="column">
              <wp:posOffset>-763917</wp:posOffset>
            </wp:positionH>
            <wp:positionV relativeFrom="paragraph">
              <wp:posOffset>7435850</wp:posOffset>
            </wp:positionV>
            <wp:extent cx="7617626" cy="2361461"/>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7626" cy="23614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82CE9" w:rsidRPr="0089575C">
        <w:rPr>
          <w:noProof/>
          <w:lang w:eastAsia="pl-PL"/>
        </w:rPr>
        <mc:AlternateContent>
          <mc:Choice Requires="wpg">
            <w:drawing>
              <wp:anchor distT="0" distB="0" distL="228600" distR="228600" simplePos="0" relativeHeight="251629568" behindDoc="0" locked="0" layoutInCell="1" allowOverlap="1" wp14:anchorId="124AB83E" wp14:editId="578AEDD3">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6342EE" w14:textId="77777777" w:rsidR="00D80408" w:rsidRDefault="00D80408" w:rsidP="006E100D">
                              <w:pPr>
                                <w:pStyle w:val="Tytu"/>
                                <w:rPr>
                                  <w:spacing w:val="0"/>
                                </w:rPr>
                              </w:pPr>
                            </w:p>
                            <w:p w14:paraId="5A0B87E4" w14:textId="77777777" w:rsidR="00D80408" w:rsidRDefault="00D80408" w:rsidP="0061043F">
                              <w:pPr>
                                <w:pStyle w:val="Tytu"/>
                                <w:jc w:val="center"/>
                                <w:rPr>
                                  <w:spacing w:val="0"/>
                                </w:rPr>
                              </w:pPr>
                              <w:r w:rsidRPr="006E100D">
                                <w:rPr>
                                  <w:spacing w:val="0"/>
                                </w:rPr>
                                <w:t xml:space="preserve">WSTĘPNA </w:t>
                              </w:r>
                            </w:p>
                            <w:p w14:paraId="0769112B" w14:textId="611493FD" w:rsidR="00D80408" w:rsidRDefault="00D80408" w:rsidP="0061043F">
                              <w:pPr>
                                <w:pStyle w:val="Tytu"/>
                                <w:jc w:val="center"/>
                                <w:rPr>
                                  <w:spacing w:val="0"/>
                                </w:rPr>
                              </w:pPr>
                              <w:r w:rsidRPr="006E100D">
                                <w:rPr>
                                  <w:spacing w:val="0"/>
                                </w:rPr>
                                <w:t>SPECYFIKACJA WARUNKÓW ZAMÓWIENIA (SWZ)</w:t>
                              </w:r>
                            </w:p>
                            <w:p w14:paraId="64C46234" w14:textId="77777777" w:rsidR="00D80408" w:rsidRDefault="00D80408" w:rsidP="006E100D">
                              <w:pPr>
                                <w:pStyle w:val="Tytu"/>
                                <w:rPr>
                                  <w:spacing w:val="0"/>
                                </w:rPr>
                              </w:pPr>
                            </w:p>
                            <w:p w14:paraId="5CF85EF3" w14:textId="36E99EDA" w:rsidR="00D80408" w:rsidRPr="008440B2" w:rsidRDefault="00D80408" w:rsidP="005F24E3">
                              <w:pPr>
                                <w:pStyle w:val="PODTYTU"/>
                                <w:spacing w:before="400"/>
                                <w:jc w:val="center"/>
                              </w:pPr>
                              <w:r>
                                <w:t xml:space="preserve">POSTĘPOWANIE </w:t>
                              </w:r>
                              <w:r w:rsidRPr="008440B2">
                                <w:t>ZAKUPOWE                                                                    O UDZIELENIE ZAMÓWIENIA NIEPUBLICZNEGO                                           na podstawie Procedury Ogólnej Zakupów GK PGE (PROG 00096/</w:t>
                              </w:r>
                              <w:r w:rsidR="00541AD1">
                                <w:t>H</w:t>
                              </w:r>
                              <w:r w:rsidRPr="008440B2">
                                <w:t xml:space="preserve">)        w trybie negocjacji w formule otwartej </w:t>
                              </w:r>
                            </w:p>
                            <w:p w14:paraId="2BA52649" w14:textId="79BA9210" w:rsidR="009A7377" w:rsidRDefault="009A7377" w:rsidP="005F24E3">
                              <w:pPr>
                                <w:pStyle w:val="tekst"/>
                                <w:spacing w:before="720"/>
                                <w:jc w:val="center"/>
                                <w:rPr>
                                  <w:rFonts w:asciiTheme="majorHAnsi" w:hAnsiTheme="majorHAnsi"/>
                                  <w:b/>
                                  <w:bCs/>
                                  <w:sz w:val="32"/>
                                </w:rPr>
                              </w:pPr>
                              <w:r w:rsidRPr="009A7377">
                                <w:rPr>
                                  <w:rFonts w:asciiTheme="majorHAnsi" w:hAnsiTheme="majorHAnsi"/>
                                  <w:b/>
                                  <w:bCs/>
                                  <w:sz w:val="32"/>
                                </w:rPr>
                                <w:t>Zakup usługi aktualizacji oprogramowania Vertica</w:t>
                              </w:r>
                            </w:p>
                            <w:p w14:paraId="49D8B9AF" w14:textId="710A1A70" w:rsidR="00D80408" w:rsidRDefault="00D80408" w:rsidP="005F24E3">
                              <w:pPr>
                                <w:pStyle w:val="tekst"/>
                                <w:spacing w:before="720"/>
                                <w:jc w:val="center"/>
                              </w:pPr>
                              <w:r w:rsidRPr="008440B2">
                                <w:t>Nume</w:t>
                              </w:r>
                              <w:r>
                                <w:t xml:space="preserve">r Postępowania zakupowego: </w:t>
                              </w:r>
                              <w:r w:rsidRPr="008440B2">
                                <w:t>POST/PGE/SYS/DZ/00</w:t>
                              </w:r>
                              <w:r w:rsidR="009A7377">
                                <w:t>204</w:t>
                              </w:r>
                              <w:r w:rsidRPr="008440B2">
                                <w:t>/2025</w:t>
                              </w:r>
                            </w:p>
                            <w:p w14:paraId="1A584472" w14:textId="77777777" w:rsidR="00D80408" w:rsidRDefault="00D80408" w:rsidP="0061043F"/>
                            <w:p w14:paraId="47468309" w14:textId="77777777" w:rsidR="00D80408" w:rsidRDefault="00D80408" w:rsidP="0061043F"/>
                            <w:p w14:paraId="771DBDE4" w14:textId="77777777" w:rsidR="00D80408" w:rsidRDefault="00D80408" w:rsidP="0061043F"/>
                            <w:p w14:paraId="4B0ADAEC" w14:textId="77777777" w:rsidR="00D80408" w:rsidRDefault="00D80408" w:rsidP="0061043F"/>
                            <w:p w14:paraId="7A7D7CC0" w14:textId="77777777" w:rsidR="00D80408" w:rsidRDefault="00D80408" w:rsidP="0061043F"/>
                            <w:p w14:paraId="3B27DCF8" w14:textId="77777777" w:rsidR="00D80408" w:rsidRDefault="00D80408" w:rsidP="00582CE9"/>
                            <w:p w14:paraId="0354DC75" w14:textId="77777777" w:rsidR="00D80408" w:rsidRDefault="00D80408" w:rsidP="00582CE9"/>
                            <w:p w14:paraId="699A171E" w14:textId="77777777" w:rsidR="00D80408" w:rsidRDefault="00D80408" w:rsidP="00582CE9"/>
                            <w:p w14:paraId="5775D6F4" w14:textId="77777777" w:rsidR="00D80408" w:rsidRDefault="00D80408" w:rsidP="00582CE9"/>
                            <w:p w14:paraId="5EC4458D" w14:textId="77777777" w:rsidR="00D80408" w:rsidRDefault="00D80408" w:rsidP="00582CE9"/>
                            <w:p w14:paraId="2AAD162E" w14:textId="77777777" w:rsidR="00D80408" w:rsidRDefault="00D80408" w:rsidP="00582CE9"/>
                            <w:p w14:paraId="4D38A206" w14:textId="77777777" w:rsidR="00D80408" w:rsidRDefault="00D80408" w:rsidP="00582CE9"/>
                            <w:p w14:paraId="10ACACAE" w14:textId="77777777" w:rsidR="00D80408" w:rsidRDefault="00D80408" w:rsidP="00582CE9"/>
                            <w:p w14:paraId="4B694349" w14:textId="77777777" w:rsidR="00D80408" w:rsidRDefault="00D80408" w:rsidP="00582CE9"/>
                            <w:p w14:paraId="20472A94" w14:textId="77777777" w:rsidR="00D80408" w:rsidRDefault="00D80408" w:rsidP="00582CE9"/>
                            <w:p w14:paraId="6539282F" w14:textId="77777777" w:rsidR="00D80408" w:rsidRDefault="00D80408" w:rsidP="00582CE9"/>
                            <w:p w14:paraId="5CC78AA9" w14:textId="08EA61D6" w:rsidR="00D80408" w:rsidRDefault="00D80408" w:rsidP="005F24E3">
                              <w:pPr>
                                <w:pStyle w:val="tekst"/>
                                <w:spacing w:before="0"/>
                                <w:jc w:val="center"/>
                              </w:pPr>
                              <w:r w:rsidRPr="005F24E3">
                                <w:t>Warszawa,</w:t>
                              </w:r>
                              <w:r>
                                <w:fldChar w:fldCharType="begin"/>
                              </w:r>
                              <w:r>
                                <w:instrText xml:space="preserve"> TIME  \@ " MMMM yyyy" </w:instrText>
                              </w:r>
                              <w:r>
                                <w:fldChar w:fldCharType="separate"/>
                              </w:r>
                              <w:r w:rsidR="007F0328">
                                <w:rPr>
                                  <w:noProof/>
                                </w:rPr>
                                <w:t xml:space="preserve"> lipiec 2025</w:t>
                              </w:r>
                              <w:r>
                                <w:fldChar w:fldCharType="end"/>
                              </w:r>
                              <w:r w:rsidRPr="005F24E3">
                                <w:t xml:space="preserve"> r.</w:t>
                              </w:r>
                            </w:p>
                            <w:p w14:paraId="6E1F4B56" w14:textId="77777777" w:rsidR="00D80408" w:rsidRDefault="00D80408" w:rsidP="005F24E3">
                              <w:pPr>
                                <w:jc w:val="center"/>
                              </w:pPr>
                            </w:p>
                            <w:p w14:paraId="419A0932" w14:textId="77777777" w:rsidR="00D80408" w:rsidRDefault="00D80408" w:rsidP="00582CE9"/>
                            <w:p w14:paraId="4D5F8CD1" w14:textId="77777777" w:rsidR="00D80408" w:rsidRDefault="00D80408" w:rsidP="00582CE9"/>
                            <w:p w14:paraId="65AA1CF8" w14:textId="77777777" w:rsidR="00D80408" w:rsidRDefault="00D80408" w:rsidP="00582CE9"/>
                            <w:p w14:paraId="4A263747" w14:textId="77777777" w:rsidR="00D80408" w:rsidRDefault="00D80408" w:rsidP="00582CE9"/>
                            <w:p w14:paraId="372368D3" w14:textId="77777777" w:rsidR="00D80408" w:rsidRDefault="00D80408" w:rsidP="00582CE9"/>
                            <w:p w14:paraId="64792BCF" w14:textId="77777777" w:rsidR="00D80408" w:rsidRDefault="00D80408" w:rsidP="00582CE9"/>
                            <w:p w14:paraId="17929724" w14:textId="77777777" w:rsidR="00D80408" w:rsidRDefault="00D80408" w:rsidP="00582CE9"/>
                            <w:p w14:paraId="6DBD0BFA" w14:textId="77777777" w:rsidR="00D80408" w:rsidRDefault="00D80408" w:rsidP="00582CE9"/>
                            <w:p w14:paraId="0881761A" w14:textId="77777777" w:rsidR="00D80408" w:rsidRDefault="00D80408" w:rsidP="00582CE9"/>
                            <w:p w14:paraId="699C75B8" w14:textId="77777777" w:rsidR="00D80408" w:rsidRDefault="00D80408" w:rsidP="00582CE9"/>
                            <w:p w14:paraId="325D0F7A" w14:textId="77777777" w:rsidR="00D80408" w:rsidRDefault="00D80408" w:rsidP="00582CE9"/>
                            <w:p w14:paraId="372789EC" w14:textId="77777777" w:rsidR="00D80408" w:rsidRDefault="00D80408" w:rsidP="00582CE9"/>
                            <w:p w14:paraId="02E2EAF8" w14:textId="77777777" w:rsidR="00D80408" w:rsidRDefault="00D80408" w:rsidP="00582CE9"/>
                            <w:p w14:paraId="565CE377" w14:textId="77777777" w:rsidR="00D80408" w:rsidRDefault="00D80408" w:rsidP="00582CE9"/>
                            <w:p w14:paraId="448F2EFD" w14:textId="77777777" w:rsidR="00D80408" w:rsidRDefault="00D80408" w:rsidP="00582CE9">
                              <w:pPr>
                                <w:jc w:val="right"/>
                              </w:pPr>
                            </w:p>
                            <w:p w14:paraId="440A79D3" w14:textId="77777777" w:rsidR="00D80408" w:rsidRDefault="00D80408" w:rsidP="00582CE9"/>
                            <w:p w14:paraId="60F06C4A" w14:textId="77777777" w:rsidR="00D80408" w:rsidRDefault="00D80408" w:rsidP="00582CE9"/>
                            <w:p w14:paraId="02774E85" w14:textId="77777777" w:rsidR="00D80408" w:rsidRDefault="00D80408" w:rsidP="00582CE9"/>
                            <w:p w14:paraId="360BEC8E" w14:textId="77777777" w:rsidR="00D80408" w:rsidRDefault="00D80408" w:rsidP="00582CE9"/>
                            <w:p w14:paraId="027ECBD3" w14:textId="77777777" w:rsidR="00D80408" w:rsidRDefault="00D80408" w:rsidP="00582CE9"/>
                            <w:p w14:paraId="555E05AA" w14:textId="77777777" w:rsidR="00D80408" w:rsidRDefault="00D80408" w:rsidP="00582CE9"/>
                            <w:p w14:paraId="130C2474" w14:textId="77777777" w:rsidR="00D80408" w:rsidRDefault="00D80408" w:rsidP="00582CE9"/>
                            <w:p w14:paraId="53DF2A84" w14:textId="77777777" w:rsidR="00D80408" w:rsidRDefault="00D80408" w:rsidP="00582CE9"/>
                            <w:p w14:paraId="336EE285" w14:textId="77777777" w:rsidR="00D80408" w:rsidRDefault="00D80408" w:rsidP="00582CE9"/>
                            <w:p w14:paraId="3FF4D69E" w14:textId="77777777" w:rsidR="00D80408" w:rsidRDefault="00D80408" w:rsidP="00582CE9"/>
                            <w:p w14:paraId="2EDA3E1F" w14:textId="77777777" w:rsidR="00D80408" w:rsidRDefault="00D80408" w:rsidP="00582CE9"/>
                            <w:p w14:paraId="058DF31F" w14:textId="77777777" w:rsidR="00D80408" w:rsidRDefault="00D80408" w:rsidP="00582CE9"/>
                            <w:p w14:paraId="31B4A728" w14:textId="77777777" w:rsidR="00D80408" w:rsidRDefault="00D80408" w:rsidP="00582CE9"/>
                            <w:p w14:paraId="7A7D7A87" w14:textId="77777777" w:rsidR="00D80408" w:rsidRDefault="00D80408" w:rsidP="00582CE9"/>
                            <w:p w14:paraId="3AD27472" w14:textId="77777777" w:rsidR="00D80408" w:rsidRDefault="00D80408" w:rsidP="00582CE9"/>
                            <w:p w14:paraId="36CA065E" w14:textId="77777777" w:rsidR="00D80408" w:rsidRDefault="00D80408" w:rsidP="00582CE9"/>
                            <w:p w14:paraId="7F630C87" w14:textId="77777777" w:rsidR="00D80408" w:rsidRDefault="00D80408" w:rsidP="00582CE9"/>
                            <w:p w14:paraId="15E482B8" w14:textId="77777777" w:rsidR="00D80408" w:rsidRDefault="00D80408" w:rsidP="00582CE9"/>
                            <w:p w14:paraId="7A778111" w14:textId="77777777" w:rsidR="00D80408" w:rsidRDefault="00D80408" w:rsidP="00582CE9"/>
                            <w:p w14:paraId="559F5A2B" w14:textId="77777777" w:rsidR="00D80408" w:rsidRDefault="00D80408" w:rsidP="00582CE9"/>
                            <w:p w14:paraId="5D52FA29" w14:textId="77777777" w:rsidR="00D80408" w:rsidRDefault="00D80408" w:rsidP="00582CE9"/>
                            <w:p w14:paraId="5353EF3A" w14:textId="77777777" w:rsidR="00D80408" w:rsidRDefault="00D80408" w:rsidP="00582CE9"/>
                            <w:p w14:paraId="560D7955" w14:textId="77777777" w:rsidR="00D80408" w:rsidRDefault="00D80408" w:rsidP="00582CE9"/>
                            <w:p w14:paraId="5DF495FB" w14:textId="77777777" w:rsidR="00D80408" w:rsidRDefault="00D80408" w:rsidP="00582CE9"/>
                            <w:p w14:paraId="0B2AB1CD" w14:textId="77777777" w:rsidR="00D80408" w:rsidRDefault="00D80408" w:rsidP="00582CE9"/>
                            <w:p w14:paraId="7FF3C35C" w14:textId="77777777" w:rsidR="00D80408" w:rsidRDefault="00D80408" w:rsidP="00582CE9"/>
                            <w:p w14:paraId="459AA1F9" w14:textId="77777777" w:rsidR="00D80408" w:rsidRDefault="00D80408" w:rsidP="00582CE9">
                              <w:pPr>
                                <w:jc w:val="right"/>
                              </w:pPr>
                              <w:r>
                                <w:rPr>
                                  <w:noProof/>
                                  <w:lang w:eastAsia="pl-PL"/>
                                </w:rPr>
                                <w:drawing>
                                  <wp:inline distT="0" distB="0" distL="0" distR="0" wp14:anchorId="5E63B671" wp14:editId="325AE59E">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5844A98B" w14:textId="77777777" w:rsidR="00D80408" w:rsidRPr="00532563" w:rsidRDefault="00D80408" w:rsidP="00582CE9">
                              <w:pPr>
                                <w:jc w:val="right"/>
                              </w:pPr>
                            </w:p>
                            <w:p w14:paraId="5D291C66" w14:textId="77777777" w:rsidR="00D80408" w:rsidRDefault="00D80408" w:rsidP="00582CE9"/>
                            <w:p w14:paraId="0D336C45" w14:textId="77777777" w:rsidR="00D80408" w:rsidRPr="002C29FC" w:rsidRDefault="00D80408" w:rsidP="00582CE9">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8CD462C" w14:textId="77777777" w:rsidR="00D80408" w:rsidRPr="00532563" w:rsidRDefault="00D80408" w:rsidP="00582CE9"/>
                            <w:p w14:paraId="4609B4D1" w14:textId="77777777" w:rsidR="00D80408" w:rsidRDefault="00D80408" w:rsidP="00582CE9">
                              <w:r>
                                <w:t>zakończony XX</w:t>
                              </w:r>
                              <w:r w:rsidRPr="00532563">
                                <w:t xml:space="preserve"> </w:t>
                              </w:r>
                              <w:r>
                                <w:t>[miesiąc] 202X</w:t>
                              </w:r>
                              <w:r w:rsidRPr="00532563">
                                <w:t xml:space="preserve"> roku</w:t>
                              </w:r>
                            </w:p>
                            <w:p w14:paraId="7D6A7D8E" w14:textId="77777777" w:rsidR="00D80408" w:rsidRDefault="00D80408" w:rsidP="00582CE9"/>
                            <w:p w14:paraId="795FA34C" w14:textId="77777777" w:rsidR="00D80408" w:rsidRDefault="00D80408" w:rsidP="00582CE9"/>
                            <w:p w14:paraId="65089E68" w14:textId="77777777" w:rsidR="00D80408" w:rsidRDefault="00D80408" w:rsidP="00582CE9"/>
                            <w:p w14:paraId="16B1E91B" w14:textId="77777777" w:rsidR="00D80408" w:rsidRDefault="00D80408" w:rsidP="00582CE9"/>
                            <w:p w14:paraId="424864CF" w14:textId="77777777" w:rsidR="00D80408" w:rsidRDefault="00D80408" w:rsidP="00582CE9"/>
                            <w:p w14:paraId="6E503549" w14:textId="77777777" w:rsidR="00D80408" w:rsidRDefault="00D80408" w:rsidP="00582CE9"/>
                            <w:p w14:paraId="1619146E" w14:textId="77777777" w:rsidR="00D80408" w:rsidRDefault="00D80408" w:rsidP="00582CE9"/>
                            <w:p w14:paraId="5B316A72" w14:textId="77777777" w:rsidR="00D80408" w:rsidRDefault="00D80408" w:rsidP="00582CE9"/>
                            <w:p w14:paraId="11CD70E2" w14:textId="77777777" w:rsidR="00D80408" w:rsidRDefault="00D80408" w:rsidP="00582CE9"/>
                            <w:p w14:paraId="11703CEF" w14:textId="77777777" w:rsidR="00D80408" w:rsidRDefault="00D80408" w:rsidP="00582CE9"/>
                            <w:p w14:paraId="19DE6475" w14:textId="77777777" w:rsidR="00D80408" w:rsidRDefault="00D80408" w:rsidP="00582CE9"/>
                            <w:p w14:paraId="03C0A8DC" w14:textId="77777777" w:rsidR="00D80408" w:rsidRDefault="00D80408" w:rsidP="00582CE9"/>
                            <w:p w14:paraId="111AB6EC" w14:textId="77777777" w:rsidR="00D80408" w:rsidRDefault="00D80408" w:rsidP="00582CE9"/>
                            <w:p w14:paraId="48E83BA6" w14:textId="77777777" w:rsidR="00D80408" w:rsidRDefault="00D80408" w:rsidP="00582CE9"/>
                            <w:p w14:paraId="104526D3" w14:textId="77777777" w:rsidR="00D80408" w:rsidRDefault="00D80408" w:rsidP="00582CE9"/>
                            <w:p w14:paraId="47EF261F" w14:textId="77777777" w:rsidR="00D80408" w:rsidRDefault="00D80408" w:rsidP="00582CE9"/>
                            <w:p w14:paraId="3C965951" w14:textId="77777777" w:rsidR="00D80408" w:rsidRDefault="00D80408" w:rsidP="00582CE9"/>
                            <w:p w14:paraId="6EED3B09" w14:textId="77777777" w:rsidR="00D80408" w:rsidRDefault="00D80408" w:rsidP="00582CE9"/>
                            <w:p w14:paraId="1DFEB478" w14:textId="77777777" w:rsidR="00D80408" w:rsidRDefault="00D80408" w:rsidP="00582CE9"/>
                            <w:p w14:paraId="4F5E1E29" w14:textId="77777777" w:rsidR="00D80408" w:rsidRDefault="00D80408" w:rsidP="00582CE9"/>
                            <w:p w14:paraId="68B7D812" w14:textId="77777777" w:rsidR="00D80408" w:rsidRDefault="00D80408" w:rsidP="00582CE9"/>
                            <w:p w14:paraId="6FE907D2" w14:textId="77777777" w:rsidR="00D80408" w:rsidRDefault="00D80408" w:rsidP="00582CE9"/>
                            <w:p w14:paraId="59DE08F6" w14:textId="77777777" w:rsidR="00D80408" w:rsidRDefault="00D80408" w:rsidP="00582CE9"/>
                            <w:p w14:paraId="360AA101" w14:textId="77777777" w:rsidR="00D80408" w:rsidRDefault="00D80408" w:rsidP="00582CE9"/>
                            <w:p w14:paraId="50CF82D2" w14:textId="77777777" w:rsidR="00D80408" w:rsidRDefault="00D80408" w:rsidP="00582CE9"/>
                            <w:p w14:paraId="43DA9BDD" w14:textId="77777777" w:rsidR="00D80408" w:rsidRDefault="00D80408" w:rsidP="00582CE9"/>
                            <w:p w14:paraId="349A4481" w14:textId="77777777" w:rsidR="00D80408" w:rsidRDefault="00D80408" w:rsidP="00582CE9"/>
                            <w:p w14:paraId="1D42CCD3" w14:textId="77777777" w:rsidR="00D80408" w:rsidRDefault="00D80408" w:rsidP="00582CE9"/>
                            <w:p w14:paraId="26B88AD4" w14:textId="77777777" w:rsidR="00D80408" w:rsidRDefault="00D80408" w:rsidP="00582CE9"/>
                            <w:p w14:paraId="10B2A822" w14:textId="77777777" w:rsidR="00D80408" w:rsidRDefault="00D80408" w:rsidP="00582CE9"/>
                            <w:p w14:paraId="30E8CDE9" w14:textId="77777777" w:rsidR="00D80408" w:rsidRDefault="00D80408" w:rsidP="00582CE9"/>
                            <w:p w14:paraId="6E3027E7" w14:textId="77777777" w:rsidR="00D80408" w:rsidRDefault="00D80408" w:rsidP="00582CE9">
                              <w:pPr>
                                <w:jc w:val="right"/>
                              </w:pPr>
                              <w:r>
                                <w:rPr>
                                  <w:noProof/>
                                  <w:lang w:eastAsia="pl-PL"/>
                                </w:rPr>
                                <w:drawing>
                                  <wp:inline distT="0" distB="0" distL="0" distR="0" wp14:anchorId="6427ACB2" wp14:editId="611921BF">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877B4F7" w14:textId="77777777" w:rsidR="00D80408" w:rsidRPr="00532563" w:rsidRDefault="00D80408" w:rsidP="00582CE9">
                              <w:pPr>
                                <w:jc w:val="right"/>
                              </w:pPr>
                            </w:p>
                            <w:p w14:paraId="33663EE0" w14:textId="77777777" w:rsidR="00D80408" w:rsidRDefault="00D80408" w:rsidP="00582CE9"/>
                            <w:p w14:paraId="7486D45D" w14:textId="77777777" w:rsidR="00D80408" w:rsidRPr="002C29FC" w:rsidRDefault="00D80408" w:rsidP="00582CE9">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738DEE71" w14:textId="77777777" w:rsidR="00D80408" w:rsidRPr="00532563" w:rsidRDefault="00D80408" w:rsidP="00582CE9"/>
                            <w:p w14:paraId="27014C3B" w14:textId="77777777" w:rsidR="00D80408" w:rsidRDefault="00D80408" w:rsidP="00582CE9">
                              <w:r>
                                <w:t>zakończony XX</w:t>
                              </w:r>
                              <w:r w:rsidRPr="00532563">
                                <w:t xml:space="preserve"> </w:t>
                              </w:r>
                              <w:r>
                                <w:t>[miesiąc] 202X</w:t>
                              </w:r>
                              <w:r w:rsidRPr="00532563">
                                <w:t xml:space="preserve"> roku</w:t>
                              </w:r>
                            </w:p>
                            <w:p w14:paraId="77D62B8D" w14:textId="77777777" w:rsidR="00D80408" w:rsidRDefault="00D80408" w:rsidP="00582CE9"/>
                            <w:p w14:paraId="6E51C24C" w14:textId="77777777" w:rsidR="00D80408" w:rsidRDefault="00D80408" w:rsidP="00582CE9"/>
                            <w:p w14:paraId="5197C409" w14:textId="77777777" w:rsidR="00D80408" w:rsidRDefault="00D80408" w:rsidP="00582CE9"/>
                            <w:p w14:paraId="464872CC" w14:textId="77777777" w:rsidR="00D80408" w:rsidRDefault="00D80408" w:rsidP="00582CE9"/>
                            <w:p w14:paraId="6468DAAB" w14:textId="77777777" w:rsidR="00D80408" w:rsidRDefault="00D80408" w:rsidP="00582CE9"/>
                            <w:p w14:paraId="2599B4CE" w14:textId="77777777" w:rsidR="00D80408" w:rsidRDefault="00D80408" w:rsidP="00582CE9"/>
                            <w:p w14:paraId="14B9FEC8" w14:textId="77777777" w:rsidR="00D80408" w:rsidRDefault="00D80408" w:rsidP="00582CE9"/>
                            <w:p w14:paraId="3E6FFE1F" w14:textId="77777777" w:rsidR="00D80408" w:rsidRDefault="00D80408" w:rsidP="00582CE9"/>
                            <w:p w14:paraId="6974BF54" w14:textId="77777777" w:rsidR="00D80408" w:rsidRDefault="00D80408" w:rsidP="00582CE9"/>
                            <w:p w14:paraId="3EDCF213" w14:textId="77777777" w:rsidR="00D80408" w:rsidRDefault="00D80408" w:rsidP="00582CE9"/>
                            <w:p w14:paraId="3D3FA6B5" w14:textId="77777777" w:rsidR="00D80408" w:rsidRDefault="00D80408" w:rsidP="00582CE9"/>
                            <w:p w14:paraId="4DEB457F" w14:textId="77777777" w:rsidR="00D80408" w:rsidRDefault="00D80408" w:rsidP="00582CE9"/>
                            <w:p w14:paraId="55D5E783" w14:textId="77777777" w:rsidR="00D80408" w:rsidRDefault="00D80408" w:rsidP="00582CE9"/>
                            <w:p w14:paraId="0A1F6648" w14:textId="77777777" w:rsidR="00D80408" w:rsidRDefault="00D80408" w:rsidP="00582CE9"/>
                            <w:p w14:paraId="71A39BE4" w14:textId="77777777" w:rsidR="00D80408" w:rsidRDefault="00D80408" w:rsidP="00582CE9"/>
                            <w:p w14:paraId="2CA05B76" w14:textId="77777777" w:rsidR="00D80408" w:rsidRDefault="00D80408" w:rsidP="00582CE9"/>
                            <w:p w14:paraId="1EE18B6C" w14:textId="77777777" w:rsidR="00D80408" w:rsidRDefault="00D80408" w:rsidP="00582CE9"/>
                            <w:p w14:paraId="4DAE61A2" w14:textId="77777777" w:rsidR="00D80408" w:rsidRDefault="00D80408" w:rsidP="00582CE9"/>
                            <w:p w14:paraId="35E474EB" w14:textId="77777777" w:rsidR="00D80408" w:rsidRDefault="00D80408" w:rsidP="00582CE9"/>
                            <w:p w14:paraId="186638E2" w14:textId="77777777" w:rsidR="00D80408" w:rsidRDefault="00D80408" w:rsidP="00582CE9"/>
                            <w:p w14:paraId="24A103F4" w14:textId="77777777" w:rsidR="00D80408" w:rsidRDefault="00D80408" w:rsidP="00582CE9"/>
                            <w:p w14:paraId="502176EA" w14:textId="77777777" w:rsidR="00D80408" w:rsidRDefault="00D80408" w:rsidP="00582CE9"/>
                            <w:p w14:paraId="2EDBCF97" w14:textId="77777777" w:rsidR="00D80408" w:rsidRDefault="00D80408" w:rsidP="00582CE9"/>
                            <w:p w14:paraId="41B7B2DD" w14:textId="77777777" w:rsidR="00D80408" w:rsidRDefault="00D80408" w:rsidP="00582CE9"/>
                            <w:p w14:paraId="3F55AE6A" w14:textId="77777777" w:rsidR="00D80408" w:rsidRDefault="00D80408" w:rsidP="00582CE9"/>
                            <w:p w14:paraId="5510E216" w14:textId="77777777" w:rsidR="00D80408" w:rsidRDefault="00D80408" w:rsidP="00582CE9"/>
                            <w:p w14:paraId="03BE4E12" w14:textId="77777777" w:rsidR="00D80408" w:rsidRDefault="00D80408" w:rsidP="00582CE9"/>
                            <w:p w14:paraId="36C5C77B" w14:textId="77777777" w:rsidR="00D80408" w:rsidRDefault="00D80408" w:rsidP="00582CE9"/>
                            <w:p w14:paraId="5C828356" w14:textId="77777777" w:rsidR="00D80408" w:rsidRDefault="00D80408" w:rsidP="00582CE9"/>
                            <w:p w14:paraId="15F5694A" w14:textId="77777777" w:rsidR="00D80408" w:rsidRDefault="00D80408" w:rsidP="00582CE9"/>
                            <w:p w14:paraId="02D4F6B5" w14:textId="77777777" w:rsidR="00D80408" w:rsidRDefault="00D80408" w:rsidP="00582CE9"/>
                            <w:p w14:paraId="3F09216C" w14:textId="77777777" w:rsidR="00D80408" w:rsidRDefault="00D80408" w:rsidP="00582CE9">
                              <w:pPr>
                                <w:jc w:val="right"/>
                              </w:pPr>
                              <w:r>
                                <w:rPr>
                                  <w:noProof/>
                                  <w:lang w:eastAsia="pl-PL"/>
                                </w:rPr>
                                <w:drawing>
                                  <wp:inline distT="0" distB="0" distL="0" distR="0" wp14:anchorId="1C308A9C" wp14:editId="0D423D92">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5C53F165" w14:textId="77777777" w:rsidR="00D80408" w:rsidRPr="00532563" w:rsidRDefault="00D80408"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24AB83E" id="Grupa 173" o:spid="_x0000_s1026" style="position:absolute;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6B6342EE" w14:textId="77777777" w:rsidR="00D80408" w:rsidRDefault="00D80408" w:rsidP="006E100D">
                        <w:pPr>
                          <w:pStyle w:val="Tytu"/>
                          <w:rPr>
                            <w:spacing w:val="0"/>
                          </w:rPr>
                        </w:pPr>
                      </w:p>
                      <w:p w14:paraId="5A0B87E4" w14:textId="77777777" w:rsidR="00D80408" w:rsidRDefault="00D80408" w:rsidP="0061043F">
                        <w:pPr>
                          <w:pStyle w:val="Tytu"/>
                          <w:jc w:val="center"/>
                          <w:rPr>
                            <w:spacing w:val="0"/>
                          </w:rPr>
                        </w:pPr>
                        <w:r w:rsidRPr="006E100D">
                          <w:rPr>
                            <w:spacing w:val="0"/>
                          </w:rPr>
                          <w:t xml:space="preserve">WSTĘPNA </w:t>
                        </w:r>
                      </w:p>
                      <w:p w14:paraId="0769112B" w14:textId="611493FD" w:rsidR="00D80408" w:rsidRDefault="00D80408" w:rsidP="0061043F">
                        <w:pPr>
                          <w:pStyle w:val="Tytu"/>
                          <w:jc w:val="center"/>
                          <w:rPr>
                            <w:spacing w:val="0"/>
                          </w:rPr>
                        </w:pPr>
                        <w:r w:rsidRPr="006E100D">
                          <w:rPr>
                            <w:spacing w:val="0"/>
                          </w:rPr>
                          <w:t>SPECYFIKACJA WARUNKÓW ZAMÓWIENIA (SWZ)</w:t>
                        </w:r>
                      </w:p>
                      <w:p w14:paraId="64C46234" w14:textId="77777777" w:rsidR="00D80408" w:rsidRDefault="00D80408" w:rsidP="006E100D">
                        <w:pPr>
                          <w:pStyle w:val="Tytu"/>
                          <w:rPr>
                            <w:spacing w:val="0"/>
                          </w:rPr>
                        </w:pPr>
                      </w:p>
                      <w:p w14:paraId="5CF85EF3" w14:textId="36E99EDA" w:rsidR="00D80408" w:rsidRPr="008440B2" w:rsidRDefault="00D80408" w:rsidP="005F24E3">
                        <w:pPr>
                          <w:pStyle w:val="PODTYTU"/>
                          <w:spacing w:before="400"/>
                          <w:jc w:val="center"/>
                        </w:pPr>
                        <w:r>
                          <w:t xml:space="preserve">POSTĘPOWANIE </w:t>
                        </w:r>
                        <w:r w:rsidRPr="008440B2">
                          <w:t>ZAKUPOWE                                                                    O UDZIELENIE ZAMÓWIENIA NIEPUBLICZNEGO                                           na podstawie Procedury Ogólnej Zakupów GK PGE (PROG 00096/</w:t>
                        </w:r>
                        <w:r w:rsidR="00541AD1">
                          <w:t>H</w:t>
                        </w:r>
                        <w:r w:rsidRPr="008440B2">
                          <w:t xml:space="preserve">)        w trybie negocjacji w formule otwartej </w:t>
                        </w:r>
                      </w:p>
                      <w:p w14:paraId="2BA52649" w14:textId="79BA9210" w:rsidR="009A7377" w:rsidRDefault="009A7377" w:rsidP="005F24E3">
                        <w:pPr>
                          <w:pStyle w:val="tekst"/>
                          <w:spacing w:before="720"/>
                          <w:jc w:val="center"/>
                          <w:rPr>
                            <w:rFonts w:asciiTheme="majorHAnsi" w:hAnsiTheme="majorHAnsi"/>
                            <w:b/>
                            <w:bCs/>
                            <w:sz w:val="32"/>
                          </w:rPr>
                        </w:pPr>
                        <w:r w:rsidRPr="009A7377">
                          <w:rPr>
                            <w:rFonts w:asciiTheme="majorHAnsi" w:hAnsiTheme="majorHAnsi"/>
                            <w:b/>
                            <w:bCs/>
                            <w:sz w:val="32"/>
                          </w:rPr>
                          <w:t>Zakup usługi aktualizacji oprogramowania Vertica</w:t>
                        </w:r>
                      </w:p>
                      <w:p w14:paraId="49D8B9AF" w14:textId="710A1A70" w:rsidR="00D80408" w:rsidRDefault="00D80408" w:rsidP="005F24E3">
                        <w:pPr>
                          <w:pStyle w:val="tekst"/>
                          <w:spacing w:before="720"/>
                          <w:jc w:val="center"/>
                        </w:pPr>
                        <w:r w:rsidRPr="008440B2">
                          <w:t>Nume</w:t>
                        </w:r>
                        <w:r>
                          <w:t xml:space="preserve">r Postępowania zakupowego: </w:t>
                        </w:r>
                        <w:r w:rsidRPr="008440B2">
                          <w:t>POST/PGE/SYS/DZ/00</w:t>
                        </w:r>
                        <w:r w:rsidR="009A7377">
                          <w:t>204</w:t>
                        </w:r>
                        <w:r w:rsidRPr="008440B2">
                          <w:t>/2025</w:t>
                        </w:r>
                      </w:p>
                      <w:p w14:paraId="1A584472" w14:textId="77777777" w:rsidR="00D80408" w:rsidRDefault="00D80408" w:rsidP="0061043F"/>
                      <w:p w14:paraId="47468309" w14:textId="77777777" w:rsidR="00D80408" w:rsidRDefault="00D80408" w:rsidP="0061043F"/>
                      <w:p w14:paraId="771DBDE4" w14:textId="77777777" w:rsidR="00D80408" w:rsidRDefault="00D80408" w:rsidP="0061043F"/>
                      <w:p w14:paraId="4B0ADAEC" w14:textId="77777777" w:rsidR="00D80408" w:rsidRDefault="00D80408" w:rsidP="0061043F"/>
                      <w:p w14:paraId="7A7D7CC0" w14:textId="77777777" w:rsidR="00D80408" w:rsidRDefault="00D80408" w:rsidP="0061043F"/>
                      <w:p w14:paraId="3B27DCF8" w14:textId="77777777" w:rsidR="00D80408" w:rsidRDefault="00D80408" w:rsidP="00582CE9"/>
                      <w:p w14:paraId="0354DC75" w14:textId="77777777" w:rsidR="00D80408" w:rsidRDefault="00D80408" w:rsidP="00582CE9"/>
                      <w:p w14:paraId="699A171E" w14:textId="77777777" w:rsidR="00D80408" w:rsidRDefault="00D80408" w:rsidP="00582CE9"/>
                      <w:p w14:paraId="5775D6F4" w14:textId="77777777" w:rsidR="00D80408" w:rsidRDefault="00D80408" w:rsidP="00582CE9"/>
                      <w:p w14:paraId="5EC4458D" w14:textId="77777777" w:rsidR="00D80408" w:rsidRDefault="00D80408" w:rsidP="00582CE9"/>
                      <w:p w14:paraId="2AAD162E" w14:textId="77777777" w:rsidR="00D80408" w:rsidRDefault="00D80408" w:rsidP="00582CE9"/>
                      <w:p w14:paraId="4D38A206" w14:textId="77777777" w:rsidR="00D80408" w:rsidRDefault="00D80408" w:rsidP="00582CE9"/>
                      <w:p w14:paraId="10ACACAE" w14:textId="77777777" w:rsidR="00D80408" w:rsidRDefault="00D80408" w:rsidP="00582CE9"/>
                      <w:p w14:paraId="4B694349" w14:textId="77777777" w:rsidR="00D80408" w:rsidRDefault="00D80408" w:rsidP="00582CE9"/>
                      <w:p w14:paraId="20472A94" w14:textId="77777777" w:rsidR="00D80408" w:rsidRDefault="00D80408" w:rsidP="00582CE9"/>
                      <w:p w14:paraId="6539282F" w14:textId="77777777" w:rsidR="00D80408" w:rsidRDefault="00D80408" w:rsidP="00582CE9"/>
                      <w:p w14:paraId="5CC78AA9" w14:textId="08EA61D6" w:rsidR="00D80408" w:rsidRDefault="00D80408" w:rsidP="005F24E3">
                        <w:pPr>
                          <w:pStyle w:val="tekst"/>
                          <w:spacing w:before="0"/>
                          <w:jc w:val="center"/>
                        </w:pPr>
                        <w:r w:rsidRPr="005F24E3">
                          <w:t>Warszawa,</w:t>
                        </w:r>
                        <w:r>
                          <w:fldChar w:fldCharType="begin"/>
                        </w:r>
                        <w:r>
                          <w:instrText xml:space="preserve"> TIME  \@ " MMMM yyyy" </w:instrText>
                        </w:r>
                        <w:r>
                          <w:fldChar w:fldCharType="separate"/>
                        </w:r>
                        <w:r w:rsidR="007F0328">
                          <w:rPr>
                            <w:noProof/>
                          </w:rPr>
                          <w:t xml:space="preserve"> lipiec 2025</w:t>
                        </w:r>
                        <w:r>
                          <w:fldChar w:fldCharType="end"/>
                        </w:r>
                        <w:r w:rsidRPr="005F24E3">
                          <w:t xml:space="preserve"> r.</w:t>
                        </w:r>
                      </w:p>
                      <w:p w14:paraId="6E1F4B56" w14:textId="77777777" w:rsidR="00D80408" w:rsidRDefault="00D80408" w:rsidP="005F24E3">
                        <w:pPr>
                          <w:jc w:val="center"/>
                        </w:pPr>
                      </w:p>
                      <w:p w14:paraId="419A0932" w14:textId="77777777" w:rsidR="00D80408" w:rsidRDefault="00D80408" w:rsidP="00582CE9"/>
                      <w:p w14:paraId="4D5F8CD1" w14:textId="77777777" w:rsidR="00D80408" w:rsidRDefault="00D80408" w:rsidP="00582CE9"/>
                      <w:p w14:paraId="65AA1CF8" w14:textId="77777777" w:rsidR="00D80408" w:rsidRDefault="00D80408" w:rsidP="00582CE9"/>
                      <w:p w14:paraId="4A263747" w14:textId="77777777" w:rsidR="00D80408" w:rsidRDefault="00D80408" w:rsidP="00582CE9"/>
                      <w:p w14:paraId="372368D3" w14:textId="77777777" w:rsidR="00D80408" w:rsidRDefault="00D80408" w:rsidP="00582CE9"/>
                      <w:p w14:paraId="64792BCF" w14:textId="77777777" w:rsidR="00D80408" w:rsidRDefault="00D80408" w:rsidP="00582CE9"/>
                      <w:p w14:paraId="17929724" w14:textId="77777777" w:rsidR="00D80408" w:rsidRDefault="00D80408" w:rsidP="00582CE9"/>
                      <w:p w14:paraId="6DBD0BFA" w14:textId="77777777" w:rsidR="00D80408" w:rsidRDefault="00D80408" w:rsidP="00582CE9"/>
                      <w:p w14:paraId="0881761A" w14:textId="77777777" w:rsidR="00D80408" w:rsidRDefault="00D80408" w:rsidP="00582CE9"/>
                      <w:p w14:paraId="699C75B8" w14:textId="77777777" w:rsidR="00D80408" w:rsidRDefault="00D80408" w:rsidP="00582CE9"/>
                      <w:p w14:paraId="325D0F7A" w14:textId="77777777" w:rsidR="00D80408" w:rsidRDefault="00D80408" w:rsidP="00582CE9"/>
                      <w:p w14:paraId="372789EC" w14:textId="77777777" w:rsidR="00D80408" w:rsidRDefault="00D80408" w:rsidP="00582CE9"/>
                      <w:p w14:paraId="02E2EAF8" w14:textId="77777777" w:rsidR="00D80408" w:rsidRDefault="00D80408" w:rsidP="00582CE9"/>
                      <w:p w14:paraId="565CE377" w14:textId="77777777" w:rsidR="00D80408" w:rsidRDefault="00D80408" w:rsidP="00582CE9"/>
                      <w:p w14:paraId="448F2EFD" w14:textId="77777777" w:rsidR="00D80408" w:rsidRDefault="00D80408" w:rsidP="00582CE9">
                        <w:pPr>
                          <w:jc w:val="right"/>
                        </w:pPr>
                      </w:p>
                      <w:p w14:paraId="440A79D3" w14:textId="77777777" w:rsidR="00D80408" w:rsidRDefault="00D80408" w:rsidP="00582CE9"/>
                      <w:p w14:paraId="60F06C4A" w14:textId="77777777" w:rsidR="00D80408" w:rsidRDefault="00D80408" w:rsidP="00582CE9"/>
                      <w:p w14:paraId="02774E85" w14:textId="77777777" w:rsidR="00D80408" w:rsidRDefault="00D80408" w:rsidP="00582CE9"/>
                      <w:p w14:paraId="360BEC8E" w14:textId="77777777" w:rsidR="00D80408" w:rsidRDefault="00D80408" w:rsidP="00582CE9"/>
                      <w:p w14:paraId="027ECBD3" w14:textId="77777777" w:rsidR="00D80408" w:rsidRDefault="00D80408" w:rsidP="00582CE9"/>
                      <w:p w14:paraId="555E05AA" w14:textId="77777777" w:rsidR="00D80408" w:rsidRDefault="00D80408" w:rsidP="00582CE9"/>
                      <w:p w14:paraId="130C2474" w14:textId="77777777" w:rsidR="00D80408" w:rsidRDefault="00D80408" w:rsidP="00582CE9"/>
                      <w:p w14:paraId="53DF2A84" w14:textId="77777777" w:rsidR="00D80408" w:rsidRDefault="00D80408" w:rsidP="00582CE9"/>
                      <w:p w14:paraId="336EE285" w14:textId="77777777" w:rsidR="00D80408" w:rsidRDefault="00D80408" w:rsidP="00582CE9"/>
                      <w:p w14:paraId="3FF4D69E" w14:textId="77777777" w:rsidR="00D80408" w:rsidRDefault="00D80408" w:rsidP="00582CE9"/>
                      <w:p w14:paraId="2EDA3E1F" w14:textId="77777777" w:rsidR="00D80408" w:rsidRDefault="00D80408" w:rsidP="00582CE9"/>
                      <w:p w14:paraId="058DF31F" w14:textId="77777777" w:rsidR="00D80408" w:rsidRDefault="00D80408" w:rsidP="00582CE9"/>
                      <w:p w14:paraId="31B4A728" w14:textId="77777777" w:rsidR="00D80408" w:rsidRDefault="00D80408" w:rsidP="00582CE9"/>
                      <w:p w14:paraId="7A7D7A87" w14:textId="77777777" w:rsidR="00D80408" w:rsidRDefault="00D80408" w:rsidP="00582CE9"/>
                      <w:p w14:paraId="3AD27472" w14:textId="77777777" w:rsidR="00D80408" w:rsidRDefault="00D80408" w:rsidP="00582CE9"/>
                      <w:p w14:paraId="36CA065E" w14:textId="77777777" w:rsidR="00D80408" w:rsidRDefault="00D80408" w:rsidP="00582CE9"/>
                      <w:p w14:paraId="7F630C87" w14:textId="77777777" w:rsidR="00D80408" w:rsidRDefault="00D80408" w:rsidP="00582CE9"/>
                      <w:p w14:paraId="15E482B8" w14:textId="77777777" w:rsidR="00D80408" w:rsidRDefault="00D80408" w:rsidP="00582CE9"/>
                      <w:p w14:paraId="7A778111" w14:textId="77777777" w:rsidR="00D80408" w:rsidRDefault="00D80408" w:rsidP="00582CE9"/>
                      <w:p w14:paraId="559F5A2B" w14:textId="77777777" w:rsidR="00D80408" w:rsidRDefault="00D80408" w:rsidP="00582CE9"/>
                      <w:p w14:paraId="5D52FA29" w14:textId="77777777" w:rsidR="00D80408" w:rsidRDefault="00D80408" w:rsidP="00582CE9"/>
                      <w:p w14:paraId="5353EF3A" w14:textId="77777777" w:rsidR="00D80408" w:rsidRDefault="00D80408" w:rsidP="00582CE9"/>
                      <w:p w14:paraId="560D7955" w14:textId="77777777" w:rsidR="00D80408" w:rsidRDefault="00D80408" w:rsidP="00582CE9"/>
                      <w:p w14:paraId="5DF495FB" w14:textId="77777777" w:rsidR="00D80408" w:rsidRDefault="00D80408" w:rsidP="00582CE9"/>
                      <w:p w14:paraId="0B2AB1CD" w14:textId="77777777" w:rsidR="00D80408" w:rsidRDefault="00D80408" w:rsidP="00582CE9"/>
                      <w:p w14:paraId="7FF3C35C" w14:textId="77777777" w:rsidR="00D80408" w:rsidRDefault="00D80408" w:rsidP="00582CE9"/>
                      <w:p w14:paraId="459AA1F9" w14:textId="77777777" w:rsidR="00D80408" w:rsidRDefault="00D80408" w:rsidP="00582CE9">
                        <w:pPr>
                          <w:jc w:val="right"/>
                        </w:pPr>
                        <w:r>
                          <w:rPr>
                            <w:noProof/>
                            <w:lang w:eastAsia="pl-PL"/>
                          </w:rPr>
                          <w:drawing>
                            <wp:inline distT="0" distB="0" distL="0" distR="0" wp14:anchorId="5E63B671" wp14:editId="325AE59E">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5844A98B" w14:textId="77777777" w:rsidR="00D80408" w:rsidRPr="00532563" w:rsidRDefault="00D80408" w:rsidP="00582CE9">
                        <w:pPr>
                          <w:jc w:val="right"/>
                        </w:pPr>
                      </w:p>
                      <w:p w14:paraId="5D291C66" w14:textId="77777777" w:rsidR="00D80408" w:rsidRDefault="00D80408" w:rsidP="00582CE9"/>
                      <w:p w14:paraId="0D336C45" w14:textId="77777777" w:rsidR="00D80408" w:rsidRPr="002C29FC" w:rsidRDefault="00D80408" w:rsidP="00582CE9">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8CD462C" w14:textId="77777777" w:rsidR="00D80408" w:rsidRPr="00532563" w:rsidRDefault="00D80408" w:rsidP="00582CE9"/>
                      <w:p w14:paraId="4609B4D1" w14:textId="77777777" w:rsidR="00D80408" w:rsidRDefault="00D80408" w:rsidP="00582CE9">
                        <w:r>
                          <w:t>zakończony XX</w:t>
                        </w:r>
                        <w:r w:rsidRPr="00532563">
                          <w:t xml:space="preserve"> </w:t>
                        </w:r>
                        <w:r>
                          <w:t>[miesiąc] 202X</w:t>
                        </w:r>
                        <w:r w:rsidRPr="00532563">
                          <w:t xml:space="preserve"> roku</w:t>
                        </w:r>
                      </w:p>
                      <w:p w14:paraId="7D6A7D8E" w14:textId="77777777" w:rsidR="00D80408" w:rsidRDefault="00D80408" w:rsidP="00582CE9"/>
                      <w:p w14:paraId="795FA34C" w14:textId="77777777" w:rsidR="00D80408" w:rsidRDefault="00D80408" w:rsidP="00582CE9"/>
                      <w:p w14:paraId="65089E68" w14:textId="77777777" w:rsidR="00D80408" w:rsidRDefault="00D80408" w:rsidP="00582CE9"/>
                      <w:p w14:paraId="16B1E91B" w14:textId="77777777" w:rsidR="00D80408" w:rsidRDefault="00D80408" w:rsidP="00582CE9"/>
                      <w:p w14:paraId="424864CF" w14:textId="77777777" w:rsidR="00D80408" w:rsidRDefault="00D80408" w:rsidP="00582CE9"/>
                      <w:p w14:paraId="6E503549" w14:textId="77777777" w:rsidR="00D80408" w:rsidRDefault="00D80408" w:rsidP="00582CE9"/>
                      <w:p w14:paraId="1619146E" w14:textId="77777777" w:rsidR="00D80408" w:rsidRDefault="00D80408" w:rsidP="00582CE9"/>
                      <w:p w14:paraId="5B316A72" w14:textId="77777777" w:rsidR="00D80408" w:rsidRDefault="00D80408" w:rsidP="00582CE9"/>
                      <w:p w14:paraId="11CD70E2" w14:textId="77777777" w:rsidR="00D80408" w:rsidRDefault="00D80408" w:rsidP="00582CE9"/>
                      <w:p w14:paraId="11703CEF" w14:textId="77777777" w:rsidR="00D80408" w:rsidRDefault="00D80408" w:rsidP="00582CE9"/>
                      <w:p w14:paraId="19DE6475" w14:textId="77777777" w:rsidR="00D80408" w:rsidRDefault="00D80408" w:rsidP="00582CE9"/>
                      <w:p w14:paraId="03C0A8DC" w14:textId="77777777" w:rsidR="00D80408" w:rsidRDefault="00D80408" w:rsidP="00582CE9"/>
                      <w:p w14:paraId="111AB6EC" w14:textId="77777777" w:rsidR="00D80408" w:rsidRDefault="00D80408" w:rsidP="00582CE9"/>
                      <w:p w14:paraId="48E83BA6" w14:textId="77777777" w:rsidR="00D80408" w:rsidRDefault="00D80408" w:rsidP="00582CE9"/>
                      <w:p w14:paraId="104526D3" w14:textId="77777777" w:rsidR="00D80408" w:rsidRDefault="00D80408" w:rsidP="00582CE9"/>
                      <w:p w14:paraId="47EF261F" w14:textId="77777777" w:rsidR="00D80408" w:rsidRDefault="00D80408" w:rsidP="00582CE9"/>
                      <w:p w14:paraId="3C965951" w14:textId="77777777" w:rsidR="00D80408" w:rsidRDefault="00D80408" w:rsidP="00582CE9"/>
                      <w:p w14:paraId="6EED3B09" w14:textId="77777777" w:rsidR="00D80408" w:rsidRDefault="00D80408" w:rsidP="00582CE9"/>
                      <w:p w14:paraId="1DFEB478" w14:textId="77777777" w:rsidR="00D80408" w:rsidRDefault="00D80408" w:rsidP="00582CE9"/>
                      <w:p w14:paraId="4F5E1E29" w14:textId="77777777" w:rsidR="00D80408" w:rsidRDefault="00D80408" w:rsidP="00582CE9"/>
                      <w:p w14:paraId="68B7D812" w14:textId="77777777" w:rsidR="00D80408" w:rsidRDefault="00D80408" w:rsidP="00582CE9"/>
                      <w:p w14:paraId="6FE907D2" w14:textId="77777777" w:rsidR="00D80408" w:rsidRDefault="00D80408" w:rsidP="00582CE9"/>
                      <w:p w14:paraId="59DE08F6" w14:textId="77777777" w:rsidR="00D80408" w:rsidRDefault="00D80408" w:rsidP="00582CE9"/>
                      <w:p w14:paraId="360AA101" w14:textId="77777777" w:rsidR="00D80408" w:rsidRDefault="00D80408" w:rsidP="00582CE9"/>
                      <w:p w14:paraId="50CF82D2" w14:textId="77777777" w:rsidR="00D80408" w:rsidRDefault="00D80408" w:rsidP="00582CE9"/>
                      <w:p w14:paraId="43DA9BDD" w14:textId="77777777" w:rsidR="00D80408" w:rsidRDefault="00D80408" w:rsidP="00582CE9"/>
                      <w:p w14:paraId="349A4481" w14:textId="77777777" w:rsidR="00D80408" w:rsidRDefault="00D80408" w:rsidP="00582CE9"/>
                      <w:p w14:paraId="1D42CCD3" w14:textId="77777777" w:rsidR="00D80408" w:rsidRDefault="00D80408" w:rsidP="00582CE9"/>
                      <w:p w14:paraId="26B88AD4" w14:textId="77777777" w:rsidR="00D80408" w:rsidRDefault="00D80408" w:rsidP="00582CE9"/>
                      <w:p w14:paraId="10B2A822" w14:textId="77777777" w:rsidR="00D80408" w:rsidRDefault="00D80408" w:rsidP="00582CE9"/>
                      <w:p w14:paraId="30E8CDE9" w14:textId="77777777" w:rsidR="00D80408" w:rsidRDefault="00D80408" w:rsidP="00582CE9"/>
                      <w:p w14:paraId="6E3027E7" w14:textId="77777777" w:rsidR="00D80408" w:rsidRDefault="00D80408" w:rsidP="00582CE9">
                        <w:pPr>
                          <w:jc w:val="right"/>
                        </w:pPr>
                        <w:r>
                          <w:rPr>
                            <w:noProof/>
                            <w:lang w:eastAsia="pl-PL"/>
                          </w:rPr>
                          <w:drawing>
                            <wp:inline distT="0" distB="0" distL="0" distR="0" wp14:anchorId="6427ACB2" wp14:editId="611921BF">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877B4F7" w14:textId="77777777" w:rsidR="00D80408" w:rsidRPr="00532563" w:rsidRDefault="00D80408" w:rsidP="00582CE9">
                        <w:pPr>
                          <w:jc w:val="right"/>
                        </w:pPr>
                      </w:p>
                      <w:p w14:paraId="33663EE0" w14:textId="77777777" w:rsidR="00D80408" w:rsidRDefault="00D80408" w:rsidP="00582CE9"/>
                      <w:p w14:paraId="7486D45D" w14:textId="77777777" w:rsidR="00D80408" w:rsidRPr="002C29FC" w:rsidRDefault="00D80408" w:rsidP="00582CE9">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738DEE71" w14:textId="77777777" w:rsidR="00D80408" w:rsidRPr="00532563" w:rsidRDefault="00D80408" w:rsidP="00582CE9"/>
                      <w:p w14:paraId="27014C3B" w14:textId="77777777" w:rsidR="00D80408" w:rsidRDefault="00D80408" w:rsidP="00582CE9">
                        <w:r>
                          <w:t>zakończony XX</w:t>
                        </w:r>
                        <w:r w:rsidRPr="00532563">
                          <w:t xml:space="preserve"> </w:t>
                        </w:r>
                        <w:r>
                          <w:t>[miesiąc] 202X</w:t>
                        </w:r>
                        <w:r w:rsidRPr="00532563">
                          <w:t xml:space="preserve"> roku</w:t>
                        </w:r>
                      </w:p>
                      <w:p w14:paraId="77D62B8D" w14:textId="77777777" w:rsidR="00D80408" w:rsidRDefault="00D80408" w:rsidP="00582CE9"/>
                      <w:p w14:paraId="6E51C24C" w14:textId="77777777" w:rsidR="00D80408" w:rsidRDefault="00D80408" w:rsidP="00582CE9"/>
                      <w:p w14:paraId="5197C409" w14:textId="77777777" w:rsidR="00D80408" w:rsidRDefault="00D80408" w:rsidP="00582CE9"/>
                      <w:p w14:paraId="464872CC" w14:textId="77777777" w:rsidR="00D80408" w:rsidRDefault="00D80408" w:rsidP="00582CE9"/>
                      <w:p w14:paraId="6468DAAB" w14:textId="77777777" w:rsidR="00D80408" w:rsidRDefault="00D80408" w:rsidP="00582CE9"/>
                      <w:p w14:paraId="2599B4CE" w14:textId="77777777" w:rsidR="00D80408" w:rsidRDefault="00D80408" w:rsidP="00582CE9"/>
                      <w:p w14:paraId="14B9FEC8" w14:textId="77777777" w:rsidR="00D80408" w:rsidRDefault="00D80408" w:rsidP="00582CE9"/>
                      <w:p w14:paraId="3E6FFE1F" w14:textId="77777777" w:rsidR="00D80408" w:rsidRDefault="00D80408" w:rsidP="00582CE9"/>
                      <w:p w14:paraId="6974BF54" w14:textId="77777777" w:rsidR="00D80408" w:rsidRDefault="00D80408" w:rsidP="00582CE9"/>
                      <w:p w14:paraId="3EDCF213" w14:textId="77777777" w:rsidR="00D80408" w:rsidRDefault="00D80408" w:rsidP="00582CE9"/>
                      <w:p w14:paraId="3D3FA6B5" w14:textId="77777777" w:rsidR="00D80408" w:rsidRDefault="00D80408" w:rsidP="00582CE9"/>
                      <w:p w14:paraId="4DEB457F" w14:textId="77777777" w:rsidR="00D80408" w:rsidRDefault="00D80408" w:rsidP="00582CE9"/>
                      <w:p w14:paraId="55D5E783" w14:textId="77777777" w:rsidR="00D80408" w:rsidRDefault="00D80408" w:rsidP="00582CE9"/>
                      <w:p w14:paraId="0A1F6648" w14:textId="77777777" w:rsidR="00D80408" w:rsidRDefault="00D80408" w:rsidP="00582CE9"/>
                      <w:p w14:paraId="71A39BE4" w14:textId="77777777" w:rsidR="00D80408" w:rsidRDefault="00D80408" w:rsidP="00582CE9"/>
                      <w:p w14:paraId="2CA05B76" w14:textId="77777777" w:rsidR="00D80408" w:rsidRDefault="00D80408" w:rsidP="00582CE9"/>
                      <w:p w14:paraId="1EE18B6C" w14:textId="77777777" w:rsidR="00D80408" w:rsidRDefault="00D80408" w:rsidP="00582CE9"/>
                      <w:p w14:paraId="4DAE61A2" w14:textId="77777777" w:rsidR="00D80408" w:rsidRDefault="00D80408" w:rsidP="00582CE9"/>
                      <w:p w14:paraId="35E474EB" w14:textId="77777777" w:rsidR="00D80408" w:rsidRDefault="00D80408" w:rsidP="00582CE9"/>
                      <w:p w14:paraId="186638E2" w14:textId="77777777" w:rsidR="00D80408" w:rsidRDefault="00D80408" w:rsidP="00582CE9"/>
                      <w:p w14:paraId="24A103F4" w14:textId="77777777" w:rsidR="00D80408" w:rsidRDefault="00D80408" w:rsidP="00582CE9"/>
                      <w:p w14:paraId="502176EA" w14:textId="77777777" w:rsidR="00D80408" w:rsidRDefault="00D80408" w:rsidP="00582CE9"/>
                      <w:p w14:paraId="2EDBCF97" w14:textId="77777777" w:rsidR="00D80408" w:rsidRDefault="00D80408" w:rsidP="00582CE9"/>
                      <w:p w14:paraId="41B7B2DD" w14:textId="77777777" w:rsidR="00D80408" w:rsidRDefault="00D80408" w:rsidP="00582CE9"/>
                      <w:p w14:paraId="3F55AE6A" w14:textId="77777777" w:rsidR="00D80408" w:rsidRDefault="00D80408" w:rsidP="00582CE9"/>
                      <w:p w14:paraId="5510E216" w14:textId="77777777" w:rsidR="00D80408" w:rsidRDefault="00D80408" w:rsidP="00582CE9"/>
                      <w:p w14:paraId="03BE4E12" w14:textId="77777777" w:rsidR="00D80408" w:rsidRDefault="00D80408" w:rsidP="00582CE9"/>
                      <w:p w14:paraId="36C5C77B" w14:textId="77777777" w:rsidR="00D80408" w:rsidRDefault="00D80408" w:rsidP="00582CE9"/>
                      <w:p w14:paraId="5C828356" w14:textId="77777777" w:rsidR="00D80408" w:rsidRDefault="00D80408" w:rsidP="00582CE9"/>
                      <w:p w14:paraId="15F5694A" w14:textId="77777777" w:rsidR="00D80408" w:rsidRDefault="00D80408" w:rsidP="00582CE9"/>
                      <w:p w14:paraId="02D4F6B5" w14:textId="77777777" w:rsidR="00D80408" w:rsidRDefault="00D80408" w:rsidP="00582CE9"/>
                      <w:p w14:paraId="3F09216C" w14:textId="77777777" w:rsidR="00D80408" w:rsidRDefault="00D80408" w:rsidP="00582CE9">
                        <w:pPr>
                          <w:jc w:val="right"/>
                        </w:pPr>
                        <w:r>
                          <w:rPr>
                            <w:noProof/>
                            <w:lang w:eastAsia="pl-PL"/>
                          </w:rPr>
                          <w:drawing>
                            <wp:inline distT="0" distB="0" distL="0" distR="0" wp14:anchorId="1C308A9C" wp14:editId="0D423D92">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5C53F165" w14:textId="77777777" w:rsidR="00D80408" w:rsidRPr="00532563" w:rsidRDefault="00D80408" w:rsidP="00582CE9">
                        <w:pPr>
                          <w:jc w:val="right"/>
                        </w:pPr>
                      </w:p>
                    </w:txbxContent>
                  </v:textbox>
                </v:shape>
                <w10:wrap type="square" anchorx="page" anchory="page"/>
              </v:group>
            </w:pict>
          </mc:Fallback>
        </mc:AlternateContent>
      </w:r>
      <w:r w:rsidR="00582CE9" w:rsidRPr="0089575C">
        <w:br w:type="page"/>
      </w:r>
    </w:p>
    <w:p w14:paraId="66A9E666" w14:textId="77777777" w:rsidR="00847B49" w:rsidRPr="0089575C" w:rsidRDefault="00847B49" w:rsidP="00651A1D">
      <w:pPr>
        <w:pStyle w:val="Nagwek1"/>
      </w:pPr>
      <w:r w:rsidRPr="0089575C">
        <w:lastRenderedPageBreak/>
        <w:t>Informacje wstępne</w:t>
      </w:r>
    </w:p>
    <w:p w14:paraId="1EF8D529" w14:textId="77777777" w:rsidR="00847B49" w:rsidRPr="0089575C" w:rsidRDefault="00847B49" w:rsidP="00F7655B">
      <w:pPr>
        <w:pStyle w:val="Nagwek2"/>
        <w:keepNext w:val="0"/>
        <w:keepLines w:val="0"/>
        <w:rPr>
          <w:b/>
          <w:sz w:val="22"/>
          <w:szCs w:val="22"/>
        </w:rPr>
      </w:pPr>
      <w:r w:rsidRPr="0089575C">
        <w:rPr>
          <w:b/>
          <w:sz w:val="22"/>
          <w:szCs w:val="22"/>
        </w:rPr>
        <w:t>Zamawiający</w:t>
      </w:r>
    </w:p>
    <w:p w14:paraId="4B165445" w14:textId="77777777" w:rsidR="00B83E10" w:rsidRPr="0089575C" w:rsidRDefault="00B83E10" w:rsidP="00B83E10">
      <w:pPr>
        <w:pStyle w:val="akapitwciety"/>
        <w:keepNext w:val="0"/>
        <w:keepLines w:val="0"/>
        <w:ind w:left="1021"/>
      </w:pPr>
      <w:r w:rsidRPr="0089575C">
        <w:t xml:space="preserve">PGE Systemy S.A. z siedzibą w Warszawie, ul. Sienna 39, 00-121 Warszawa, wpisana do Rejestru Przedsiębiorców Krajowego Rejestru Sądowego prowadzonego przez Sąd Rejonowy dla m.st. Warszawy, XII Wydział Gospodarczy w Warszawie pod numerem KRS 0000007353, NIP: 526-253-31-54, wysokość kapitału zakładowego: 125.000.000,00 zł, kapitał zakładowy w całości wpłacony. </w:t>
      </w:r>
    </w:p>
    <w:p w14:paraId="32ABB4C2" w14:textId="77777777" w:rsidR="00847B49" w:rsidRPr="0089575C" w:rsidRDefault="008A7413" w:rsidP="00F7655B">
      <w:pPr>
        <w:pStyle w:val="Nagwek2"/>
        <w:keepNext w:val="0"/>
        <w:keepLines w:val="0"/>
        <w:rPr>
          <w:b/>
          <w:sz w:val="22"/>
          <w:szCs w:val="22"/>
        </w:rPr>
      </w:pPr>
      <w:r w:rsidRPr="0089575C">
        <w:rPr>
          <w:b/>
          <w:sz w:val="22"/>
          <w:szCs w:val="22"/>
        </w:rPr>
        <w:t>Pełnomocnik Zamawiającego</w:t>
      </w:r>
    </w:p>
    <w:p w14:paraId="00423A37" w14:textId="77777777" w:rsidR="00B83E10" w:rsidRPr="0089575C" w:rsidRDefault="00B83E10" w:rsidP="00B83E10">
      <w:pPr>
        <w:pStyle w:val="akapitwciety"/>
        <w:keepNext w:val="0"/>
        <w:keepLines w:val="0"/>
        <w:ind w:left="1021"/>
      </w:pPr>
      <w:r w:rsidRPr="0089575C">
        <w:t>PGE Polska Grupa Energetyczna S.A., Al. Kraśnicka 27, 20-718 Lublin, adres do korespondencji: ul. Mysia 2, 00-496 Warszawa, wpisana do Rejestru Przedsiębiorców Krajowego Rejestru Sądowego prowadzonego przez Sąd Rejonowy Lublin Wschód w Lublinie z siedzibą w Świdniku, VI Wydział Gospodarczy Krajowego Rejestru Sądowego pod numerem KRS: 0000059307, NIP: 5260250541, REGON: 006227638, kapitał zakładowy: 19.183.746.098,70 zł (kapitał wpłacony w całości), jako podmiot upoważniony do przygotowania i przeprowadzenia niniejszego postępowania o udzielenie zamówienia w imieniu i na rzecz Zamawiającego wskazanego w pkt 1.1. SWZ.</w:t>
      </w:r>
    </w:p>
    <w:p w14:paraId="07C00B41" w14:textId="77777777" w:rsidR="006E100D" w:rsidRPr="0089575C" w:rsidRDefault="006E100D" w:rsidP="00F7655B">
      <w:pPr>
        <w:pStyle w:val="Nagwek2"/>
        <w:keepNext w:val="0"/>
        <w:keepLines w:val="0"/>
        <w:rPr>
          <w:b/>
          <w:sz w:val="22"/>
          <w:szCs w:val="22"/>
        </w:rPr>
      </w:pPr>
      <w:r w:rsidRPr="0089575C">
        <w:rPr>
          <w:b/>
          <w:sz w:val="22"/>
          <w:szCs w:val="22"/>
        </w:rPr>
        <w:t>Definicje:</w:t>
      </w:r>
    </w:p>
    <w:p w14:paraId="6D7C63BA" w14:textId="77777777" w:rsidR="00910299" w:rsidRPr="0089575C" w:rsidRDefault="006E100D" w:rsidP="00F7655B">
      <w:pPr>
        <w:pStyle w:val="Nagwek3"/>
        <w:keepLines w:val="0"/>
      </w:pPr>
      <w:r w:rsidRPr="0089575C">
        <w:rPr>
          <w:b/>
        </w:rPr>
        <w:t>Formularz</w:t>
      </w:r>
      <w:r w:rsidRPr="0089575C">
        <w:rPr>
          <w:rStyle w:val="wyrnienie"/>
        </w:rPr>
        <w:t xml:space="preserve"> Oferty wstępnej</w:t>
      </w:r>
      <w:r w:rsidRPr="0089575C">
        <w:t xml:space="preserve"> – dokument, którego wzór stanowi </w:t>
      </w:r>
      <w:r w:rsidR="00243337" w:rsidRPr="0089575C">
        <w:rPr>
          <w:b/>
        </w:rPr>
        <w:t xml:space="preserve">Załącznik nr </w:t>
      </w:r>
      <w:r w:rsidR="00E83282">
        <w:rPr>
          <w:b/>
        </w:rPr>
        <w:t>1</w:t>
      </w:r>
      <w:r w:rsidR="00E83282" w:rsidRPr="0089575C">
        <w:rPr>
          <w:b/>
        </w:rPr>
        <w:t xml:space="preserve"> </w:t>
      </w:r>
      <w:r w:rsidR="00243337" w:rsidRPr="0089575C">
        <w:rPr>
          <w:b/>
        </w:rPr>
        <w:t>do</w:t>
      </w:r>
      <w:r w:rsidRPr="0089575C">
        <w:rPr>
          <w:b/>
        </w:rPr>
        <w:t xml:space="preserve"> SWZ</w:t>
      </w:r>
      <w:r w:rsidRPr="0089575C">
        <w:t>;</w:t>
      </w:r>
    </w:p>
    <w:p w14:paraId="580AB7BE" w14:textId="77777777" w:rsidR="00910299" w:rsidRPr="0089575C" w:rsidRDefault="006E100D" w:rsidP="00F7655B">
      <w:pPr>
        <w:pStyle w:val="Nagwek3"/>
        <w:keepLines w:val="0"/>
      </w:pPr>
      <w:r w:rsidRPr="0089575C">
        <w:rPr>
          <w:rStyle w:val="wyrnienie"/>
        </w:rPr>
        <w:t xml:space="preserve">GK </w:t>
      </w:r>
      <w:r w:rsidRPr="0089575C">
        <w:rPr>
          <w:b/>
        </w:rPr>
        <w:t>PGE</w:t>
      </w:r>
      <w:r w:rsidRPr="0089575C">
        <w:t xml:space="preserve"> – Grupa Kapitałowa PGE;</w:t>
      </w:r>
    </w:p>
    <w:p w14:paraId="2E37D535" w14:textId="77777777" w:rsidR="00910299" w:rsidRPr="0089575C" w:rsidRDefault="006E100D" w:rsidP="00F7655B">
      <w:pPr>
        <w:pStyle w:val="Nagwek3"/>
        <w:keepLines w:val="0"/>
      </w:pPr>
      <w:r w:rsidRPr="0089575C">
        <w:rPr>
          <w:rStyle w:val="wyrnienie"/>
        </w:rPr>
        <w:t>Oferta wstępna</w:t>
      </w:r>
      <w:r w:rsidRPr="0089575C">
        <w:t xml:space="preserve"> – wstępne oświadczenie woli zawarcia Umowy złożone przez Wykonawcę w pierwszej rundzie prowadzonego Postępowania wieloetapowego;</w:t>
      </w:r>
    </w:p>
    <w:p w14:paraId="2EFB1C49" w14:textId="77777777" w:rsidR="00910299" w:rsidRPr="0089575C" w:rsidRDefault="006E100D" w:rsidP="00F7655B">
      <w:pPr>
        <w:pStyle w:val="Nagwek3"/>
        <w:keepLines w:val="0"/>
      </w:pPr>
      <w:r w:rsidRPr="0089575C">
        <w:rPr>
          <w:rStyle w:val="wyrnienie"/>
        </w:rPr>
        <w:t>Oferta ostateczna</w:t>
      </w:r>
      <w:r w:rsidRPr="0089575C">
        <w:t xml:space="preserve"> – oświadczenie woli zawarcia Umowy złożone przez Wykonawcę Zamawiającemu w odpowiedzi na zaproszenie do składania Ofert (po zakończonym etapie negocjacji);</w:t>
      </w:r>
    </w:p>
    <w:p w14:paraId="7278E1AD" w14:textId="77777777" w:rsidR="00910299" w:rsidRPr="0089575C" w:rsidRDefault="006E100D" w:rsidP="00F7655B">
      <w:pPr>
        <w:pStyle w:val="Nagwek3"/>
        <w:keepLines w:val="0"/>
      </w:pPr>
      <w:r w:rsidRPr="0089575C">
        <w:rPr>
          <w:rStyle w:val="wyrnienie"/>
        </w:rPr>
        <w:t>Pełnomocnik</w:t>
      </w:r>
      <w:r w:rsidRPr="0089575C">
        <w:t xml:space="preserve"> – spółka określona w pkt 1.2 SWZ Wstępnej, przygotowująca i przeprowadzająca Postępowanie;</w:t>
      </w:r>
    </w:p>
    <w:p w14:paraId="22769CCA" w14:textId="77777777" w:rsidR="00910299" w:rsidRPr="0089575C" w:rsidRDefault="006E100D" w:rsidP="00F7655B">
      <w:pPr>
        <w:pStyle w:val="Nagwek3"/>
        <w:keepLines w:val="0"/>
      </w:pPr>
      <w:r w:rsidRPr="0089575C">
        <w:rPr>
          <w:rStyle w:val="wyrnienie"/>
        </w:rPr>
        <w:t>Postępowanie</w:t>
      </w:r>
      <w:r w:rsidRPr="0089575C">
        <w:t xml:space="preserve"> – niniejsze niepubliczne Postępowanie zakupowe rozumiane jako proces mający na celu wyłonienie Wykonawcy dla realizacji dostaw, usług lub robót budowlanych;</w:t>
      </w:r>
    </w:p>
    <w:p w14:paraId="3B69BD70" w14:textId="77777777" w:rsidR="00910299" w:rsidRPr="0089575C" w:rsidRDefault="006E100D" w:rsidP="00F7655B">
      <w:pPr>
        <w:pStyle w:val="Nagwek3"/>
        <w:keepLines w:val="0"/>
        <w:rPr>
          <w:color w:val="36A9E1" w:themeColor="accent5"/>
        </w:rPr>
      </w:pPr>
      <w:r w:rsidRPr="0089575C">
        <w:rPr>
          <w:rStyle w:val="wyrnienie"/>
        </w:rPr>
        <w:t xml:space="preserve">Procedura </w:t>
      </w:r>
      <w:r w:rsidRPr="0089575C">
        <w:t xml:space="preserve">– PROG 00096/G Procedura Ogólna Zakupów GK PGE. Wyciąg z Procedury Ogólnej Zakupów GK PGE dostępny jest na stronie internetowej </w:t>
      </w:r>
      <w:hyperlink r:id="rId13" w:history="1">
        <w:r w:rsidRPr="0089575C">
          <w:rPr>
            <w:color w:val="36A9E1" w:themeColor="accent5"/>
          </w:rPr>
          <w:t>https://www.gkpge.pl/grupa-pge/przetargi/zakupy/dokumenty</w:t>
        </w:r>
      </w:hyperlink>
    </w:p>
    <w:p w14:paraId="6295332C" w14:textId="77777777" w:rsidR="00910299" w:rsidRPr="0089575C" w:rsidRDefault="006E100D" w:rsidP="00F7655B">
      <w:pPr>
        <w:pStyle w:val="Nagwek3"/>
        <w:keepLines w:val="0"/>
      </w:pPr>
      <w:r w:rsidRPr="0089575C">
        <w:rPr>
          <w:rStyle w:val="wyrnienie"/>
        </w:rPr>
        <w:t>Projekt Umowy</w:t>
      </w:r>
      <w:r w:rsidRPr="0089575C">
        <w:t xml:space="preserve"> – dokument (wraz z załącznikami) stanowiący </w:t>
      </w:r>
      <w:r w:rsidRPr="0089575C">
        <w:rPr>
          <w:b/>
        </w:rPr>
        <w:t xml:space="preserve">Załącznik nr </w:t>
      </w:r>
      <w:r w:rsidR="00E83282">
        <w:rPr>
          <w:b/>
        </w:rPr>
        <w:t>3</w:t>
      </w:r>
      <w:r w:rsidR="00E83282" w:rsidRPr="0089575C">
        <w:rPr>
          <w:b/>
        </w:rPr>
        <w:t xml:space="preserve"> </w:t>
      </w:r>
      <w:r w:rsidRPr="0089575C">
        <w:rPr>
          <w:b/>
        </w:rPr>
        <w:t>do SWZ Wstępnej</w:t>
      </w:r>
      <w:r w:rsidRPr="0089575C">
        <w:t>;</w:t>
      </w:r>
    </w:p>
    <w:p w14:paraId="10D915C0" w14:textId="77777777" w:rsidR="00C46CB0" w:rsidRPr="0089575C" w:rsidRDefault="006115DF" w:rsidP="00F7655B">
      <w:pPr>
        <w:pStyle w:val="Nagwek3"/>
        <w:keepLines w:val="0"/>
        <w:rPr>
          <w:rStyle w:val="wyrnienie"/>
          <w:b w:val="0"/>
        </w:rPr>
      </w:pPr>
      <w:r w:rsidRPr="0089575C">
        <w:rPr>
          <w:rStyle w:val="wyrnienie"/>
        </w:rPr>
        <w:t>Rozporządzenie Sankcyjne</w:t>
      </w:r>
      <w:r w:rsidR="00C46CB0" w:rsidRPr="0089575C">
        <w:rPr>
          <w:rStyle w:val="wyrnienie"/>
          <w:b w:val="0"/>
        </w:rPr>
        <w:t xml:space="preserve"> – oznacza to rozporządzenie Rady (UE) nr 833/2014 z dnia 31 lipca 2014 r. dotyczące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w:t>
      </w:r>
    </w:p>
    <w:p w14:paraId="73241667" w14:textId="77777777" w:rsidR="00910299" w:rsidRPr="0089575C" w:rsidRDefault="006E100D" w:rsidP="00F7655B">
      <w:pPr>
        <w:pStyle w:val="Nagwek3"/>
        <w:keepLines w:val="0"/>
      </w:pPr>
      <w:r w:rsidRPr="0089575C">
        <w:rPr>
          <w:rStyle w:val="wyrnienie"/>
        </w:rPr>
        <w:t>Specyfikacja lub SWZ lub Wstępna SWZ</w:t>
      </w:r>
      <w:r w:rsidRPr="0089575C">
        <w:t xml:space="preserve"> – niniejsza specyfikacja warunków Zamówienia określająca wymagania Zamawiającego związane z przygotowaniem Oferty wstępnej oraz realizacją przedmiotu Zakupu;</w:t>
      </w:r>
    </w:p>
    <w:p w14:paraId="4A7C5B56" w14:textId="77777777" w:rsidR="00910299" w:rsidRPr="0089575C" w:rsidRDefault="006E100D" w:rsidP="00F7655B">
      <w:pPr>
        <w:pStyle w:val="Nagwek3"/>
        <w:keepLines w:val="0"/>
      </w:pPr>
      <w:r w:rsidRPr="0089575C">
        <w:rPr>
          <w:rStyle w:val="wyrnienie"/>
        </w:rPr>
        <w:t>System Zakupowy lub System</w:t>
      </w:r>
      <w:r w:rsidRPr="0089575C">
        <w:t xml:space="preserve"> – narzędzie informatyczne wspierające proces planowania i dokonywania Zakupów w GK PGE. System do obsługi postępowań zakupowych prowadzonych </w:t>
      </w:r>
      <w:r w:rsidRPr="0089575C">
        <w:lastRenderedPageBreak/>
        <w:t xml:space="preserve">przez Spółki GK PGE, w którym Wykonawca składa Ofertę/dokumenty/oświadczenia w postaci elektronicznej za pomocą dedykowanych formularzy, dostępny na stronie internetowej </w:t>
      </w:r>
      <w:hyperlink r:id="rId14" w:history="1">
        <w:r w:rsidRPr="0089575C">
          <w:rPr>
            <w:color w:val="36A9E1" w:themeColor="accent5"/>
          </w:rPr>
          <w:t>https://swpp2.gkpge.pl</w:t>
        </w:r>
      </w:hyperlink>
      <w:r w:rsidRPr="0089575C">
        <w:t>, a także za pomocą którego odbywa się komunikacja między Pełnomocnikiem, a Wykonawcami;</w:t>
      </w:r>
    </w:p>
    <w:p w14:paraId="1FC8DE11" w14:textId="77777777" w:rsidR="00910299" w:rsidRPr="0089575C" w:rsidRDefault="006E100D" w:rsidP="00F35931">
      <w:pPr>
        <w:pStyle w:val="Nagwek3"/>
      </w:pPr>
      <w:r w:rsidRPr="0089575C">
        <w:rPr>
          <w:rStyle w:val="wyrnienie"/>
        </w:rPr>
        <w:t>Umowa</w:t>
      </w:r>
      <w:r w:rsidR="00F35931">
        <w:rPr>
          <w:rStyle w:val="wyrnienie"/>
        </w:rPr>
        <w:t>/ Umowa ramowa</w:t>
      </w:r>
      <w:r w:rsidRPr="0089575C">
        <w:t xml:space="preserve"> – zawarta w wyniku Postępowania zakupowego Umowa pomiędzy Zamawiającym, a Wykonawcą, </w:t>
      </w:r>
      <w:r w:rsidR="00F35931" w:rsidRPr="00F35931">
        <w:t>określa</w:t>
      </w:r>
      <w:r w:rsidR="00F35931">
        <w:t>jąca</w:t>
      </w:r>
      <w:r w:rsidR="00F35931" w:rsidRPr="00F35931">
        <w:t xml:space="preserve"> warunk</w:t>
      </w:r>
      <w:r w:rsidR="00F35931">
        <w:t>i</w:t>
      </w:r>
      <w:r w:rsidR="00F35931" w:rsidRPr="00F35931">
        <w:t xml:space="preserve"> udzielania </w:t>
      </w:r>
      <w:r w:rsidR="00F35931">
        <w:t xml:space="preserve">odpłatnych </w:t>
      </w:r>
      <w:r w:rsidR="00F35931" w:rsidRPr="00F35931">
        <w:t>Zamówie</w:t>
      </w:r>
      <w:r w:rsidR="00F35931">
        <w:t>ń</w:t>
      </w:r>
      <w:r w:rsidRPr="0089575C">
        <w:t>;</w:t>
      </w:r>
    </w:p>
    <w:p w14:paraId="77FBF442" w14:textId="77777777" w:rsidR="00C46CB0" w:rsidRPr="0089575C" w:rsidRDefault="006115DF" w:rsidP="00F7655B">
      <w:pPr>
        <w:pStyle w:val="Nagwek3"/>
        <w:keepLines w:val="0"/>
      </w:pPr>
      <w:r w:rsidRPr="0089575C">
        <w:rPr>
          <w:b/>
        </w:rPr>
        <w:t>Ustawa Sankcyjna</w:t>
      </w:r>
      <w:r w:rsidR="00C46CB0" w:rsidRPr="0089575C">
        <w:t xml:space="preserve"> – oznacza to ustawę z dnia 13 kwietnia 2022 r. o szczególnych rozwiązaniach w zakresie przeciwdziałania wspieraniu agresji na Ukrainę oraz służących ochronie bezpieczeństwa narodowego (</w:t>
      </w:r>
      <w:proofErr w:type="spellStart"/>
      <w:r w:rsidR="00C46CB0" w:rsidRPr="0089575C">
        <w:t>t.j</w:t>
      </w:r>
      <w:proofErr w:type="spellEnd"/>
      <w:r w:rsidR="00C46CB0" w:rsidRPr="0089575C">
        <w:t>. Dz. U. z 2024 r. poz. 507);</w:t>
      </w:r>
    </w:p>
    <w:p w14:paraId="17D69020" w14:textId="77777777" w:rsidR="00910299" w:rsidRPr="0089575C" w:rsidRDefault="006E100D" w:rsidP="00F7655B">
      <w:pPr>
        <w:pStyle w:val="Nagwek3"/>
        <w:keepLines w:val="0"/>
      </w:pPr>
      <w:r w:rsidRPr="0089575C">
        <w:rPr>
          <w:rStyle w:val="wyrnienie"/>
        </w:rPr>
        <w:t>Wykonawca</w:t>
      </w:r>
      <w:r w:rsidRPr="0089575C">
        <w:t xml:space="preserve"> – osoba fizyczna, osoba prawna lub jednostka organizacyjna nieposiadająca osobowości prawnej, która oferuje na rynku przedmiot Zakupu lub ubiega się o udzielenie Zakupu, złożyła Ofertę w Postępowaniu zakupowym lub zawarła Umowę;</w:t>
      </w:r>
    </w:p>
    <w:p w14:paraId="1D63D0C0" w14:textId="77777777" w:rsidR="00910299" w:rsidRPr="0089575C" w:rsidRDefault="006E100D" w:rsidP="00F7655B">
      <w:pPr>
        <w:pStyle w:val="Nagwek3"/>
        <w:keepLines w:val="0"/>
      </w:pPr>
      <w:r w:rsidRPr="0089575C">
        <w:rPr>
          <w:rStyle w:val="wyrnienie"/>
        </w:rPr>
        <w:t>Zakup/Zamówienie</w:t>
      </w:r>
      <w:r w:rsidRPr="0089575C">
        <w:t xml:space="preserve"> – dostawa, usługa lub robota budowlana będąca przedmiotem Postępowania zakupowego (Przedmiotem Zamówienia/Zakupu), którego celem jest wybór Wykonawcy. Przedmiot Postępowania (Przedmiot Zamówienia/Zakupu), został określony w pkt 2 SWZ oraz w Projekcie Umowy;</w:t>
      </w:r>
    </w:p>
    <w:p w14:paraId="194C2746" w14:textId="77777777" w:rsidR="006E100D" w:rsidRPr="0089575C" w:rsidRDefault="006E100D" w:rsidP="00F7655B">
      <w:pPr>
        <w:pStyle w:val="Nagwek3"/>
        <w:keepLines w:val="0"/>
      </w:pPr>
      <w:r w:rsidRPr="0089575C">
        <w:rPr>
          <w:rStyle w:val="wyrnienie"/>
        </w:rPr>
        <w:t>Zamawiający</w:t>
      </w:r>
      <w:r w:rsidRPr="0089575C">
        <w:t xml:space="preserve"> – spółka określona w pkt 1.1 SWZ, na potrze</w:t>
      </w:r>
      <w:r w:rsidR="00243337" w:rsidRPr="0089575C">
        <w:t>by której jest dokonywany Zakup.</w:t>
      </w:r>
    </w:p>
    <w:p w14:paraId="198B73E3" w14:textId="77777777" w:rsidR="006E100D" w:rsidRPr="0089575C" w:rsidRDefault="006E100D" w:rsidP="00F7655B">
      <w:pPr>
        <w:pStyle w:val="Nagwek2"/>
        <w:keepNext w:val="0"/>
        <w:keepLines w:val="0"/>
        <w:rPr>
          <w:b/>
          <w:sz w:val="22"/>
          <w:szCs w:val="22"/>
        </w:rPr>
      </w:pPr>
      <w:r w:rsidRPr="0089575C">
        <w:rPr>
          <w:b/>
          <w:sz w:val="22"/>
          <w:szCs w:val="22"/>
        </w:rPr>
        <w:t>Tryb Postępowania:</w:t>
      </w:r>
    </w:p>
    <w:p w14:paraId="15E97B92" w14:textId="77777777" w:rsidR="00BB6DE8" w:rsidRPr="0089575C" w:rsidRDefault="006E100D" w:rsidP="00C47B5E">
      <w:pPr>
        <w:pStyle w:val="Nagwek3"/>
      </w:pPr>
      <w:r w:rsidRPr="0089575C">
        <w:t xml:space="preserve">Przedmiotowe postępowanie o udzielenie zamówienia prowadzone jest </w:t>
      </w:r>
      <w:r w:rsidRPr="0089575C">
        <w:rPr>
          <w:b/>
        </w:rPr>
        <w:t>w trybie</w:t>
      </w:r>
      <w:r w:rsidR="00291AF2" w:rsidRPr="0089575C">
        <w:rPr>
          <w:b/>
        </w:rPr>
        <w:t xml:space="preserve"> negocjacji w</w:t>
      </w:r>
      <w:r w:rsidR="009C29A9">
        <w:rPr>
          <w:b/>
        </w:rPr>
        <w:t> </w:t>
      </w:r>
      <w:r w:rsidR="00291AF2" w:rsidRPr="0089575C">
        <w:rPr>
          <w:b/>
        </w:rPr>
        <w:t>formule otwartej</w:t>
      </w:r>
      <w:r w:rsidRPr="0089575C">
        <w:t>, z zachowaniem zasad określonych w niniejszym dokumencie, zaś w zakresie w nim nieuregulowanym sto</w:t>
      </w:r>
      <w:r w:rsidR="00243337" w:rsidRPr="0089575C">
        <w:t>suje się zapisy Procedury oraz</w:t>
      </w:r>
      <w:r w:rsidRPr="0089575C">
        <w:t xml:space="preserve"> Dobrych Praktykach Zakupowych (oba dokumenty dostępne na stronie</w:t>
      </w:r>
      <w:r w:rsidR="00C47B5E" w:rsidRPr="0089575C">
        <w:t xml:space="preserve"> </w:t>
      </w:r>
      <w:hyperlink r:id="rId15" w:history="1">
        <w:r w:rsidR="00C47B5E" w:rsidRPr="0089575C">
          <w:rPr>
            <w:rStyle w:val="Hipercze"/>
            <w:color w:val="36A9E1" w:themeColor="accent5"/>
            <w:sz w:val="18"/>
          </w:rPr>
          <w:t>https://www.gkpge.pl/grupa-pge/przetargi/zakupy/dokumenty</w:t>
        </w:r>
      </w:hyperlink>
      <w:r w:rsidR="00D81AFB" w:rsidRPr="0089575C">
        <w:rPr>
          <w:color w:val="36A9E1" w:themeColor="accent5"/>
        </w:rPr>
        <w:t xml:space="preserve"> </w:t>
      </w:r>
      <w:r w:rsidRPr="0089575C">
        <w:t>z</w:t>
      </w:r>
      <w:r w:rsidR="009C29A9">
        <w:t> </w:t>
      </w:r>
      <w:r w:rsidRPr="0089575C">
        <w:t xml:space="preserve">uwzględnieniem Kodeksu Postępowania dla Partnerów Biznesowych Spółek GK PGE, dostępnego na stronie </w:t>
      </w:r>
      <w:hyperlink r:id="rId16" w:history="1">
        <w:r w:rsidRPr="0089575C">
          <w:rPr>
            <w:color w:val="36A9E1" w:themeColor="accent5"/>
          </w:rPr>
          <w:t>http://www.gkpge.pl/compliance</w:t>
        </w:r>
      </w:hyperlink>
      <w:r w:rsidRPr="0089575C">
        <w:t>.</w:t>
      </w:r>
    </w:p>
    <w:p w14:paraId="39365B0B" w14:textId="42A15319" w:rsidR="00BB6DE8" w:rsidRPr="0089575C" w:rsidRDefault="00291AF2" w:rsidP="00F7655B">
      <w:pPr>
        <w:pStyle w:val="Nagwek3"/>
        <w:keepLines w:val="0"/>
      </w:pPr>
      <w:r w:rsidRPr="0089575C">
        <w:t>Negocjacje w formule otwartej</w:t>
      </w:r>
      <w:r w:rsidR="006E100D" w:rsidRPr="0089575C">
        <w:t xml:space="preserve"> to tryb, w którym zaprasza się do udziału w Postępowaniu </w:t>
      </w:r>
      <w:r w:rsidRPr="0089575C">
        <w:t>zakupowym wybranych Wykonawców publikując ogłoszenie o</w:t>
      </w:r>
      <w:r w:rsidR="00CB3EA4">
        <w:t> </w:t>
      </w:r>
      <w:r w:rsidRPr="0089575C">
        <w:t xml:space="preserve">Zakupie lub Wstępną SWZ </w:t>
      </w:r>
      <w:r w:rsidR="006E100D" w:rsidRPr="0089575C">
        <w:t>w</w:t>
      </w:r>
      <w:r w:rsidR="009C29A9">
        <w:t> </w:t>
      </w:r>
      <w:r w:rsidR="006E100D" w:rsidRPr="0089575C">
        <w:t>Systemie Zakupowym.</w:t>
      </w:r>
    </w:p>
    <w:p w14:paraId="754F8804" w14:textId="77777777" w:rsidR="00BB6DE8" w:rsidRPr="0089575C" w:rsidRDefault="006E100D" w:rsidP="00F7655B">
      <w:pPr>
        <w:pStyle w:val="Nagwek3"/>
        <w:keepLines w:val="0"/>
      </w:pPr>
      <w:r w:rsidRPr="0089575C">
        <w:t>Zamawiający może przed upływem terminu składania Ofert wstępnych dokonać zmian lub uzupełnienia treści Wstępnej SWZ oraz jej załączników.</w:t>
      </w:r>
    </w:p>
    <w:p w14:paraId="0721E530" w14:textId="77777777" w:rsidR="00BB6DE8" w:rsidRPr="0089575C" w:rsidRDefault="006E100D" w:rsidP="00F7655B">
      <w:pPr>
        <w:pStyle w:val="Nagwek3"/>
        <w:keepLines w:val="0"/>
      </w:pPr>
      <w:r w:rsidRPr="0089575C">
        <w:t>Zainteresowani Wykonawcy składają Oferty wstępne zgodnie z wymaganiami SWZ Wstępnej.</w:t>
      </w:r>
    </w:p>
    <w:p w14:paraId="3A620CEC" w14:textId="77777777" w:rsidR="006E100D" w:rsidRPr="0089575C" w:rsidRDefault="006E100D" w:rsidP="00F7655B">
      <w:pPr>
        <w:pStyle w:val="Nagwek3"/>
        <w:keepLines w:val="0"/>
        <w:rPr>
          <w:i/>
        </w:rPr>
      </w:pPr>
      <w:r w:rsidRPr="0089575C">
        <w:t>Po analizie Ofert wstępnych Zamawiający zaprasza Wykonawców do negocjacji. Komisja przetargowa może rekomendować zaproszenie do negocjacji wyłącznie Wykonawców, których Oferty wstępne w zakresie warunków udziału w Postępowaniu zostały najwyżej ocenione (prekwalifikacja). O zaproszeniu Wykonawców do negocjacji decydować będzie wynik oceny Ofert wstępnych w zakresie warunków udziału w Postępowaniu</w:t>
      </w:r>
      <w:r w:rsidRPr="0089575C">
        <w:rPr>
          <w:i/>
        </w:rPr>
        <w:t>.</w:t>
      </w:r>
    </w:p>
    <w:p w14:paraId="5E969332" w14:textId="77777777" w:rsidR="006E100D" w:rsidRPr="0089575C" w:rsidRDefault="00ED0434" w:rsidP="00F7655B">
      <w:pPr>
        <w:pStyle w:val="Nagwek3"/>
        <w:keepLines w:val="0"/>
      </w:pPr>
      <w:r w:rsidRPr="0089575C">
        <w:t>Zamawiający zastrzega sobie przeprowadzenie negocjacji w jednej z następujących form: spotkania stacjonarne w siedzibie Zamawiającego lub Wykonawcy, spotkania online za pośrednictwem Skype/</w:t>
      </w:r>
      <w:proofErr w:type="spellStart"/>
      <w:r w:rsidRPr="0089575C">
        <w:t>Teams</w:t>
      </w:r>
      <w:proofErr w:type="spellEnd"/>
      <w:r w:rsidRPr="0089575C">
        <w:t xml:space="preserve"> lub za pośrednictwem elektronicznych środków komunikacji, w tym za pomocą poczty elektronicznej lub Systemu Zakupowego poprzez zakładkę „Pytania i Odpowiedzi”. Szczegóły dotyczące terminu, formy, ilości rund negocjacyjnych oraz przebiegu negocjacji zostaną Wykonawcy przekazane drogą elektroniczną lub za pośrednictwem Systemu Zakupowego. </w:t>
      </w:r>
      <w:r w:rsidR="006E100D" w:rsidRPr="0089575C">
        <w:t xml:space="preserve">Prowadzone z Wykonawcami negocjacje mają charakter poufny. </w:t>
      </w:r>
    </w:p>
    <w:p w14:paraId="5199E0B8" w14:textId="77777777" w:rsidR="006E100D" w:rsidRPr="0089575C" w:rsidRDefault="006E100D" w:rsidP="00F7655B">
      <w:pPr>
        <w:pStyle w:val="Nagwek3"/>
        <w:keepLines w:val="0"/>
      </w:pPr>
      <w:r w:rsidRPr="0089575C">
        <w:t>Przedmiotem negocjacji może być w szczególności: uzupełnienie lub doprecyzowanie przedmiotu Zakupu, warunki realizacji Umowy, warunki cenowe. Po zakończeniu negocjacji Zamawiający sporządza Ostateczną SWZ, która stanowi doprecyzowanie oraz uzupełnienie informacji zawartych we Wstępnej SWZ.</w:t>
      </w:r>
    </w:p>
    <w:p w14:paraId="174EE0D7" w14:textId="77777777" w:rsidR="006E100D" w:rsidRPr="0089575C" w:rsidRDefault="006E100D" w:rsidP="00F7655B">
      <w:pPr>
        <w:pStyle w:val="Nagwek3"/>
        <w:keepLines w:val="0"/>
      </w:pPr>
      <w:r w:rsidRPr="0089575C">
        <w:t>Po przeprowadzeniu negocjacji Zamawiający zaprasza do złożenia Ofert ostatecznych wszystkich Wykonawców, którzy uczestniczyli w negocjacjach, przekazując Ostateczną SWZ.</w:t>
      </w:r>
    </w:p>
    <w:p w14:paraId="48146475" w14:textId="77777777" w:rsidR="006E100D" w:rsidRPr="0089575C" w:rsidRDefault="006E100D" w:rsidP="00F7655B">
      <w:pPr>
        <w:pStyle w:val="Nagwek3"/>
        <w:keepLines w:val="0"/>
      </w:pPr>
      <w:r w:rsidRPr="0089575C">
        <w:lastRenderedPageBreak/>
        <w:t>W przypadku, gdy wpłynie tylko jedna Oferta wstępna lub gdy tylko jedna Oferta wstępna nie będzie podlegała odrzuceniu, Zamawiający zastrzega sobie prawo do odstąpienia od prowadzenia negocjacji lub zbierania Ofert ostatecznych. W takim przypadku Zamawiający może zawrzeć Umowę z Wykonawcą, który złożył taką Ofertę wstępną.</w:t>
      </w:r>
    </w:p>
    <w:p w14:paraId="515EB9DD" w14:textId="77777777" w:rsidR="006E100D" w:rsidRPr="0089575C" w:rsidRDefault="006E100D" w:rsidP="00CB3EA4">
      <w:pPr>
        <w:pStyle w:val="Nagwek3"/>
        <w:keepLines w:val="0"/>
      </w:pPr>
      <w:r w:rsidRPr="0089575C">
        <w:t>Zamawiający zastrzega sobie prawo do przeprowadzenia aukcji elektronicznej lub/i negocjacji handlowych z Wykonawcami, których Oferty nie podlegają odrzuceniu. Szczegóły dotyczące aukcji elektr</w:t>
      </w:r>
      <w:r w:rsidR="00243337" w:rsidRPr="0089575C">
        <w:t>onicznej zostały podane w pkt 14</w:t>
      </w:r>
      <w:r w:rsidRPr="0089575C">
        <w:t xml:space="preserve"> SWZ. </w:t>
      </w:r>
    </w:p>
    <w:p w14:paraId="3A0D3990" w14:textId="77777777" w:rsidR="006E100D" w:rsidRPr="0089575C" w:rsidRDefault="006E100D" w:rsidP="00CB3EA4">
      <w:pPr>
        <w:pStyle w:val="Nagwek3"/>
        <w:keepLines w:val="0"/>
      </w:pPr>
      <w:r w:rsidRPr="0089575C">
        <w:t>W przypadku oczywistych omyłek w Ofercie, Zamawiający poprawia je i zawiadamia Wykonawcę o</w:t>
      </w:r>
      <w:r w:rsidR="009C29A9">
        <w:t> </w:t>
      </w:r>
      <w:r w:rsidRPr="0089575C">
        <w:t xml:space="preserve">ich poprawieniu. W przypadku innych omyłek Zamawiający może wezwać Wykonawcę do wyrażenia zgody na poprawienie omyłek, zgodnie ze sposobem wskazanym przez Zamawiającego, w wyznaczonym terminie.  </w:t>
      </w:r>
    </w:p>
    <w:p w14:paraId="286620D5" w14:textId="3CCD1F86" w:rsidR="006E100D" w:rsidRPr="0089575C" w:rsidRDefault="006E100D" w:rsidP="00CB3EA4">
      <w:pPr>
        <w:pStyle w:val="Nagwek3"/>
        <w:keepLines w:val="0"/>
      </w:pPr>
      <w:r w:rsidRPr="0089575C">
        <w:t>Zamawiający oceni Oferty wstępne/Oferty ostateczne pod względem zgodności z</w:t>
      </w:r>
      <w:r w:rsidR="00CB3EA4">
        <w:t> </w:t>
      </w:r>
      <w:r w:rsidRPr="0089575C">
        <w:t>wymaganiami zawartymi w SWZ oraz dokona oceny punktowej, zgodnie z</w:t>
      </w:r>
      <w:r w:rsidR="00CB3EA4">
        <w:t> </w:t>
      </w:r>
      <w:r w:rsidRPr="0089575C">
        <w:t>określonymi w SWZ kryteriami.</w:t>
      </w:r>
    </w:p>
    <w:p w14:paraId="710644D9" w14:textId="243F362B" w:rsidR="006E100D" w:rsidRPr="00541AD1" w:rsidRDefault="006E100D" w:rsidP="00CB3EA4">
      <w:pPr>
        <w:pStyle w:val="Nagwek3"/>
        <w:keepLines w:val="0"/>
      </w:pPr>
      <w:r w:rsidRPr="00541AD1">
        <w:t xml:space="preserve">Zamawiający poinformuje za pośrednictwem </w:t>
      </w:r>
      <w:r w:rsidR="00CB3EA4" w:rsidRPr="00541AD1">
        <w:t xml:space="preserve">Systemu </w:t>
      </w:r>
      <w:r w:rsidRPr="00541AD1">
        <w:t>Zakupowego bądź poczty elektronicznej Wykonawców, którzy brali udział w przedmiotowym Postępowaniu zakupowym o wyniku Postępowania podając następujące informacje:</w:t>
      </w:r>
    </w:p>
    <w:p w14:paraId="188C1EE3" w14:textId="77777777" w:rsidR="006E100D" w:rsidRPr="00541AD1" w:rsidRDefault="00243337" w:rsidP="00744E69">
      <w:pPr>
        <w:pStyle w:val="Styl3"/>
      </w:pPr>
      <w:r w:rsidRPr="00541AD1">
        <w:t>nazwę i siedzibę Wykonawcy/</w:t>
      </w:r>
      <w:r w:rsidR="006E100D" w:rsidRPr="00541AD1">
        <w:t>imiona i nazwiska oraz miejsce prowadzonej działalności gospodarczej Wykonawcy albo miejsce zamieszkania Wykonawcy, którego Oferta została uznana za najkorzystniejszą,</w:t>
      </w:r>
    </w:p>
    <w:p w14:paraId="5289AD3A" w14:textId="77777777" w:rsidR="006E100D" w:rsidRPr="00541AD1" w:rsidRDefault="006E100D" w:rsidP="00744E69">
      <w:pPr>
        <w:pStyle w:val="Styl3"/>
      </w:pPr>
      <w:r w:rsidRPr="00541AD1">
        <w:t xml:space="preserve">zaoferowane przez tego Wykonawcę ceny i warunki realizacji zamówienia w ramach </w:t>
      </w:r>
      <w:proofErr w:type="spellStart"/>
      <w:r w:rsidRPr="00541AD1">
        <w:t>pozacenowych</w:t>
      </w:r>
      <w:proofErr w:type="spellEnd"/>
      <w:r w:rsidRPr="00541AD1">
        <w:t xml:space="preserve"> kryteriów oceny ofert, </w:t>
      </w:r>
    </w:p>
    <w:p w14:paraId="06C75DD8" w14:textId="77777777" w:rsidR="006E100D" w:rsidRPr="00541AD1" w:rsidRDefault="006E100D" w:rsidP="00744E69">
      <w:pPr>
        <w:pStyle w:val="Styl3"/>
      </w:pPr>
      <w:r w:rsidRPr="00541AD1">
        <w:rPr>
          <w:rStyle w:val="Nagwek4Znak"/>
          <w:b w:val="0"/>
          <w:i w:val="0"/>
        </w:rPr>
        <w:t>punkty przyznane w każdym kryterium oceny Ofert, jaką otrzymała Oferta uznana jako najkorzystniejsza</w:t>
      </w:r>
      <w:r w:rsidRPr="00541AD1">
        <w:t xml:space="preserve"> w przedmiotowym  Postępowaniu.</w:t>
      </w:r>
    </w:p>
    <w:p w14:paraId="2967DDCB" w14:textId="77777777" w:rsidR="006E100D" w:rsidRPr="00541AD1" w:rsidRDefault="006E100D" w:rsidP="00F7655B">
      <w:pPr>
        <w:pStyle w:val="Nagwek3"/>
        <w:keepLines w:val="0"/>
      </w:pPr>
      <w:r w:rsidRPr="00541AD1">
        <w:t xml:space="preserve">Zamawiający </w:t>
      </w:r>
      <w:r w:rsidRPr="00541AD1">
        <w:rPr>
          <w:b/>
        </w:rPr>
        <w:t xml:space="preserve">dopuszcza </w:t>
      </w:r>
      <w:r w:rsidRPr="00541AD1">
        <w:t xml:space="preserve">udział w Postępowaniu Wykonawców wspólnie </w:t>
      </w:r>
      <w:r w:rsidR="00291AF2" w:rsidRPr="00541AD1">
        <w:t>ubiegających się o</w:t>
      </w:r>
      <w:r w:rsidR="009C29A9" w:rsidRPr="00541AD1">
        <w:t> </w:t>
      </w:r>
      <w:r w:rsidR="00291AF2" w:rsidRPr="00541AD1">
        <w:t>Zamówienie (k</w:t>
      </w:r>
      <w:r w:rsidRPr="00541AD1">
        <w:t>onsorcjum</w:t>
      </w:r>
      <w:bookmarkStart w:id="12" w:name="_Toc516566307"/>
      <w:bookmarkStart w:id="13" w:name="_Toc516581575"/>
      <w:bookmarkStart w:id="14" w:name="_Toc516734749"/>
      <w:bookmarkStart w:id="15" w:name="_Toc516738779"/>
      <w:bookmarkStart w:id="16" w:name="_Toc8212115"/>
      <w:r w:rsidR="009C29A9" w:rsidRPr="00541AD1">
        <w:t>).</w:t>
      </w:r>
    </w:p>
    <w:bookmarkEnd w:id="12"/>
    <w:bookmarkEnd w:id="13"/>
    <w:bookmarkEnd w:id="14"/>
    <w:bookmarkEnd w:id="15"/>
    <w:bookmarkEnd w:id="16"/>
    <w:p w14:paraId="10B482AD" w14:textId="77777777" w:rsidR="00BB6DE8" w:rsidRPr="00541AD1" w:rsidRDefault="00291AF2" w:rsidP="00531C27">
      <w:pPr>
        <w:pStyle w:val="Styl3"/>
        <w:numPr>
          <w:ilvl w:val="0"/>
          <w:numId w:val="28"/>
        </w:numPr>
      </w:pPr>
      <w:r w:rsidRPr="00541AD1">
        <w:t>Wykonawcy wchodzący w skład k</w:t>
      </w:r>
      <w:r w:rsidR="006E100D" w:rsidRPr="00541AD1">
        <w:t xml:space="preserve">onsorcjum ponoszą solidarną odpowiedzialność za wykonanie umowy. W takim przypadku Oferta musi szczegółowo wskazywać podział ról i zobowiązań związanych z wykonywaniem Zamówienia pomiędzy podmiotami składającymi wspólnie Ofertę. </w:t>
      </w:r>
    </w:p>
    <w:p w14:paraId="7805D6B9" w14:textId="77777777" w:rsidR="00BB6DE8" w:rsidRPr="00541AD1" w:rsidRDefault="006E100D" w:rsidP="00744E69">
      <w:pPr>
        <w:pStyle w:val="Styl3"/>
      </w:pPr>
      <w:r w:rsidRPr="00541AD1">
        <w:t>Wykonawcy wspólnie ubiegający się o udzielenie Zamówienia powinni ustanowić pełnomocnika do reprezentowania ich w Postępowaniu albo reprezentowania w Postępowaniu i do zawarcia umowy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p>
    <w:p w14:paraId="130B7A09" w14:textId="77777777" w:rsidR="00BB6DE8" w:rsidRPr="00541AD1" w:rsidRDefault="006E100D" w:rsidP="00744E69">
      <w:pPr>
        <w:pStyle w:val="Styl3"/>
      </w:pPr>
      <w:r w:rsidRPr="00541AD1">
        <w:t>Jeżeli Oferta konsorcjum zostanie wybrana jako najkorzystniejsza, przed zawarciem Umowy, Zamawiający może wezwać do przedstawienia umowy regulującej współpracę tych Wykonawców.</w:t>
      </w:r>
    </w:p>
    <w:p w14:paraId="3A556471" w14:textId="77777777" w:rsidR="006E100D" w:rsidRPr="00744E69" w:rsidRDefault="006E100D" w:rsidP="00744E69">
      <w:pPr>
        <w:pStyle w:val="Styl3"/>
      </w:pPr>
      <w:r w:rsidRPr="00744E69">
        <w:t>Oferta musi być podpisana w taki sposób, by prawnie zobowiązywała wszystkich Wykonawców wspólnie ubiegających się o Zamówienie.</w:t>
      </w:r>
    </w:p>
    <w:p w14:paraId="78FB0D3A" w14:textId="77777777" w:rsidR="006E100D" w:rsidRPr="009F1505" w:rsidRDefault="006E100D" w:rsidP="00F7655B">
      <w:pPr>
        <w:pStyle w:val="Nagwek3"/>
        <w:keepLines w:val="0"/>
      </w:pPr>
      <w:bookmarkStart w:id="17" w:name="_Ref496710046"/>
      <w:bookmarkStart w:id="18" w:name="_Toc354752351"/>
      <w:bookmarkStart w:id="19" w:name="_Toc516566309"/>
      <w:bookmarkStart w:id="20" w:name="_Toc516581577"/>
      <w:bookmarkStart w:id="21" w:name="_Toc516734751"/>
      <w:bookmarkStart w:id="22" w:name="_Toc516738781"/>
      <w:bookmarkStart w:id="23" w:name="_Toc8212117"/>
      <w:bookmarkEnd w:id="17"/>
      <w:r w:rsidRPr="009F1505">
        <w:t xml:space="preserve">Zamawiający </w:t>
      </w:r>
      <w:r w:rsidRPr="009F1505">
        <w:rPr>
          <w:b/>
        </w:rPr>
        <w:t xml:space="preserve">dopuszcza </w:t>
      </w:r>
      <w:r w:rsidRPr="009F1505">
        <w:t>wykonywanie przedmiotu Zamówienia przez podwykonawców.</w:t>
      </w:r>
      <w:bookmarkEnd w:id="18"/>
    </w:p>
    <w:p w14:paraId="52376387" w14:textId="02F73D81" w:rsidR="006E100D" w:rsidRPr="009F1505" w:rsidRDefault="006E100D" w:rsidP="00531C27">
      <w:pPr>
        <w:ind w:left="709"/>
        <w:jc w:val="both"/>
      </w:pPr>
      <w:r w:rsidRPr="009F1505">
        <w:t>W takim przypadku Wykonawca jest zobowiązany w Formularzu Oferty</w:t>
      </w:r>
      <w:r w:rsidR="007531F2">
        <w:t xml:space="preserve"> wstępnej</w:t>
      </w:r>
      <w:r w:rsidRPr="009F1505">
        <w:t xml:space="preserve"> określić jaką część Zamówienia zamierza powierzyć do realizacji podwykonawcom oraz podać nazwy podwykonawców, jeżeli są już znani</w:t>
      </w:r>
      <w:r w:rsidR="009F1505" w:rsidRPr="009F1505">
        <w:t>.</w:t>
      </w:r>
    </w:p>
    <w:bookmarkEnd w:id="19"/>
    <w:bookmarkEnd w:id="20"/>
    <w:bookmarkEnd w:id="21"/>
    <w:bookmarkEnd w:id="22"/>
    <w:bookmarkEnd w:id="23"/>
    <w:p w14:paraId="31F21CD1" w14:textId="77777777" w:rsidR="00C05971" w:rsidRPr="0089575C" w:rsidRDefault="006E100D" w:rsidP="00F7655B">
      <w:pPr>
        <w:pStyle w:val="Nagwek3"/>
        <w:keepLines w:val="0"/>
      </w:pPr>
      <w:r w:rsidRPr="0089575C">
        <w:lastRenderedPageBreak/>
        <w:t xml:space="preserve">Wszelkie </w:t>
      </w:r>
      <w:r w:rsidR="00C05971" w:rsidRPr="0089575C">
        <w:t>koszty związane z przygotowaniem i dostarczeniem Oferty oraz udziałem Wykonawcy Postępowaniu i w negocjacjach ponosi Wykonawca. Zamawiający nie będzie odpowiedzialny za jakiekolwiek poniesione koszty, niezależnie od wyników Postępowania zakupowego, a Wykonawca zrzeka się dochodzenia jakichkolwiek roszczeń z tego tytułu.</w:t>
      </w:r>
    </w:p>
    <w:p w14:paraId="3048518C" w14:textId="77777777" w:rsidR="006E100D" w:rsidRPr="0089575C" w:rsidRDefault="006E100D" w:rsidP="00F7655B">
      <w:pPr>
        <w:pStyle w:val="Nagwek3"/>
        <w:keepLines w:val="0"/>
      </w:pPr>
      <w:r w:rsidRPr="0089575C">
        <w:t>Postępowanie prowadzone jest w języku polskim. Wszelkie oświadczenia, zawiadomienia, w tym również Umowa, sporządzone będą w języku polskim.</w:t>
      </w:r>
      <w:bookmarkStart w:id="24" w:name="_Toc8212121"/>
    </w:p>
    <w:p w14:paraId="616D369B" w14:textId="66001C84" w:rsidR="00E72964" w:rsidRPr="0089575C" w:rsidRDefault="00E72964" w:rsidP="008816DC">
      <w:pPr>
        <w:pStyle w:val="Nagwek3"/>
      </w:pPr>
      <w:r w:rsidRPr="0089575C">
        <w:t xml:space="preserve">Zamawiający wymaga od Wykonawców zachowania poufności danych dotyczących Zamówienia oraz Zamawiającego uzyskanych w toku niniejszego Postępowania tj. </w:t>
      </w:r>
      <w:r w:rsidR="008816DC" w:rsidRPr="0089575C">
        <w:t>„</w:t>
      </w:r>
      <w:r w:rsidR="007531F2" w:rsidRPr="007531F2">
        <w:t xml:space="preserve">Zakup usługi aktualizacji oprogramowania </w:t>
      </w:r>
      <w:proofErr w:type="spellStart"/>
      <w:r w:rsidR="007531F2" w:rsidRPr="007531F2">
        <w:t>Vertica</w:t>
      </w:r>
      <w:proofErr w:type="spellEnd"/>
      <w:r w:rsidR="008816DC" w:rsidRPr="0089575C">
        <w:t>”.</w:t>
      </w:r>
    </w:p>
    <w:p w14:paraId="35D4D4D7" w14:textId="433387C5" w:rsidR="000C2AD6" w:rsidRPr="0089575C" w:rsidRDefault="000C2AD6" w:rsidP="00F7655B">
      <w:pPr>
        <w:pStyle w:val="Nagwek3"/>
        <w:keepLines w:val="0"/>
        <w:rPr>
          <w:rStyle w:val="wyrnienie"/>
          <w:b w:val="0"/>
        </w:rPr>
      </w:pPr>
      <w:bookmarkStart w:id="25" w:name="_Toc8212122"/>
      <w:bookmarkEnd w:id="24"/>
      <w:r w:rsidRPr="0089575C">
        <w:rPr>
          <w:rStyle w:val="wyrnienie"/>
          <w:b w:val="0"/>
        </w:rPr>
        <w:t>Wszelkie informacje uzyskane przez Strony w związku z udzieleniem Zamówienia, w</w:t>
      </w:r>
      <w:r w:rsidR="00CB3EA4">
        <w:rPr>
          <w:rStyle w:val="wyrnienie"/>
          <w:b w:val="0"/>
        </w:rPr>
        <w:t> </w:t>
      </w:r>
      <w:r w:rsidRPr="0089575C">
        <w:rPr>
          <w:rStyle w:val="wyrnienie"/>
          <w:b w:val="0"/>
        </w:rPr>
        <w:t>tym również treść i warunki Projektu Umowy, mają charakter poufny i mogą być zarówno w trakcie, jak i po wykonaniu Zamówienia, udostępniane osobom trzecim przez Wykonawcę jedynie za zgodą Zamawiającego.</w:t>
      </w:r>
    </w:p>
    <w:p w14:paraId="40F61199" w14:textId="6569AC5C" w:rsidR="00784051" w:rsidRPr="003C4E98" w:rsidRDefault="00784051" w:rsidP="00F7655B">
      <w:pPr>
        <w:pStyle w:val="Nagwek3"/>
        <w:keepLines w:val="0"/>
        <w:rPr>
          <w:color w:val="auto"/>
        </w:rPr>
      </w:pPr>
      <w:r w:rsidRPr="003C4E98">
        <w:rPr>
          <w:color w:val="auto"/>
        </w:rPr>
        <w:t xml:space="preserve">Postępowanie prowadzone jest w celu zawarcia Umowy </w:t>
      </w:r>
      <w:r w:rsidR="00651A1D" w:rsidRPr="003C4E98">
        <w:rPr>
          <w:color w:val="auto"/>
        </w:rPr>
        <w:t xml:space="preserve">z </w:t>
      </w:r>
      <w:r w:rsidRPr="003C4E98">
        <w:rPr>
          <w:color w:val="auto"/>
        </w:rPr>
        <w:t>Wykonawc</w:t>
      </w:r>
      <w:r w:rsidR="007531F2">
        <w:rPr>
          <w:color w:val="auto"/>
        </w:rPr>
        <w:t>ą</w:t>
      </w:r>
      <w:r w:rsidRPr="003C4E98">
        <w:rPr>
          <w:color w:val="auto"/>
        </w:rPr>
        <w:t>, któr</w:t>
      </w:r>
      <w:r w:rsidR="007531F2">
        <w:rPr>
          <w:color w:val="auto"/>
        </w:rPr>
        <w:t>ego</w:t>
      </w:r>
      <w:r w:rsidRPr="003C4E98">
        <w:rPr>
          <w:color w:val="auto"/>
        </w:rPr>
        <w:t xml:space="preserve"> Ofert</w:t>
      </w:r>
      <w:r w:rsidR="007531F2">
        <w:rPr>
          <w:color w:val="auto"/>
        </w:rPr>
        <w:t>a</w:t>
      </w:r>
      <w:r w:rsidRPr="003C4E98">
        <w:rPr>
          <w:color w:val="auto"/>
        </w:rPr>
        <w:t xml:space="preserve"> zostan</w:t>
      </w:r>
      <w:r w:rsidR="007531F2">
        <w:rPr>
          <w:color w:val="auto"/>
        </w:rPr>
        <w:t>ie</w:t>
      </w:r>
      <w:r w:rsidRPr="003C4E98">
        <w:rPr>
          <w:color w:val="auto"/>
        </w:rPr>
        <w:t xml:space="preserve"> uznan</w:t>
      </w:r>
      <w:r w:rsidR="007531F2">
        <w:rPr>
          <w:color w:val="auto"/>
        </w:rPr>
        <w:t>a</w:t>
      </w:r>
      <w:r w:rsidRPr="003C4E98">
        <w:rPr>
          <w:color w:val="auto"/>
        </w:rPr>
        <w:t xml:space="preserve"> za najkorzystniejsz</w:t>
      </w:r>
      <w:r w:rsidR="007531F2">
        <w:rPr>
          <w:color w:val="auto"/>
        </w:rPr>
        <w:t>ą</w:t>
      </w:r>
      <w:r w:rsidRPr="003C4E98">
        <w:rPr>
          <w:color w:val="auto"/>
        </w:rPr>
        <w:t>, tj. otrzyma największą liczbę punktów</w:t>
      </w:r>
      <w:r w:rsidR="00EB676D">
        <w:rPr>
          <w:color w:val="auto"/>
        </w:rPr>
        <w:t xml:space="preserve"> </w:t>
      </w:r>
      <w:r w:rsidRPr="003C4E98">
        <w:rPr>
          <w:color w:val="auto"/>
        </w:rPr>
        <w:t>w procesie oceny Ofert, przeprowadzonym według kryteriów określonych w</w:t>
      </w:r>
      <w:r w:rsidR="00CB3EA4">
        <w:rPr>
          <w:color w:val="auto"/>
        </w:rPr>
        <w:t> </w:t>
      </w:r>
      <w:r w:rsidRPr="003C4E98">
        <w:rPr>
          <w:color w:val="auto"/>
        </w:rPr>
        <w:t xml:space="preserve">rozdziale </w:t>
      </w:r>
      <w:r w:rsidR="00827A74" w:rsidRPr="003C4E98">
        <w:rPr>
          <w:color w:val="auto"/>
        </w:rPr>
        <w:t xml:space="preserve">13 </w:t>
      </w:r>
      <w:r w:rsidRPr="003C4E98">
        <w:rPr>
          <w:color w:val="auto"/>
        </w:rPr>
        <w:t>SWZ.</w:t>
      </w:r>
    </w:p>
    <w:p w14:paraId="22D9743A" w14:textId="135A77D0" w:rsidR="006E100D" w:rsidRPr="0089575C" w:rsidRDefault="006E100D" w:rsidP="00F7655B">
      <w:pPr>
        <w:pStyle w:val="Nagwek3"/>
        <w:keepLines w:val="0"/>
        <w:rPr>
          <w:rStyle w:val="wyrnienie"/>
          <w:b w:val="0"/>
        </w:rPr>
      </w:pPr>
      <w:r w:rsidRPr="0089575C">
        <w:rPr>
          <w:rStyle w:val="wyrnienie"/>
          <w:b w:val="0"/>
        </w:rPr>
        <w:t>Zamawiający informuje, że Postępowanie o Zamówienie niepubliczne będzie prowadzone z</w:t>
      </w:r>
      <w:r w:rsidR="009C29A9">
        <w:rPr>
          <w:rStyle w:val="wyrnienie"/>
          <w:b w:val="0"/>
        </w:rPr>
        <w:t> </w:t>
      </w:r>
      <w:r w:rsidRPr="0089575C">
        <w:rPr>
          <w:rStyle w:val="wyrnienie"/>
          <w:b w:val="0"/>
        </w:rPr>
        <w:t>wykorzystaniem Systemu Zakupowego. Szczegóły dotyczące Systemu i</w:t>
      </w:r>
      <w:r w:rsidR="00CB3EA4">
        <w:rPr>
          <w:rStyle w:val="wyrnienie"/>
          <w:b w:val="0"/>
        </w:rPr>
        <w:t> </w:t>
      </w:r>
      <w:r w:rsidRPr="0089575C">
        <w:rPr>
          <w:rStyle w:val="wyrnienie"/>
          <w:b w:val="0"/>
        </w:rPr>
        <w:t>elektronicznego składania Ofert wskazane zostały w pkt 19 SWZ.</w:t>
      </w:r>
      <w:bookmarkEnd w:id="25"/>
    </w:p>
    <w:p w14:paraId="0B4C8D92" w14:textId="77777777" w:rsidR="006E100D" w:rsidRPr="0089575C" w:rsidRDefault="006E100D" w:rsidP="00651A1D">
      <w:pPr>
        <w:pStyle w:val="Nagwek1"/>
      </w:pPr>
      <w:r w:rsidRPr="0089575C">
        <w:t xml:space="preserve">OPIS PRZEDMIOTU ZAMÓWIENIA </w:t>
      </w:r>
    </w:p>
    <w:p w14:paraId="12DFCBDF" w14:textId="75D83280" w:rsidR="006E100D" w:rsidRPr="0089575C" w:rsidRDefault="009A7377" w:rsidP="009A7377">
      <w:pPr>
        <w:pStyle w:val="Nagwek2"/>
      </w:pPr>
      <w:bookmarkStart w:id="26" w:name="_Toc516566314"/>
      <w:bookmarkStart w:id="27" w:name="_Toc516581582"/>
      <w:bookmarkStart w:id="28" w:name="_Toc243294538"/>
      <w:r w:rsidRPr="007F0328">
        <w:t xml:space="preserve">Przedmiotem zamówienia jest usługa aktualizacja oprogramowania firmy </w:t>
      </w:r>
      <w:proofErr w:type="spellStart"/>
      <w:r w:rsidRPr="007F0328">
        <w:t>OpenText</w:t>
      </w:r>
      <w:proofErr w:type="spellEnd"/>
      <w:r w:rsidRPr="007F0328">
        <w:t xml:space="preserve"> Analytics Database (</w:t>
      </w:r>
      <w:proofErr w:type="spellStart"/>
      <w:r w:rsidRPr="007F0328">
        <w:t>Vertica</w:t>
      </w:r>
      <w:proofErr w:type="spellEnd"/>
      <w:r w:rsidRPr="007F0328">
        <w:t xml:space="preserve">) na dwóch środowiskach PGES (DEV oraz PRD)z obecnie posiadanej wersji „12.0.4-0” zainstalowanej na RHEL 7.9 do najnowszej </w:t>
      </w:r>
      <w:r w:rsidR="00D9536F" w:rsidRPr="007F0328">
        <w:t xml:space="preserve">stabilnej </w:t>
      </w:r>
      <w:r w:rsidRPr="007F0328">
        <w:t>dostępnej wersji oprogramowania na dzień podpisania</w:t>
      </w:r>
      <w:r>
        <w:t xml:space="preserve"> umowy Upgrade na środowisku produkcyjnym </w:t>
      </w:r>
      <w:r w:rsidR="00EB676D">
        <w:t xml:space="preserve">                       </w:t>
      </w:r>
      <w:r>
        <w:t>i developerskim.</w:t>
      </w:r>
    </w:p>
    <w:p w14:paraId="2E9CD579" w14:textId="2A4B0956" w:rsidR="006E100D" w:rsidRPr="00521FAC" w:rsidRDefault="00F35931" w:rsidP="00F35931">
      <w:pPr>
        <w:pStyle w:val="Nagwek2"/>
        <w:rPr>
          <w:szCs w:val="18"/>
        </w:rPr>
      </w:pPr>
      <w:bookmarkStart w:id="29" w:name="_Toc516566315"/>
      <w:bookmarkStart w:id="30" w:name="_Toc516581583"/>
      <w:bookmarkStart w:id="31" w:name="_Toc516734757"/>
      <w:bookmarkStart w:id="32" w:name="_Toc516738787"/>
      <w:bookmarkStart w:id="33" w:name="_Toc8212126"/>
      <w:bookmarkStart w:id="34" w:name="_Toc516734756"/>
      <w:bookmarkStart w:id="35" w:name="_Toc516738786"/>
      <w:bookmarkStart w:id="36" w:name="_Toc8212125"/>
      <w:r w:rsidRPr="00F35931">
        <w:rPr>
          <w:szCs w:val="18"/>
        </w:rPr>
        <w:t>Szczegółowy opis przedmiotu zamówienia i zasad</w:t>
      </w:r>
      <w:r>
        <w:rPr>
          <w:szCs w:val="18"/>
        </w:rPr>
        <w:t>y</w:t>
      </w:r>
      <w:r w:rsidRPr="00F35931">
        <w:rPr>
          <w:szCs w:val="18"/>
        </w:rPr>
        <w:t xml:space="preserve"> współpracy stron</w:t>
      </w:r>
      <w:r w:rsidR="008816DC" w:rsidRPr="0089575C">
        <w:t xml:space="preserve"> </w:t>
      </w:r>
      <w:r w:rsidR="006E100D" w:rsidRPr="0089575C">
        <w:t>zostały określone w</w:t>
      </w:r>
      <w:r w:rsidR="009C29A9">
        <w:t> </w:t>
      </w:r>
      <w:r w:rsidR="006E100D" w:rsidRPr="0089575C">
        <w:t xml:space="preserve">załączonym </w:t>
      </w:r>
      <w:r w:rsidR="009A7377">
        <w:t>Opisie przedmiotu zamówienia</w:t>
      </w:r>
      <w:r w:rsidR="006E100D" w:rsidRPr="0089575C">
        <w:t xml:space="preserve">, który stanowi </w:t>
      </w:r>
      <w:r w:rsidR="006E100D" w:rsidRPr="0089575C">
        <w:rPr>
          <w:b/>
        </w:rPr>
        <w:t xml:space="preserve">Załącznik nr </w:t>
      </w:r>
      <w:r w:rsidR="007531F2">
        <w:rPr>
          <w:b/>
        </w:rPr>
        <w:t>1</w:t>
      </w:r>
      <w:r w:rsidR="00621D7C" w:rsidRPr="0089575C">
        <w:rPr>
          <w:b/>
        </w:rPr>
        <w:t xml:space="preserve"> </w:t>
      </w:r>
      <w:r w:rsidR="006E100D" w:rsidRPr="005E68F4">
        <w:rPr>
          <w:b/>
          <w:bCs/>
          <w:szCs w:val="18"/>
        </w:rPr>
        <w:t>do SWZ</w:t>
      </w:r>
      <w:r w:rsidR="00FF3796" w:rsidRPr="005E68F4">
        <w:rPr>
          <w:b/>
          <w:bCs/>
          <w:szCs w:val="18"/>
        </w:rPr>
        <w:t xml:space="preserve"> Wstępnej</w:t>
      </w:r>
      <w:r w:rsidR="006E100D" w:rsidRPr="005E68F4">
        <w:rPr>
          <w:b/>
          <w:bCs/>
          <w:szCs w:val="18"/>
        </w:rPr>
        <w:t>.</w:t>
      </w:r>
      <w:bookmarkEnd w:id="29"/>
      <w:bookmarkEnd w:id="30"/>
      <w:bookmarkEnd w:id="31"/>
      <w:bookmarkEnd w:id="32"/>
      <w:bookmarkEnd w:id="33"/>
      <w:r w:rsidR="006E100D" w:rsidRPr="00521FAC">
        <w:rPr>
          <w:szCs w:val="18"/>
        </w:rPr>
        <w:t xml:space="preserve"> </w:t>
      </w:r>
    </w:p>
    <w:p w14:paraId="58587AB7" w14:textId="5AB0BB9B" w:rsidR="006E100D" w:rsidRPr="0089575C" w:rsidRDefault="00521FAC" w:rsidP="007531F2">
      <w:pPr>
        <w:ind w:left="993" w:hanging="993"/>
        <w:jc w:val="both"/>
        <w:rPr>
          <w:szCs w:val="18"/>
        </w:rPr>
      </w:pPr>
      <w:r w:rsidRPr="00B67F8E">
        <w:rPr>
          <w:rFonts w:eastAsiaTheme="majorEastAsia" w:cstheme="majorBidi"/>
          <w:color w:val="000000" w:themeColor="text1"/>
          <w:szCs w:val="18"/>
        </w:rPr>
        <w:t>2.4.</w:t>
      </w:r>
      <w:r w:rsidRPr="00B67F8E">
        <w:rPr>
          <w:rFonts w:eastAsiaTheme="majorEastAsia" w:cstheme="majorBidi"/>
          <w:color w:val="000000" w:themeColor="text1"/>
          <w:szCs w:val="18"/>
        </w:rPr>
        <w:tab/>
      </w:r>
      <w:r w:rsidR="006E100D" w:rsidRPr="0089575C">
        <w:rPr>
          <w:szCs w:val="18"/>
        </w:rPr>
        <w:t xml:space="preserve">Oferty częściowe. </w:t>
      </w:r>
    </w:p>
    <w:p w14:paraId="5568B158" w14:textId="77777777" w:rsidR="008816DC" w:rsidRPr="0089575C" w:rsidRDefault="006E100D" w:rsidP="008816DC">
      <w:pPr>
        <w:pStyle w:val="Nagwek3"/>
        <w:keepLines w:val="0"/>
      </w:pPr>
      <w:r w:rsidRPr="0089575C">
        <w:t xml:space="preserve">Zamawiający </w:t>
      </w:r>
      <w:r w:rsidRPr="0089575C">
        <w:rPr>
          <w:b/>
        </w:rPr>
        <w:t>nie dopuszcza</w:t>
      </w:r>
      <w:r w:rsidRPr="0089575C">
        <w:t xml:space="preserve"> składania Ofert częściowych.</w:t>
      </w:r>
      <w:bookmarkEnd w:id="26"/>
      <w:bookmarkEnd w:id="27"/>
      <w:r w:rsidRPr="0089575C">
        <w:t xml:space="preserve"> </w:t>
      </w:r>
      <w:bookmarkEnd w:id="28"/>
      <w:bookmarkEnd w:id="34"/>
      <w:bookmarkEnd w:id="35"/>
      <w:bookmarkEnd w:id="36"/>
    </w:p>
    <w:p w14:paraId="2C686845" w14:textId="77777777" w:rsidR="006E100D" w:rsidRPr="0089575C" w:rsidRDefault="006E100D" w:rsidP="00651A1D">
      <w:pPr>
        <w:pStyle w:val="Nagwek1"/>
      </w:pPr>
      <w:r w:rsidRPr="0089575C">
        <w:t xml:space="preserve">WIZJA LOKALNA LUB </w:t>
      </w:r>
      <w:r w:rsidR="0049544C" w:rsidRPr="0089575C">
        <w:t>WERYFIKACJA</w:t>
      </w:r>
      <w:r w:rsidRPr="0089575C">
        <w:t xml:space="preserve"> DOKUMENTÓW </w:t>
      </w:r>
    </w:p>
    <w:p w14:paraId="3C74D6BD" w14:textId="77777777" w:rsidR="0049544C" w:rsidRPr="0089575C" w:rsidRDefault="0049544C" w:rsidP="00F7655B">
      <w:pPr>
        <w:pStyle w:val="Nagwek2"/>
        <w:keepNext w:val="0"/>
        <w:keepLines w:val="0"/>
      </w:pPr>
      <w:r w:rsidRPr="0089575C">
        <w:t>Zamawiający nie przewiduje wizji lokalnej ani weryfikacji dokumentów Zamawiającego, niezbędnych do realizacji Zamówienia.</w:t>
      </w:r>
      <w:r w:rsidR="006E100D" w:rsidRPr="0089575C">
        <w:t xml:space="preserve"> </w:t>
      </w:r>
    </w:p>
    <w:p w14:paraId="695EE8EC" w14:textId="77777777" w:rsidR="006E100D" w:rsidRPr="00FF3796" w:rsidRDefault="006E100D" w:rsidP="00651A1D">
      <w:pPr>
        <w:pStyle w:val="Nagwek1"/>
      </w:pPr>
      <w:r w:rsidRPr="00FF3796">
        <w:lastRenderedPageBreak/>
        <w:t>TERMIN WYKONANIA ZAMÓWIENIA</w:t>
      </w:r>
    </w:p>
    <w:p w14:paraId="791AA4E2" w14:textId="12F556AD" w:rsidR="00542277" w:rsidRPr="00FF3796" w:rsidRDefault="006E100D" w:rsidP="00F249D4">
      <w:pPr>
        <w:pStyle w:val="Nagwek2"/>
        <w:rPr>
          <w:szCs w:val="18"/>
        </w:rPr>
      </w:pPr>
      <w:r w:rsidRPr="00FF3796">
        <w:t xml:space="preserve">Przedmiot Zamówienia będzie realizowany </w:t>
      </w:r>
      <w:r w:rsidR="00FF3796" w:rsidRPr="00FF3796">
        <w:t>w terminie 15 Dni Roboczych od dnia zawarcia Umowy</w:t>
      </w:r>
      <w:r w:rsidR="00ED0434" w:rsidRPr="00FF3796">
        <w:t>.</w:t>
      </w:r>
      <w:r w:rsidRPr="00FF3796">
        <w:t xml:space="preserve"> </w:t>
      </w:r>
    </w:p>
    <w:p w14:paraId="0E347BAC" w14:textId="77777777" w:rsidR="006E100D" w:rsidRPr="0089575C" w:rsidRDefault="006E100D" w:rsidP="009C29A9">
      <w:pPr>
        <w:pStyle w:val="Nagwek1"/>
      </w:pPr>
      <w:bookmarkStart w:id="37" w:name="_Toc354752376"/>
      <w:bookmarkStart w:id="38" w:name="_Toc516581596"/>
      <w:bookmarkStart w:id="39" w:name="_Toc8212140"/>
      <w:r w:rsidRPr="0089575C">
        <w:t xml:space="preserve">PODSTAWY WYKLUCZENIA Z POSTĘPOWANIA ORAZ WARUNKI UDZIAŁU W POSTĘPOWANIU </w:t>
      </w:r>
      <w:bookmarkEnd w:id="37"/>
      <w:bookmarkEnd w:id="38"/>
      <w:bookmarkEnd w:id="39"/>
    </w:p>
    <w:p w14:paraId="0E793BD8" w14:textId="77777777" w:rsidR="006E100D" w:rsidRPr="0089575C" w:rsidRDefault="006E100D" w:rsidP="00842E5C">
      <w:pPr>
        <w:pStyle w:val="Nagwek2"/>
        <w:keepLines w:val="0"/>
        <w:rPr>
          <w:rFonts w:ascii="Verdana" w:hAnsi="Verdana"/>
          <w:szCs w:val="18"/>
        </w:rPr>
      </w:pPr>
      <w:bookmarkStart w:id="40" w:name="_Toc516734772"/>
      <w:bookmarkStart w:id="41" w:name="_Toc516738802"/>
      <w:bookmarkStart w:id="42" w:name="_Toc8212141"/>
      <w:bookmarkStart w:id="43" w:name="_Toc354752377"/>
      <w:bookmarkStart w:id="44" w:name="_Toc516566329"/>
      <w:bookmarkStart w:id="45" w:name="_Toc516581597"/>
      <w:r w:rsidRPr="0089575C">
        <w:rPr>
          <w:rFonts w:ascii="Verdana" w:hAnsi="Verdana"/>
          <w:szCs w:val="18"/>
        </w:rPr>
        <w:t>O udzielenie Zakupu mogą ubiegać się Wykonawcy, którzy:</w:t>
      </w:r>
      <w:bookmarkEnd w:id="40"/>
      <w:bookmarkEnd w:id="41"/>
      <w:bookmarkEnd w:id="42"/>
    </w:p>
    <w:p w14:paraId="5BF99673" w14:textId="77777777" w:rsidR="006E100D" w:rsidRPr="0089575C" w:rsidRDefault="005F24E3" w:rsidP="00F7655B">
      <w:pPr>
        <w:pStyle w:val="Nagwek3"/>
        <w:keepLines w:val="0"/>
        <w:rPr>
          <w:b/>
        </w:rPr>
      </w:pPr>
      <w:bookmarkStart w:id="46" w:name="_Toc516734773"/>
      <w:bookmarkStart w:id="47" w:name="_Toc516738803"/>
      <w:bookmarkStart w:id="48" w:name="_Toc8212142"/>
      <w:bookmarkStart w:id="49" w:name="_Toc354752378"/>
      <w:bookmarkStart w:id="50" w:name="_Toc516566330"/>
      <w:bookmarkStart w:id="51" w:name="_Toc516581598"/>
      <w:bookmarkEnd w:id="43"/>
      <w:bookmarkEnd w:id="44"/>
      <w:bookmarkEnd w:id="45"/>
      <w:r w:rsidRPr="0089575C">
        <w:rPr>
          <w:rStyle w:val="Nagwek3Znak"/>
          <w:b/>
        </w:rPr>
        <w:t>n</w:t>
      </w:r>
      <w:r w:rsidR="006E100D" w:rsidRPr="0089575C">
        <w:rPr>
          <w:rStyle w:val="Nagwek3Znak"/>
          <w:b/>
        </w:rPr>
        <w:t xml:space="preserve">ie </w:t>
      </w:r>
      <w:r w:rsidR="006E100D" w:rsidRPr="0089575C">
        <w:rPr>
          <w:b/>
        </w:rPr>
        <w:t>podlegają wykluczeniu, na podstawie pkt 9.4.2.1 – 9.4.2.14 Procedury</w:t>
      </w:r>
    </w:p>
    <w:bookmarkEnd w:id="46"/>
    <w:bookmarkEnd w:id="47"/>
    <w:bookmarkEnd w:id="48"/>
    <w:bookmarkEnd w:id="49"/>
    <w:bookmarkEnd w:id="50"/>
    <w:bookmarkEnd w:id="51"/>
    <w:p w14:paraId="110D9079" w14:textId="0B91C3C0" w:rsidR="007F6FB5" w:rsidRPr="0089575C" w:rsidRDefault="007F6FB5" w:rsidP="007F0328">
      <w:pPr>
        <w:numPr>
          <w:ilvl w:val="2"/>
          <w:numId w:val="4"/>
        </w:numPr>
        <w:ind w:left="993" w:firstLine="0"/>
        <w:jc w:val="both"/>
        <w:rPr>
          <w:i/>
        </w:rPr>
      </w:pPr>
      <w:r w:rsidRPr="0089575C">
        <w:rPr>
          <w:i/>
        </w:rPr>
        <w:t xml:space="preserve">Z Postępowania zakupowego można wykluczyć Wykonawcę (fakultatywne </w:t>
      </w:r>
      <w:r w:rsidR="007F0328">
        <w:rPr>
          <w:i/>
        </w:rPr>
        <w:t xml:space="preserve"> </w:t>
      </w:r>
      <w:r w:rsidRPr="0089575C">
        <w:rPr>
          <w:i/>
        </w:rPr>
        <w:t>przesłanki wykluczenia), jeżeli:</w:t>
      </w:r>
    </w:p>
    <w:p w14:paraId="506C2B80" w14:textId="77777777" w:rsidR="007F6FB5" w:rsidRPr="0089575C" w:rsidRDefault="007F6FB5" w:rsidP="00F7655B">
      <w:pPr>
        <w:ind w:left="1051"/>
        <w:jc w:val="both"/>
        <w:rPr>
          <w:i/>
        </w:rPr>
      </w:pPr>
      <w:r w:rsidRPr="0089575C">
        <w:rPr>
          <w:i/>
        </w:rPr>
        <w:t>9.4.2.1 Wykonawca nie spełnia lub nie wykazał spełnienia warunków udziału w Postępowaniu zakupowym,</w:t>
      </w:r>
    </w:p>
    <w:p w14:paraId="60CDBA85" w14:textId="77777777" w:rsidR="007F6FB5" w:rsidRPr="0089575C" w:rsidRDefault="007F6FB5" w:rsidP="00F7655B">
      <w:pPr>
        <w:ind w:left="1051"/>
        <w:jc w:val="both"/>
        <w:rPr>
          <w:i/>
        </w:rPr>
      </w:pPr>
      <w:r w:rsidRPr="0089575C">
        <w:rPr>
          <w:i/>
        </w:rPr>
        <w:t>9.4.2.2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4F79652B" w14:textId="77777777" w:rsidR="007F6FB5" w:rsidRPr="0089575C" w:rsidRDefault="007F6FB5" w:rsidP="00F7655B">
      <w:pPr>
        <w:ind w:left="1051"/>
        <w:jc w:val="both"/>
        <w:rPr>
          <w:i/>
        </w:rPr>
      </w:pPr>
      <w:bookmarkStart w:id="52" w:name="_Ref57313679"/>
      <w:r w:rsidRPr="0089575C">
        <w:rPr>
          <w:i/>
        </w:rPr>
        <w:t>9.4.2.2.1 udziału w zorganizowanej grupie przestępczej albo związku mającym na celu popełnienie przestępstwa lub przestępstwa skarbowego, o którym mowa w art. 258 Kodeksu karnego,</w:t>
      </w:r>
      <w:bookmarkEnd w:id="52"/>
    </w:p>
    <w:p w14:paraId="7F2B0F30" w14:textId="77777777" w:rsidR="007F6FB5" w:rsidRPr="0089575C" w:rsidRDefault="007F6FB5" w:rsidP="00F7655B">
      <w:pPr>
        <w:ind w:left="1051"/>
        <w:jc w:val="both"/>
        <w:rPr>
          <w:i/>
        </w:rPr>
      </w:pPr>
      <w:r w:rsidRPr="0089575C">
        <w:rPr>
          <w:i/>
        </w:rPr>
        <w:t>9.4.2.2.2 handlu ludźmi, o którym mowa w art. 189a Kodeksu karnego,</w:t>
      </w:r>
    </w:p>
    <w:p w14:paraId="31F2AC35" w14:textId="77777777" w:rsidR="007F6FB5" w:rsidRPr="0089575C" w:rsidRDefault="007F6FB5" w:rsidP="00F7655B">
      <w:pPr>
        <w:ind w:left="1051"/>
        <w:jc w:val="both"/>
        <w:rPr>
          <w:i/>
        </w:rPr>
      </w:pPr>
      <w:r w:rsidRPr="0089575C">
        <w:rPr>
          <w:i/>
        </w:rPr>
        <w:t>9.4.2.2.3 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r w:rsidRPr="0089575C" w:rsidDel="00A63466">
        <w:rPr>
          <w:i/>
        </w:rPr>
        <w:t xml:space="preserve"> </w:t>
      </w:r>
    </w:p>
    <w:p w14:paraId="45C54C30" w14:textId="77777777" w:rsidR="007F6FB5" w:rsidRPr="0089575C" w:rsidRDefault="007F6FB5" w:rsidP="00F7655B">
      <w:pPr>
        <w:ind w:left="1051"/>
        <w:jc w:val="both"/>
        <w:rPr>
          <w:i/>
        </w:rPr>
      </w:pPr>
      <w:r w:rsidRPr="0089575C">
        <w:rPr>
          <w:i/>
        </w:rPr>
        <w:t>9.4.2.2.4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D08AC99" w14:textId="77777777" w:rsidR="007F6FB5" w:rsidRPr="0089575C" w:rsidRDefault="007F6FB5" w:rsidP="00F7655B">
      <w:pPr>
        <w:ind w:left="1051"/>
        <w:jc w:val="both"/>
        <w:rPr>
          <w:i/>
        </w:rPr>
      </w:pPr>
      <w:r w:rsidRPr="0089575C">
        <w:rPr>
          <w:i/>
        </w:rPr>
        <w:t>9.4.2.2.5 o charakterze terrorystycznym, o którym mowa w art. 115 § 20 Kodeksu karnego, lub mające na celu popełnienie tego przestępstwa,</w:t>
      </w:r>
    </w:p>
    <w:p w14:paraId="10D23749" w14:textId="77777777" w:rsidR="007F6FB5" w:rsidRPr="0089575C" w:rsidRDefault="007F6FB5" w:rsidP="00F7655B">
      <w:pPr>
        <w:ind w:left="1051"/>
        <w:jc w:val="both"/>
        <w:rPr>
          <w:i/>
        </w:rPr>
      </w:pPr>
      <w:r w:rsidRPr="0089575C">
        <w:rPr>
          <w:i/>
        </w:rPr>
        <w:t>9.4.2.2.6. pracy małoletnich cudzoziemców, o których mowa w art. 9 ust. 2 ustawy z dnia 15 czerwca 2012 r. o skutkach powierzania wykonywania pracy cudzoziemcom przebywającym wbrew przepisom na terytorium Rzeczypospolitej Polskiej (Dz. U. poz. 769),</w:t>
      </w:r>
    </w:p>
    <w:p w14:paraId="6B9FACDB" w14:textId="77777777" w:rsidR="007F6FB5" w:rsidRPr="0089575C" w:rsidRDefault="007F6FB5" w:rsidP="00F7655B">
      <w:pPr>
        <w:ind w:left="1051"/>
        <w:jc w:val="both"/>
        <w:rPr>
          <w:i/>
        </w:rPr>
      </w:pPr>
      <w:bookmarkStart w:id="53" w:name="_Ref57313696"/>
      <w:r w:rsidRPr="0089575C">
        <w:rPr>
          <w:i/>
        </w:rPr>
        <w:t>9.4.2.2.7 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53"/>
    </w:p>
    <w:p w14:paraId="67B73662" w14:textId="77777777" w:rsidR="007F6FB5" w:rsidRPr="0089575C" w:rsidRDefault="007F6FB5" w:rsidP="00F7655B">
      <w:pPr>
        <w:ind w:left="1051"/>
        <w:jc w:val="both"/>
        <w:rPr>
          <w:i/>
        </w:rPr>
      </w:pPr>
      <w:r w:rsidRPr="0089575C">
        <w:rPr>
          <w:i/>
        </w:rPr>
        <w:t xml:space="preserve">- lub za odpowiedni czyn zabroniony określony w przepisach prawa obcego. </w:t>
      </w:r>
    </w:p>
    <w:p w14:paraId="7AAE2BEF" w14:textId="77777777" w:rsidR="007F6FB5" w:rsidRPr="0089575C" w:rsidRDefault="007F6FB5" w:rsidP="00F7655B">
      <w:pPr>
        <w:ind w:left="1051"/>
        <w:jc w:val="both"/>
        <w:rPr>
          <w:i/>
        </w:rPr>
      </w:pPr>
      <w:bookmarkStart w:id="54" w:name="_Ref57313769"/>
      <w:r w:rsidRPr="0089575C">
        <w:rPr>
          <w:i/>
        </w:rPr>
        <w:t>9.4.2.3 Wobec Wykonawcy orzeczono zakaz ubiegania się o zamówienia publiczne,</w:t>
      </w:r>
      <w:bookmarkEnd w:id="54"/>
    </w:p>
    <w:p w14:paraId="06D863F8" w14:textId="77777777" w:rsidR="007F6FB5" w:rsidRPr="0089575C" w:rsidRDefault="007F6FB5" w:rsidP="00F7655B">
      <w:pPr>
        <w:ind w:left="1051"/>
        <w:jc w:val="both"/>
        <w:rPr>
          <w:i/>
        </w:rPr>
      </w:pPr>
      <w:bookmarkStart w:id="55" w:name="_Ref57313842"/>
      <w:r w:rsidRPr="0089575C">
        <w:rPr>
          <w:i/>
        </w:rPr>
        <w:t>9.4.2.4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w:t>
      </w:r>
      <w:r w:rsidRPr="0089575C" w:rsidDel="003E627A">
        <w:rPr>
          <w:i/>
        </w:rPr>
        <w:t xml:space="preserve"> </w:t>
      </w:r>
      <w:r w:rsidRPr="0089575C">
        <w:rPr>
          <w:i/>
        </w:rPr>
        <w:t>niezależnie od siebie,</w:t>
      </w:r>
      <w:bookmarkEnd w:id="55"/>
    </w:p>
    <w:p w14:paraId="367FC330" w14:textId="77777777" w:rsidR="007F6FB5" w:rsidRPr="0089575C" w:rsidRDefault="007F6FB5" w:rsidP="00F7655B">
      <w:pPr>
        <w:ind w:left="1051"/>
        <w:jc w:val="both"/>
        <w:rPr>
          <w:i/>
        </w:rPr>
      </w:pPr>
      <w:bookmarkStart w:id="56" w:name="_Ref57313876"/>
      <w:r w:rsidRPr="0089575C">
        <w:rPr>
          <w:i/>
        </w:rPr>
        <w:t>9.4.2.5 Wykonawca bezprawnie wpływał lub próbował wpływać na czynności Zamawiającego lub próbował pozyskać lub pozyskał informacje poufne, mogące dać mu przewagę w Postępowaniu zakupowym,</w:t>
      </w:r>
      <w:bookmarkEnd w:id="56"/>
    </w:p>
    <w:p w14:paraId="5E6FD4B7" w14:textId="77777777" w:rsidR="007F6FB5" w:rsidRPr="0089575C" w:rsidRDefault="007F6FB5" w:rsidP="00F7655B">
      <w:pPr>
        <w:ind w:left="1051"/>
        <w:jc w:val="both"/>
        <w:rPr>
          <w:i/>
        </w:rPr>
      </w:pPr>
      <w:r w:rsidRPr="0089575C">
        <w:rPr>
          <w:i/>
        </w:rPr>
        <w:lastRenderedPageBreak/>
        <w:t>9.4.2.6 Wykonawca nie daje rękojmi należytego wykonania Zakupu z uwagi na prowadzone przeciwko niemu lub członkom organów spółki Wykonawcy postępowanie o popełnienie przestępstwa w związku z prowadzoną działalnością gospodarczą,</w:t>
      </w:r>
    </w:p>
    <w:p w14:paraId="034046E0" w14:textId="77777777" w:rsidR="007F6FB5" w:rsidRPr="0089575C" w:rsidRDefault="007F6FB5" w:rsidP="00F7655B">
      <w:pPr>
        <w:ind w:left="1051"/>
        <w:jc w:val="both"/>
        <w:rPr>
          <w:i/>
        </w:rPr>
      </w:pPr>
      <w:bookmarkStart w:id="57" w:name="_Ref57313901"/>
      <w:r w:rsidRPr="0089575C">
        <w:rPr>
          <w:i/>
        </w:rPr>
        <w:t>9.4.2.7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57"/>
    </w:p>
    <w:p w14:paraId="53EBC369" w14:textId="77777777" w:rsidR="007F6FB5" w:rsidRPr="0089575C" w:rsidRDefault="007F6FB5" w:rsidP="00F7655B">
      <w:pPr>
        <w:ind w:left="1051"/>
        <w:jc w:val="both"/>
        <w:rPr>
          <w:i/>
        </w:rPr>
      </w:pPr>
      <w:r w:rsidRPr="0089575C">
        <w:rPr>
          <w:i/>
        </w:rPr>
        <w:t>9.4.2.8 Wykonawca, który nie wykonał lub nienależycie wykonał zobowiązanie wynikające z innej Umowy zakupowej zawartej ze Spółką GK PGE lub innymi podmiotami.</w:t>
      </w:r>
    </w:p>
    <w:p w14:paraId="16B46A4B" w14:textId="77777777" w:rsidR="007F6FB5" w:rsidRPr="0089575C" w:rsidRDefault="007F6FB5" w:rsidP="00F7655B">
      <w:pPr>
        <w:ind w:left="1051"/>
        <w:jc w:val="both"/>
        <w:rPr>
          <w:i/>
        </w:rPr>
      </w:pPr>
      <w:r w:rsidRPr="0089575C">
        <w:rPr>
          <w:i/>
        </w:rPr>
        <w:t>9.4.2.9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225E6CE1" w14:textId="77777777" w:rsidR="007F6FB5" w:rsidRPr="0089575C" w:rsidRDefault="007F6FB5" w:rsidP="00F7655B">
      <w:pPr>
        <w:ind w:left="1051"/>
        <w:jc w:val="both"/>
        <w:rPr>
          <w:i/>
        </w:rPr>
      </w:pPr>
      <w:bookmarkStart w:id="58" w:name="_Ref57313921"/>
      <w:r w:rsidRPr="0089575C">
        <w:rPr>
          <w:i/>
        </w:rPr>
        <w:t xml:space="preserve">9.4.2.2.10 Wykonawca nie wykonał Umowy zakupowej zawartej przez danego Zamawiającego lub wykonał ją nienależycie, </w:t>
      </w:r>
    </w:p>
    <w:p w14:paraId="1B83BEF8" w14:textId="77777777" w:rsidR="007F6FB5" w:rsidRPr="0089575C" w:rsidRDefault="007F6FB5" w:rsidP="00F7655B">
      <w:pPr>
        <w:ind w:left="1051"/>
        <w:jc w:val="both"/>
        <w:rPr>
          <w:i/>
        </w:rPr>
      </w:pPr>
      <w:r w:rsidRPr="0089575C">
        <w:rPr>
          <w:i/>
        </w:rPr>
        <w:t xml:space="preserve">9.4.2.2.11 Wykonawca odmówił zawarcia Umowy po przeprowadzonym Postępowaniu zakupowym, </w:t>
      </w:r>
      <w:bookmarkEnd w:id="58"/>
    </w:p>
    <w:p w14:paraId="2841F1A8" w14:textId="77777777" w:rsidR="007F6FB5" w:rsidRPr="0089575C" w:rsidRDefault="007F6FB5" w:rsidP="00F7655B">
      <w:pPr>
        <w:ind w:left="1051"/>
        <w:jc w:val="both"/>
        <w:rPr>
          <w:i/>
        </w:rPr>
      </w:pPr>
      <w:bookmarkStart w:id="59" w:name="_Ref57313958"/>
      <w:r w:rsidRPr="0089575C">
        <w:rPr>
          <w:i/>
        </w:rPr>
        <w:t>9.4.2.2.12 Wykonawca w wyniku lekkomyślności lub niedbalstwa przedstawił informacje wprowadzające w błąd, co mogło mieć istotny wpływ na decyzje podejmowane przez Zamawiającego w Postępowaniu zakupowym,</w:t>
      </w:r>
      <w:bookmarkEnd w:id="59"/>
    </w:p>
    <w:p w14:paraId="04E09167" w14:textId="77777777" w:rsidR="007F6FB5" w:rsidRPr="0089575C" w:rsidRDefault="007F6FB5" w:rsidP="00F7655B">
      <w:pPr>
        <w:ind w:left="1051"/>
        <w:jc w:val="both"/>
        <w:rPr>
          <w:i/>
        </w:rPr>
      </w:pPr>
      <w:bookmarkStart w:id="60" w:name="_Ref57131212"/>
      <w:bookmarkStart w:id="61" w:name="_Ref57313977"/>
      <w:r w:rsidRPr="0089575C">
        <w:rPr>
          <w:i/>
        </w:rPr>
        <w:t>9.4.2.2.13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60"/>
      <w:r w:rsidRPr="0089575C">
        <w:rPr>
          <w:i/>
        </w:rPr>
        <w:t>,</w:t>
      </w:r>
      <w:bookmarkEnd w:id="61"/>
    </w:p>
    <w:p w14:paraId="3636C7F4" w14:textId="77777777" w:rsidR="007F6FB5" w:rsidRPr="0089575C" w:rsidRDefault="007F6FB5" w:rsidP="00F7655B">
      <w:pPr>
        <w:ind w:left="1051"/>
        <w:jc w:val="both"/>
        <w:rPr>
          <w:i/>
        </w:rPr>
      </w:pPr>
      <w:r w:rsidRPr="0089575C">
        <w:rPr>
          <w:i/>
        </w:rPr>
        <w:t>9.4.2.2. 14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6EA1A392" w14:textId="77777777" w:rsidR="007F6FB5" w:rsidRPr="0089575C" w:rsidRDefault="007F6FB5" w:rsidP="00F7655B">
      <w:pPr>
        <w:ind w:left="708"/>
        <w:jc w:val="both"/>
      </w:pPr>
    </w:p>
    <w:p w14:paraId="4A0D0044" w14:textId="77777777" w:rsidR="007F6FB5" w:rsidRPr="0089575C" w:rsidRDefault="007F6FB5" w:rsidP="00F7655B">
      <w:pPr>
        <w:pStyle w:val="Nagwek3"/>
        <w:keepLines w:val="0"/>
        <w:rPr>
          <w:b/>
        </w:rPr>
      </w:pPr>
      <w:r w:rsidRPr="0089575C">
        <w:rPr>
          <w:b/>
        </w:rPr>
        <w:t>nie podlegają</w:t>
      </w:r>
      <w:r w:rsidR="00D62EEF" w:rsidRPr="0089575C">
        <w:rPr>
          <w:b/>
        </w:rPr>
        <w:t xml:space="preserve"> wykluczeniu, na podstawie pkt </w:t>
      </w:r>
      <w:r w:rsidRPr="0089575C">
        <w:rPr>
          <w:b/>
        </w:rPr>
        <w:t xml:space="preserve">9.4.3.1 - 9.4.3.4 Procedury </w:t>
      </w:r>
    </w:p>
    <w:p w14:paraId="6FCFFDA7" w14:textId="77777777" w:rsidR="007F6FB5" w:rsidRPr="0089575C" w:rsidRDefault="007F6FB5" w:rsidP="00744E69">
      <w:pPr>
        <w:pStyle w:val="Styl2"/>
      </w:pPr>
      <w:r w:rsidRPr="0089575C">
        <w:t xml:space="preserve">9.4.3.1 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9575C">
        <w:t>późn</w:t>
      </w:r>
      <w:proofErr w:type="spellEnd"/>
      <w:r w:rsidRPr="0089575C">
        <w:t xml:space="preserve">.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9575C">
        <w:t>późn</w:t>
      </w:r>
      <w:proofErr w:type="spellEnd"/>
      <w:r w:rsidRPr="0089575C">
        <w:t>.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1942DE6A" w14:textId="77777777" w:rsidR="007F6FB5" w:rsidRPr="0089575C" w:rsidRDefault="007F6FB5" w:rsidP="00744E69">
      <w:pPr>
        <w:pStyle w:val="Styl2"/>
      </w:pPr>
      <w:r w:rsidRPr="0089575C">
        <w:t>9.4.3.2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55B4DF8" w14:textId="28E62892" w:rsidR="007F6FB5" w:rsidRPr="0089575C" w:rsidRDefault="007F6FB5" w:rsidP="00744E69">
      <w:pPr>
        <w:pStyle w:val="Styl2"/>
      </w:pPr>
      <w:r w:rsidRPr="0089575C">
        <w:t>9.4.3.3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w:t>
      </w:r>
      <w:r w:rsidR="00EB676D">
        <w:t xml:space="preserve"> </w:t>
      </w:r>
      <w:r w:rsidRPr="0089575C">
        <w:t>o zastosowaniu środka, o którym mowa w art. 1 pkt 3 Ustawy przeciwdziałaniu wspieraniu agresji.</w:t>
      </w:r>
    </w:p>
    <w:p w14:paraId="0ACAE52F" w14:textId="77777777" w:rsidR="007F6FB5" w:rsidRPr="0089575C" w:rsidRDefault="007F6FB5" w:rsidP="00744E69">
      <w:pPr>
        <w:pStyle w:val="Styl2"/>
      </w:pPr>
      <w:r w:rsidRPr="0089575C">
        <w:lastRenderedPageBreak/>
        <w:t>9.4.3.4 Wykonawcę z udziałem:</w:t>
      </w:r>
    </w:p>
    <w:p w14:paraId="24C6F77F" w14:textId="77777777" w:rsidR="007F6FB5" w:rsidRPr="0089575C" w:rsidRDefault="00BC5EF3" w:rsidP="00744E69">
      <w:pPr>
        <w:pStyle w:val="Styl2"/>
      </w:pPr>
      <w:r w:rsidRPr="0089575C">
        <w:t xml:space="preserve">a. </w:t>
      </w:r>
      <w:r w:rsidR="007F6FB5" w:rsidRPr="0089575C">
        <w:t>obywateli rosyjskich lub osób fizycznych lub prawnych, podmiotów lub organów z siedzibą w Rosji;</w:t>
      </w:r>
    </w:p>
    <w:p w14:paraId="00117831" w14:textId="77777777" w:rsidR="007F6FB5" w:rsidRPr="0089575C" w:rsidRDefault="00BC5EF3" w:rsidP="00744E69">
      <w:pPr>
        <w:pStyle w:val="Styl2"/>
      </w:pPr>
      <w:r w:rsidRPr="0089575C">
        <w:t xml:space="preserve">b. </w:t>
      </w:r>
      <w:r w:rsidR="007F6FB5" w:rsidRPr="0089575C">
        <w:t>osób prawnych, podmiotów lub organów, do których prawa własności bezpośrednio lub pośrednio w ponad 50 % należą do podmiotu, o którym mowa w lit. a) niniejszego punktu; lub</w:t>
      </w:r>
    </w:p>
    <w:p w14:paraId="393C93FE" w14:textId="77777777" w:rsidR="007F6FB5" w:rsidRPr="0089575C" w:rsidRDefault="00BC5EF3" w:rsidP="00744E69">
      <w:pPr>
        <w:pStyle w:val="Styl2"/>
      </w:pPr>
      <w:r w:rsidRPr="0089575C">
        <w:t xml:space="preserve">c. </w:t>
      </w:r>
      <w:r w:rsidR="007F6FB5" w:rsidRPr="0089575C">
        <w:t xml:space="preserve">osób fizycznych lub prawnych, podmiotów lub organów działających w imieniu lub pod kierunkiem podmiotu, którym mowa w lit. a) lub b) niniejszego punktu, </w:t>
      </w:r>
    </w:p>
    <w:p w14:paraId="640646D9" w14:textId="77777777" w:rsidR="007F6FB5" w:rsidRPr="0089575C" w:rsidRDefault="007F6FB5" w:rsidP="00744E69">
      <w:pPr>
        <w:pStyle w:val="Styl2"/>
      </w:pPr>
      <w:r w:rsidRPr="0089575C">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5FD8D68F" w14:textId="77777777" w:rsidR="007F6FB5" w:rsidRPr="0089575C" w:rsidRDefault="007F6FB5" w:rsidP="00F7655B">
      <w:pPr>
        <w:pStyle w:val="Nagwek3"/>
        <w:keepLines w:val="0"/>
        <w:rPr>
          <w:b/>
        </w:rPr>
      </w:pPr>
      <w:r w:rsidRPr="0089575C">
        <w:rPr>
          <w:b/>
        </w:rPr>
        <w:t>spełniają warunki udziału w Postępowaniu zakupowym, tj.:</w:t>
      </w:r>
    </w:p>
    <w:p w14:paraId="1CAC2316" w14:textId="77777777" w:rsidR="007F6FB5" w:rsidRPr="0089575C" w:rsidRDefault="007F6FB5" w:rsidP="00531C27">
      <w:pPr>
        <w:pStyle w:val="Nagwek3"/>
        <w:keepLines w:val="0"/>
        <w:numPr>
          <w:ilvl w:val="3"/>
          <w:numId w:val="1"/>
        </w:numPr>
      </w:pPr>
      <w:r w:rsidRPr="0089575C">
        <w:t>posiadają niezbędne zdolności techniczne lub zawodowe do zrealiz</w:t>
      </w:r>
      <w:r w:rsidR="00D62EEF" w:rsidRPr="0089575C">
        <w:t xml:space="preserve">owania Zakupu, w szczególności </w:t>
      </w:r>
      <w:r w:rsidRPr="0089575C">
        <w:t xml:space="preserve">wiedzę i doświadczenie: </w:t>
      </w:r>
    </w:p>
    <w:p w14:paraId="12CAD57E" w14:textId="16F211E0" w:rsidR="007F6FB5" w:rsidRPr="007F0328" w:rsidRDefault="002E6707" w:rsidP="00531C27">
      <w:pPr>
        <w:pStyle w:val="Nagwek3"/>
        <w:keepLines w:val="0"/>
        <w:numPr>
          <w:ilvl w:val="0"/>
          <w:numId w:val="0"/>
        </w:numPr>
        <w:ind w:left="284"/>
        <w:rPr>
          <w:bCs/>
        </w:rPr>
      </w:pPr>
      <w:r w:rsidRPr="00744E69">
        <w:rPr>
          <w:bCs/>
        </w:rPr>
        <w:t xml:space="preserve">Wykonawca obowiązany </w:t>
      </w:r>
      <w:r w:rsidRPr="007F0328">
        <w:rPr>
          <w:bCs/>
        </w:rPr>
        <w:t>jest wykazać, że w okresie ostatnich trzech lat przed upływem terminu składania ofert, a jeżeli okres prowadzenia działalności jest krótszy – w tym okresie, wykonał co najmniej 2</w:t>
      </w:r>
      <w:r w:rsidR="00DD58D5" w:rsidRPr="007F0328">
        <w:rPr>
          <w:bCs/>
        </w:rPr>
        <w:t xml:space="preserve"> </w:t>
      </w:r>
      <w:r w:rsidR="00541AD1" w:rsidRPr="007F0328">
        <w:rPr>
          <w:bCs/>
        </w:rPr>
        <w:t>a</w:t>
      </w:r>
      <w:r w:rsidR="00FF3796" w:rsidRPr="007F0328">
        <w:rPr>
          <w:bCs/>
        </w:rPr>
        <w:t>ktualizacj</w:t>
      </w:r>
      <w:r w:rsidR="00541AD1" w:rsidRPr="007F0328">
        <w:rPr>
          <w:bCs/>
        </w:rPr>
        <w:t>e</w:t>
      </w:r>
      <w:r w:rsidR="00FF3796" w:rsidRPr="007F0328">
        <w:rPr>
          <w:bCs/>
        </w:rPr>
        <w:t xml:space="preserve"> oprogramowania </w:t>
      </w:r>
      <w:proofErr w:type="spellStart"/>
      <w:r w:rsidR="00FF3796" w:rsidRPr="007F0328">
        <w:rPr>
          <w:bCs/>
        </w:rPr>
        <w:t>Vertica</w:t>
      </w:r>
      <w:proofErr w:type="spellEnd"/>
      <w:r w:rsidRPr="007F0328">
        <w:rPr>
          <w:bCs/>
        </w:rPr>
        <w:t xml:space="preserve">, na łączną wartość minimum </w:t>
      </w:r>
      <w:r w:rsidR="009C29A9" w:rsidRPr="007F0328">
        <w:rPr>
          <w:bCs/>
        </w:rPr>
        <w:t>10</w:t>
      </w:r>
      <w:r w:rsidRPr="007F0328">
        <w:rPr>
          <w:bCs/>
        </w:rPr>
        <w:t>0 000 zł netto.</w:t>
      </w:r>
    </w:p>
    <w:p w14:paraId="0A6CF5BA" w14:textId="77777777" w:rsidR="007F6FB5" w:rsidRPr="007F0328" w:rsidRDefault="007F6FB5" w:rsidP="00531C27">
      <w:pPr>
        <w:pStyle w:val="Nagwek3"/>
        <w:keepLines w:val="0"/>
        <w:numPr>
          <w:ilvl w:val="3"/>
          <w:numId w:val="1"/>
        </w:numPr>
      </w:pPr>
      <w:r w:rsidRPr="007F0328">
        <w:t>posiadają uprawnienia do prowadzenia określonej działalności gospodarczej lub zawodowej, jeżeli odrębne przepisy nakładają obowiązek posiadania takich uprawnień, tj.:</w:t>
      </w:r>
    </w:p>
    <w:p w14:paraId="111BA7D5" w14:textId="4E6BAB72" w:rsidR="007F6FB5" w:rsidRPr="00842E5C" w:rsidRDefault="00FF3796" w:rsidP="00531C27">
      <w:pPr>
        <w:pStyle w:val="Styl2"/>
      </w:pPr>
      <w:r w:rsidRPr="007F0328">
        <w:t xml:space="preserve">Wykonawca posiada status partnera handlowego </w:t>
      </w:r>
      <w:proofErr w:type="spellStart"/>
      <w:r w:rsidR="00541AD1" w:rsidRPr="007F0328">
        <w:t>OpenText</w:t>
      </w:r>
      <w:proofErr w:type="spellEnd"/>
      <w:r w:rsidR="00541AD1" w:rsidRPr="007F0328">
        <w:t xml:space="preserve"> </w:t>
      </w:r>
      <w:r w:rsidRPr="007F0328">
        <w:t xml:space="preserve">zgodnie z którym uprawniony jest do sprzedaży produktów </w:t>
      </w:r>
      <w:proofErr w:type="spellStart"/>
      <w:r w:rsidRPr="007F0328">
        <w:t>Vertica</w:t>
      </w:r>
      <w:proofErr w:type="spellEnd"/>
      <w:r w:rsidRPr="007F0328">
        <w:t>, w tym dostawy usług aktualizacji</w:t>
      </w:r>
      <w:r w:rsidRPr="00FF3796">
        <w:t xml:space="preserve"> przewidzianych niniejszą Umową</w:t>
      </w:r>
      <w:r w:rsidR="00E83282" w:rsidRPr="00842E5C">
        <w:t>.</w:t>
      </w:r>
    </w:p>
    <w:p w14:paraId="6D023FE3" w14:textId="77777777" w:rsidR="007F6FB5" w:rsidRPr="000C2D70" w:rsidRDefault="007F6FB5" w:rsidP="00531C27">
      <w:pPr>
        <w:pStyle w:val="Nagwek3"/>
        <w:keepLines w:val="0"/>
        <w:numPr>
          <w:ilvl w:val="3"/>
          <w:numId w:val="1"/>
        </w:numPr>
      </w:pPr>
      <w:r w:rsidRPr="000C2D70">
        <w:t>znajdują się w sytuacji ekonomicznej lub finansowej</w:t>
      </w:r>
      <w:r w:rsidR="005F24E3" w:rsidRPr="000C2D70">
        <w:t xml:space="preserve"> zapewniającej wykonanie Zakupu tj.:</w:t>
      </w:r>
    </w:p>
    <w:p w14:paraId="0A59D96F" w14:textId="77777777" w:rsidR="007F6FB5" w:rsidRPr="000C2D70" w:rsidRDefault="007F6FB5" w:rsidP="00744E69">
      <w:pPr>
        <w:pStyle w:val="Styl2"/>
      </w:pPr>
      <w:r w:rsidRPr="000C2D70">
        <w:t>Zamawiający nie określa warunku w tym zakresie.</w:t>
      </w:r>
    </w:p>
    <w:p w14:paraId="11A60A8D" w14:textId="75A10D46" w:rsidR="00541AD1" w:rsidRPr="0089575C" w:rsidRDefault="00541AD1" w:rsidP="00744E69">
      <w:pPr>
        <w:pStyle w:val="Styl2"/>
      </w:pPr>
      <w:r w:rsidRPr="000C2D70">
        <w:t>W przypadku Wykonawców wspólnie ubiegających się o Zamówienie</w:t>
      </w:r>
      <w:r w:rsidR="000C2D70" w:rsidRPr="000C2D70">
        <w:t>, przedmiotowe oświadczenie składa jeden z Wykonawców lub Wykonawca upoważniony do ich reprezentowania.</w:t>
      </w:r>
    </w:p>
    <w:p w14:paraId="33F73571" w14:textId="77777777" w:rsidR="007F6FB5" w:rsidRPr="0089575C" w:rsidRDefault="007F6FB5" w:rsidP="00F7655B">
      <w:pPr>
        <w:pStyle w:val="Nagwek2"/>
        <w:keepNext w:val="0"/>
        <w:keepLines w:val="0"/>
        <w:rPr>
          <w:rFonts w:ascii="Verdana" w:hAnsi="Verdana"/>
          <w:szCs w:val="18"/>
        </w:rPr>
      </w:pPr>
      <w:r w:rsidRPr="0089575C">
        <w:rPr>
          <w:rFonts w:ascii="Verdana" w:hAnsi="Verdana"/>
          <w:szCs w:val="18"/>
        </w:rPr>
        <w:t>Na potwierdzenie wymagań określonych w pkt 5.1. powyżej, Wykonawca zobowiązany jest złożyć wraz z Ofert</w:t>
      </w:r>
      <w:r w:rsidR="0089712F" w:rsidRPr="0089575C">
        <w:rPr>
          <w:rFonts w:ascii="Verdana" w:hAnsi="Verdana"/>
          <w:szCs w:val="18"/>
        </w:rPr>
        <w:t>ą wstępną następujące dokumenty</w:t>
      </w:r>
      <w:r w:rsidRPr="0089575C">
        <w:rPr>
          <w:rFonts w:ascii="Verdana" w:hAnsi="Verdana"/>
          <w:szCs w:val="18"/>
        </w:rPr>
        <w:t>:</w:t>
      </w:r>
    </w:p>
    <w:p w14:paraId="2DC9F9C8" w14:textId="1E6622CA" w:rsidR="007F6FB5" w:rsidRPr="0089575C" w:rsidRDefault="007F6FB5" w:rsidP="00F7655B">
      <w:pPr>
        <w:pStyle w:val="Nagwek3"/>
        <w:keepLines w:val="0"/>
      </w:pPr>
      <w:r w:rsidRPr="0089575C">
        <w:rPr>
          <w:b/>
        </w:rPr>
        <w:t xml:space="preserve">Oświadczenie </w:t>
      </w:r>
      <w:r w:rsidRPr="0089575C">
        <w:t>o spełnieniu warunków udziału w Postępowaniu oraz niepodleganiu wykluczeniu z Po</w:t>
      </w:r>
      <w:r w:rsidR="00ED0434" w:rsidRPr="0089575C">
        <w:t>stępowania</w:t>
      </w:r>
      <w:r w:rsidRPr="0089575C">
        <w:t xml:space="preserve"> – w treści Formularza Oferty </w:t>
      </w:r>
      <w:r w:rsidR="00D62EEF" w:rsidRPr="0089575C">
        <w:t xml:space="preserve">Wstępnej </w:t>
      </w:r>
      <w:r w:rsidRPr="0089575C">
        <w:t xml:space="preserve">wg </w:t>
      </w:r>
      <w:r w:rsidR="00BD67CD" w:rsidRPr="0089575C">
        <w:rPr>
          <w:b/>
        </w:rPr>
        <w:t>Załącznika n</w:t>
      </w:r>
      <w:r w:rsidRPr="0089575C">
        <w:rPr>
          <w:b/>
        </w:rPr>
        <w:t xml:space="preserve">r </w:t>
      </w:r>
      <w:r w:rsidR="007531F2">
        <w:rPr>
          <w:b/>
        </w:rPr>
        <w:t>2</w:t>
      </w:r>
      <w:r w:rsidR="00621D7C" w:rsidRPr="0089575C">
        <w:rPr>
          <w:b/>
        </w:rPr>
        <w:t xml:space="preserve"> </w:t>
      </w:r>
      <w:r w:rsidRPr="0089575C">
        <w:rPr>
          <w:b/>
        </w:rPr>
        <w:t>do S</w:t>
      </w:r>
      <w:r w:rsidR="005E68F4">
        <w:rPr>
          <w:b/>
        </w:rPr>
        <w:t>WZ</w:t>
      </w:r>
      <w:r w:rsidR="005E68F4" w:rsidRPr="005E68F4">
        <w:t xml:space="preserve"> </w:t>
      </w:r>
      <w:r w:rsidR="005E68F4" w:rsidRPr="005E68F4">
        <w:rPr>
          <w:b/>
        </w:rPr>
        <w:t>Wstępnej</w:t>
      </w:r>
      <w:r w:rsidRPr="0089575C">
        <w:rPr>
          <w:b/>
        </w:rPr>
        <w:t>;</w:t>
      </w:r>
    </w:p>
    <w:p w14:paraId="38803D4E" w14:textId="77777777" w:rsidR="007F6FB5" w:rsidRPr="0089575C" w:rsidRDefault="007F6FB5" w:rsidP="00F7655B">
      <w:pPr>
        <w:pStyle w:val="Nagwek3"/>
        <w:keepLines w:val="0"/>
      </w:pPr>
      <w:r w:rsidRPr="0089575C">
        <w:rPr>
          <w:b/>
        </w:rPr>
        <w:t>Oświadczenie</w:t>
      </w:r>
      <w:r w:rsidRPr="0089575C">
        <w:t xml:space="preserve"> </w:t>
      </w:r>
      <w:r w:rsidRPr="0089575C">
        <w:rPr>
          <w:b/>
        </w:rPr>
        <w:t>Wykonawcy o niepodleganiu wykluczeniu z Postępowania</w:t>
      </w:r>
      <w:r w:rsidRPr="0089575C">
        <w:t xml:space="preserve"> na podstawie art. 7 ust. 1 </w:t>
      </w:r>
      <w:r w:rsidR="00C46CB0" w:rsidRPr="0089575C">
        <w:t>Ustawy Sankcyjnej oraz art. 5 k R</w:t>
      </w:r>
      <w:r w:rsidRPr="0089575C">
        <w:t xml:space="preserve">ozporządzenia </w:t>
      </w:r>
      <w:r w:rsidR="00C46CB0" w:rsidRPr="0089575C">
        <w:t>Sankcyjnego</w:t>
      </w:r>
      <w:r w:rsidRPr="0089575C">
        <w:t xml:space="preserve">. </w:t>
      </w:r>
    </w:p>
    <w:p w14:paraId="2ABCB666" w14:textId="77777777" w:rsidR="007F6FB5" w:rsidRPr="0089575C" w:rsidRDefault="007F6FB5" w:rsidP="00744E69">
      <w:pPr>
        <w:pStyle w:val="Styl2"/>
      </w:pPr>
      <w:r w:rsidRPr="0089575C">
        <w:t>W przypadku Wykonawców wspólnie ubiegających się o Zamówienie, przedmiotowe oświadczenie składa każdy z tych Wykonawców lub Wykonawca upoważniony do ich reprezentowania.</w:t>
      </w:r>
    </w:p>
    <w:p w14:paraId="24AE3176" w14:textId="0073F61D" w:rsidR="007F6FB5" w:rsidRPr="0089575C" w:rsidRDefault="00AF2710" w:rsidP="00744E69">
      <w:pPr>
        <w:pStyle w:val="Styl2"/>
        <w:rPr>
          <w:b/>
        </w:rPr>
      </w:pPr>
      <w:r w:rsidRPr="0089575C">
        <w:t xml:space="preserve">Wzór oświadczenia stanowi </w:t>
      </w:r>
      <w:r w:rsidR="00BD67CD" w:rsidRPr="0089575C">
        <w:rPr>
          <w:b/>
        </w:rPr>
        <w:t xml:space="preserve">Załącznik nr </w:t>
      </w:r>
      <w:r w:rsidR="007531F2">
        <w:rPr>
          <w:b/>
        </w:rPr>
        <w:t>5</w:t>
      </w:r>
      <w:r w:rsidR="00621D7C" w:rsidRPr="0089575C">
        <w:rPr>
          <w:b/>
        </w:rPr>
        <w:t xml:space="preserve"> </w:t>
      </w:r>
      <w:r w:rsidR="00BD67CD" w:rsidRPr="0089575C">
        <w:rPr>
          <w:b/>
        </w:rPr>
        <w:t>do SWZ</w:t>
      </w:r>
      <w:r w:rsidR="005E68F4">
        <w:rPr>
          <w:b/>
        </w:rPr>
        <w:t xml:space="preserve"> </w:t>
      </w:r>
      <w:r w:rsidR="005E68F4" w:rsidRPr="005E68F4">
        <w:rPr>
          <w:b/>
          <w:bCs/>
        </w:rPr>
        <w:t>Wstępnej</w:t>
      </w:r>
      <w:r w:rsidR="00BD67CD" w:rsidRPr="0089575C">
        <w:rPr>
          <w:b/>
        </w:rPr>
        <w:t>.</w:t>
      </w:r>
    </w:p>
    <w:p w14:paraId="49AC3D81" w14:textId="77777777" w:rsidR="007F6FB5" w:rsidRPr="0089575C" w:rsidRDefault="000B6283" w:rsidP="00F7655B">
      <w:pPr>
        <w:pStyle w:val="Nagwek3"/>
        <w:keepLines w:val="0"/>
      </w:pPr>
      <w:r w:rsidRPr="0089575C">
        <w:rPr>
          <w:b/>
        </w:rPr>
        <w:t>O</w:t>
      </w:r>
      <w:r w:rsidR="007F6FB5" w:rsidRPr="0089575C">
        <w:rPr>
          <w:b/>
        </w:rPr>
        <w:t>dpis lub informację z Krajowego Rejestru Sądowego lub z Centralnej Ewidencji i Informacji o Działalności Gospodarcze</w:t>
      </w:r>
      <w:r w:rsidR="007F6FB5" w:rsidRPr="0089575C">
        <w:t xml:space="preserve">j, sporządzony nie wcześniej niż 3 miesiące przed jej złożeniem, jeżeli odrębne przepisy wymagają wpisu do rejestru lub ewidencji </w:t>
      </w:r>
    </w:p>
    <w:p w14:paraId="6FC05C32" w14:textId="77777777" w:rsidR="007F6FB5" w:rsidRPr="0089575C" w:rsidRDefault="007F6FB5" w:rsidP="00744E69">
      <w:pPr>
        <w:pStyle w:val="Styl2"/>
      </w:pPr>
      <w:r w:rsidRPr="0089575C">
        <w:t xml:space="preserve">Wykonawca nie jest zobowiązany do przedkładania ww. dokumentów, jeżeli wskaże w Formularzu ofertowym, że ww. dokumenty są dostępne pod określonymi adresami internetowymi </w:t>
      </w:r>
      <w:r w:rsidRPr="0089575C">
        <w:lastRenderedPageBreak/>
        <w:t>ogólnodostępnych i bezpłatnych baz danych. W takim przypadku Zamawiający pobiera te dokumenty z tych baz danych, o ile posiada do nich dostęp.</w:t>
      </w:r>
    </w:p>
    <w:p w14:paraId="419DDE4E" w14:textId="27FE521E" w:rsidR="00C54D02" w:rsidRPr="009F1505" w:rsidRDefault="000B6283" w:rsidP="0089575C">
      <w:pPr>
        <w:pStyle w:val="Nagwek3"/>
        <w:keepLines w:val="0"/>
        <w:rPr>
          <w:rStyle w:val="Nagwek3Znak"/>
        </w:rPr>
      </w:pPr>
      <w:r w:rsidRPr="009F1505">
        <w:rPr>
          <w:rStyle w:val="Nagwek3Znak"/>
          <w:b/>
        </w:rPr>
        <w:t>O</w:t>
      </w:r>
      <w:r w:rsidR="007F6FB5" w:rsidRPr="009F1505">
        <w:rPr>
          <w:rStyle w:val="Nagwek3Znak"/>
          <w:b/>
        </w:rPr>
        <w:t>świadczenie</w:t>
      </w:r>
      <w:r w:rsidR="007F6FB5" w:rsidRPr="009F1505">
        <w:rPr>
          <w:rStyle w:val="Nagwek3Znak"/>
        </w:rPr>
        <w:t xml:space="preserve"> własne Wykonawcy potwierdzające, że nie zalega z opłacaniem podatków i opłat </w:t>
      </w:r>
      <w:r w:rsidR="00EB2052" w:rsidRPr="009F1505">
        <w:rPr>
          <w:rStyle w:val="Nagwek3Znak"/>
          <w:i/>
        </w:rPr>
        <w:t>[w przypadku k</w:t>
      </w:r>
      <w:r w:rsidR="007F6FB5" w:rsidRPr="009F1505">
        <w:rPr>
          <w:rStyle w:val="Nagwek3Znak"/>
          <w:i/>
        </w:rPr>
        <w:t xml:space="preserve">onsorcjum należy złożyć oświadczenie dotyczące wszystkich jego członków] </w:t>
      </w:r>
      <w:r w:rsidR="000A070E" w:rsidRPr="009F1505">
        <w:t xml:space="preserve">– w treści Formularza Oferty Wstępnej wg </w:t>
      </w:r>
      <w:r w:rsidR="000A070E" w:rsidRPr="009F1505">
        <w:rPr>
          <w:b/>
        </w:rPr>
        <w:t xml:space="preserve">Załącznika nr </w:t>
      </w:r>
      <w:r w:rsidR="007531F2">
        <w:rPr>
          <w:b/>
        </w:rPr>
        <w:t>2</w:t>
      </w:r>
      <w:r w:rsidR="000A070E" w:rsidRPr="009F1505">
        <w:rPr>
          <w:b/>
        </w:rPr>
        <w:t xml:space="preserve"> do SWZ</w:t>
      </w:r>
      <w:r w:rsidR="005E68F4">
        <w:rPr>
          <w:b/>
        </w:rPr>
        <w:t xml:space="preserve"> Wstępnej.</w:t>
      </w:r>
    </w:p>
    <w:p w14:paraId="60661ECA" w14:textId="77777777" w:rsidR="007F6FB5" w:rsidRPr="0089575C" w:rsidRDefault="007F6FB5" w:rsidP="00C54D02">
      <w:pPr>
        <w:pStyle w:val="Nagwek3"/>
        <w:keepLines w:val="0"/>
        <w:numPr>
          <w:ilvl w:val="0"/>
          <w:numId w:val="0"/>
        </w:numPr>
        <w:ind w:left="1021"/>
        <w:rPr>
          <w:b/>
        </w:rPr>
      </w:pPr>
      <w:r w:rsidRPr="0089575C">
        <w:rPr>
          <w:b/>
        </w:rPr>
        <w:t xml:space="preserve">Uwaga ! </w:t>
      </w:r>
    </w:p>
    <w:p w14:paraId="48B81E06" w14:textId="77777777" w:rsidR="007F6FB5" w:rsidRPr="0089575C" w:rsidRDefault="007F6FB5" w:rsidP="00744E69">
      <w:pPr>
        <w:pStyle w:val="Styl2"/>
      </w:pPr>
      <w:r w:rsidRPr="0089575C">
        <w:t>Zamawiający informuje, iż w przypadku oceny jako najkorzystniejszej Oferty danego Wykonawcy, zobligowany on będzie przed wyborem jego Oferty do złożenia na wezwanie Zamawiającego, zaświadczenia właściwego naczelnika urzędu skarbowego wystawionego nie wcześniej niż 3 miesiące przed jego złożeniem, potwierdzającego, że Wykonawca nie zalega z opłacaniem</w:t>
      </w:r>
      <w:r w:rsidR="00D62EEF" w:rsidRPr="0089575C">
        <w:t xml:space="preserve"> podatków i opłat [w przypadku k</w:t>
      </w:r>
      <w:r w:rsidRPr="0089575C">
        <w:t xml:space="preserve">onsorcjum należy złożyć zaświadczenia dotyczące wszystkich jego członków].  </w:t>
      </w:r>
    </w:p>
    <w:p w14:paraId="64679AE9" w14:textId="0EE8CD3E" w:rsidR="00FF3796" w:rsidRPr="00FF3796" w:rsidRDefault="00FF3796" w:rsidP="00F7655B">
      <w:pPr>
        <w:pStyle w:val="Nagwek3"/>
        <w:keepLines w:val="0"/>
      </w:pPr>
      <w:r w:rsidRPr="00FF3796">
        <w:rPr>
          <w:b/>
          <w:bCs/>
        </w:rPr>
        <w:t xml:space="preserve">Certyfikat partnera </w:t>
      </w:r>
      <w:r w:rsidRPr="00EB676D">
        <w:rPr>
          <w:b/>
          <w:bCs/>
        </w:rPr>
        <w:t xml:space="preserve">handlowego </w:t>
      </w:r>
      <w:r w:rsidRPr="00EB676D">
        <w:t xml:space="preserve">w formie </w:t>
      </w:r>
      <w:proofErr w:type="spellStart"/>
      <w:r w:rsidRPr="00EB676D">
        <w:t>orygin</w:t>
      </w:r>
      <w:proofErr w:type="spellEnd"/>
      <w:r w:rsidRPr="00EB676D">
        <w:t xml:space="preserve"> </w:t>
      </w:r>
      <w:proofErr w:type="spellStart"/>
      <w:r w:rsidRPr="00EB676D">
        <w:t>ału</w:t>
      </w:r>
      <w:proofErr w:type="spellEnd"/>
      <w:r w:rsidRPr="00EB676D">
        <w:t xml:space="preserve"> lub potwierdzony za zgodność, zgodnie z którym uprawniony jest do sprzedaży produktów </w:t>
      </w:r>
      <w:proofErr w:type="spellStart"/>
      <w:r w:rsidRPr="00EB676D">
        <w:t>Vertica</w:t>
      </w:r>
      <w:proofErr w:type="spellEnd"/>
      <w:r w:rsidRPr="00EB676D">
        <w:t>, w tym dostawy usług</w:t>
      </w:r>
      <w:r w:rsidRPr="00FF3796">
        <w:t xml:space="preserve"> aktualizacji przewidzianych niniejszą Umową</w:t>
      </w:r>
      <w:r>
        <w:t xml:space="preserve">, </w:t>
      </w:r>
      <w:r w:rsidRPr="00FF3796">
        <w:t>o których mowa w pkt 5.1.3.</w:t>
      </w:r>
      <w:r w:rsidR="005E68F4">
        <w:t>2</w:t>
      </w:r>
      <w:r w:rsidRPr="00FF3796">
        <w:t xml:space="preserve">  SWZ</w:t>
      </w:r>
      <w:r w:rsidR="005E68F4">
        <w:t xml:space="preserve"> Wstępnej.</w:t>
      </w:r>
    </w:p>
    <w:p w14:paraId="5A64A292" w14:textId="768533BE" w:rsidR="00A334F0" w:rsidRPr="0089575C" w:rsidRDefault="007F6FB5" w:rsidP="00F7655B">
      <w:pPr>
        <w:pStyle w:val="Nagwek3"/>
        <w:keepLines w:val="0"/>
      </w:pPr>
      <w:r w:rsidRPr="0089575C">
        <w:rPr>
          <w:b/>
        </w:rPr>
        <w:t>Wykaz zrealizowanych usług,</w:t>
      </w:r>
      <w:r w:rsidR="00D62EEF" w:rsidRPr="0089575C">
        <w:t xml:space="preserve"> </w:t>
      </w:r>
      <w:r w:rsidRPr="0089575C">
        <w:t xml:space="preserve">o których mowa w pkt 5.1.3.1  SWZ, z podaniem informacji określonych we wzorze wykazu stanowiącym </w:t>
      </w:r>
      <w:r w:rsidRPr="0089575C">
        <w:rPr>
          <w:b/>
        </w:rPr>
        <w:t xml:space="preserve">Załącznik nr </w:t>
      </w:r>
      <w:r w:rsidR="00FF3796">
        <w:rPr>
          <w:b/>
        </w:rPr>
        <w:t>5</w:t>
      </w:r>
      <w:r w:rsidR="00E83282" w:rsidRPr="0089575C">
        <w:rPr>
          <w:b/>
        </w:rPr>
        <w:t xml:space="preserve"> </w:t>
      </w:r>
      <w:r w:rsidRPr="0089575C">
        <w:rPr>
          <w:b/>
        </w:rPr>
        <w:t>do SWZ</w:t>
      </w:r>
      <w:r w:rsidR="005E68F4">
        <w:rPr>
          <w:b/>
        </w:rPr>
        <w:t xml:space="preserve"> Wstępnej</w:t>
      </w:r>
      <w:r w:rsidRPr="0089575C">
        <w:t xml:space="preserve">, wraz z dokumentami potwierdzającymi należyte wykonanie </w:t>
      </w:r>
      <w:r w:rsidR="002E6707" w:rsidRPr="0089575C">
        <w:t>usług</w:t>
      </w:r>
      <w:r w:rsidRPr="0089575C">
        <w:t xml:space="preserve"> zamieszczonych w wykazie (np. referencje, protokoły odbioru itp. bądź inne dokumenty wystawione przez podmiot, na rzecz którego </w:t>
      </w:r>
      <w:r w:rsidR="00F249D4" w:rsidRPr="0089575C">
        <w:t>usługi</w:t>
      </w:r>
      <w:r w:rsidRPr="0089575C">
        <w:t xml:space="preserve"> były wykonyw</w:t>
      </w:r>
      <w:r w:rsidR="0004462C" w:rsidRPr="0089575C">
        <w:t>ane). W przypadku kiedy Wykonawca z przyczyn niezależnych od niego nie jest w stanie uzyskać tych dok</w:t>
      </w:r>
      <w:r w:rsidR="00D62EEF" w:rsidRPr="0089575C">
        <w:t xml:space="preserve">umentów dopuszcza się złożenie </w:t>
      </w:r>
      <w:r w:rsidR="0004462C" w:rsidRPr="0089575C">
        <w:t xml:space="preserve">oświadczenia własnego Wykonawcy w zakresie należytego zrealizowania </w:t>
      </w:r>
      <w:r w:rsidR="00F249D4" w:rsidRPr="0089575C">
        <w:t>usług</w:t>
      </w:r>
      <w:r w:rsidR="0004462C" w:rsidRPr="0089575C">
        <w:t xml:space="preserve"> wraz z uzasadnieniem braku dokumentów potwierdzających ich należyte wykonanie.</w:t>
      </w:r>
    </w:p>
    <w:p w14:paraId="61BDA56F" w14:textId="77777777" w:rsidR="007F6FB5" w:rsidRPr="0089575C" w:rsidRDefault="00040B20" w:rsidP="00F7655B">
      <w:pPr>
        <w:pStyle w:val="Nagwek2"/>
        <w:keepNext w:val="0"/>
        <w:keepLines w:val="0"/>
      </w:pPr>
      <w:r w:rsidRPr="0089575C">
        <w:t xml:space="preserve">Ponadto Zamawiający informuje, że w przypadku wykonawcy najwyżej ocenionego dokona weryfikacji przesłanek wykluczenia, o których mowa w pkt 5.1.2. SWZ powyżej (pkt 9.4.3.1-9.4.3.4 Procedury) również w oparciu o dokumenty dotyczące statusu własnościowego wykonawcy (oraz odpowiednio członka konsorcjum, podmiotu udostępniającego zasoby, podwykonawcy, dostawcy), które uzna za niezbędne w konkretnym przypadku. W szczególności na potwierdzenie braku podstaw wykluczenia, o których mowa w pkt 5.1.2. SWZ powyżej,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dostawcy) (w tym CEIDG, KRS lub ich odpowiedników) oraz informacji z Centralnego Rejestru Beneficjentów Rzeczywistych – jeżeli odrębne przepisy wymagają wpisu do tego rejestru, o ile nie będzie możliwe będzie uzyskanie tych dokumentów </w:t>
      </w:r>
      <w:r w:rsidR="007F6FB5" w:rsidRPr="0089575C">
        <w:t xml:space="preserve">W przypadku podmiotów mających miejsce zamieszkania lub siedzibę poza granicami Rzeczpospolitej Polskiej, zamiast informacji z Centralnego Rejestru Beneficjentów Rzeczywistych, na </w:t>
      </w:r>
      <w:r w:rsidR="00D62EEF" w:rsidRPr="0089575C">
        <w:t xml:space="preserve">żądanie Zamawiającego Wykonawcy zobowiązani </w:t>
      </w:r>
      <w:r w:rsidR="007F6FB5" w:rsidRPr="0089575C">
        <w:t xml:space="preserve">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438090D4" w14:textId="77777777" w:rsidR="008548B7" w:rsidRPr="0089575C" w:rsidRDefault="007F6FB5" w:rsidP="00F7655B">
      <w:pPr>
        <w:pStyle w:val="Nagwek2"/>
        <w:keepNext w:val="0"/>
        <w:keepLines w:val="0"/>
      </w:pPr>
      <w:r w:rsidRPr="0089575C">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Pr="0089575C">
        <w:tab/>
      </w:r>
      <w:r w:rsidR="00710355" w:rsidRPr="0089575C">
        <w:tab/>
      </w:r>
    </w:p>
    <w:p w14:paraId="3640F85F" w14:textId="77777777" w:rsidR="008576C2" w:rsidRPr="0089575C" w:rsidRDefault="008576C2" w:rsidP="00F7655B">
      <w:pPr>
        <w:pStyle w:val="Nagwek2"/>
        <w:keepNext w:val="0"/>
        <w:keepLines w:val="0"/>
      </w:pPr>
      <w:r w:rsidRPr="0089575C">
        <w:t>Zamawiający będzie dokonywał również weryfikacji list, o któryc</w:t>
      </w:r>
      <w:r w:rsidR="002B2687" w:rsidRPr="0089575C">
        <w:t>h mowa w art. 7 ust. 1 Ustawy Sankcyjnej.</w:t>
      </w:r>
    </w:p>
    <w:p w14:paraId="758528CE" w14:textId="77777777" w:rsidR="008576C2" w:rsidRPr="0089575C" w:rsidRDefault="008576C2" w:rsidP="00F7655B">
      <w:pPr>
        <w:pStyle w:val="Nagwek2"/>
        <w:keepNext w:val="0"/>
        <w:keepLines w:val="0"/>
      </w:pPr>
      <w:r w:rsidRPr="0089575C">
        <w:t>Zamawiający dokona oceny spełnienia warunków udziału w Postępowaniu oraz barku podstaw wykluczenia, o których mowa w pkt. 5.1., według formuły „spełnia</w:t>
      </w:r>
      <w:r w:rsidR="00AF118F">
        <w:t>”</w:t>
      </w:r>
      <w:r w:rsidRPr="0089575C">
        <w:t xml:space="preserve">/„nie spełnia”. Wykonawca niespełniającego choćby jednego warunku udziału w Postępowaniu podlega wykluczeniu. </w:t>
      </w:r>
    </w:p>
    <w:p w14:paraId="107B4DF1" w14:textId="77777777" w:rsidR="008576C2" w:rsidRPr="0089575C" w:rsidRDefault="008576C2" w:rsidP="00C54D02">
      <w:pPr>
        <w:pStyle w:val="Nagwek2"/>
        <w:keepNext w:val="0"/>
        <w:keepLines w:val="0"/>
        <w:rPr>
          <w:i/>
          <w:szCs w:val="18"/>
        </w:rPr>
      </w:pPr>
      <w:r w:rsidRPr="0089575C">
        <w:lastRenderedPageBreak/>
        <w:t>W celu potwierdzenia spełniania warunków udziału w Postępowaniu Wykonawca nie może polegać na zdolnościach technicznych lub zawodowych lub sytuacji finansowej lub ekonomicznej podmiotów udostępniających zasoby</w:t>
      </w:r>
      <w:r w:rsidR="00C54D02" w:rsidRPr="0089575C">
        <w:t>.</w:t>
      </w:r>
    </w:p>
    <w:p w14:paraId="6569C7A0" w14:textId="77777777" w:rsidR="008576C2" w:rsidRPr="0089575C" w:rsidRDefault="00AF2710" w:rsidP="00651A1D">
      <w:pPr>
        <w:pStyle w:val="Nagwek1"/>
      </w:pPr>
      <w:r w:rsidRPr="0089575C">
        <w:t>WADIUM</w:t>
      </w:r>
    </w:p>
    <w:p w14:paraId="261C445B" w14:textId="77777777" w:rsidR="00FA5175" w:rsidRPr="0089575C" w:rsidRDefault="00AF2710" w:rsidP="00F249D4">
      <w:pPr>
        <w:pStyle w:val="Nagwek2"/>
        <w:keepNext w:val="0"/>
        <w:rPr>
          <w:szCs w:val="18"/>
        </w:rPr>
      </w:pPr>
      <w:r w:rsidRPr="0089575C">
        <w:rPr>
          <w:szCs w:val="18"/>
        </w:rPr>
        <w:t xml:space="preserve">Zamawiający </w:t>
      </w:r>
      <w:r w:rsidRPr="0089575C">
        <w:rPr>
          <w:b/>
          <w:szCs w:val="18"/>
        </w:rPr>
        <w:t>nie</w:t>
      </w:r>
      <w:r w:rsidR="00BE634C" w:rsidRPr="0089575C">
        <w:rPr>
          <w:b/>
          <w:szCs w:val="18"/>
        </w:rPr>
        <w:t xml:space="preserve"> </w:t>
      </w:r>
      <w:r w:rsidRPr="0089575C">
        <w:rPr>
          <w:b/>
          <w:szCs w:val="18"/>
        </w:rPr>
        <w:t>wymaga</w:t>
      </w:r>
      <w:r w:rsidRPr="0089575C">
        <w:rPr>
          <w:szCs w:val="18"/>
        </w:rPr>
        <w:t xml:space="preserve"> wniesienia wadium</w:t>
      </w:r>
      <w:r w:rsidR="00F249D4" w:rsidRPr="0089575C">
        <w:rPr>
          <w:szCs w:val="18"/>
        </w:rPr>
        <w:t>.</w:t>
      </w:r>
    </w:p>
    <w:p w14:paraId="25771ADF" w14:textId="77777777" w:rsidR="00FA5175" w:rsidRPr="0089575C" w:rsidRDefault="00FA5175" w:rsidP="00651A1D">
      <w:pPr>
        <w:pStyle w:val="Nagwek1"/>
      </w:pPr>
      <w:r w:rsidRPr="0089575C">
        <w:t>OPIS SPOSOBU PRZYGOTOWANIA OFERTY WSTĘPNEJ</w:t>
      </w:r>
    </w:p>
    <w:p w14:paraId="654E9F3F" w14:textId="77777777" w:rsidR="00FA5175" w:rsidRPr="0089575C" w:rsidRDefault="00FA5175" w:rsidP="00F7655B">
      <w:pPr>
        <w:pStyle w:val="Nagwek2"/>
        <w:keepNext w:val="0"/>
        <w:keepLines w:val="0"/>
        <w:rPr>
          <w:b/>
          <w:szCs w:val="18"/>
        </w:rPr>
      </w:pPr>
      <w:r w:rsidRPr="0089575C">
        <w:rPr>
          <w:b/>
          <w:szCs w:val="18"/>
        </w:rPr>
        <w:t>Wykonawca składa Ofertę wstępną w postaci elektronicznej za pośrednictwem Systemu Zakupowego, z zastrzeżeniem sytuacji opisanej w pkt 7.6 SWZ.</w:t>
      </w:r>
    </w:p>
    <w:p w14:paraId="1440239C" w14:textId="77777777" w:rsidR="00FA5175" w:rsidRPr="0089575C" w:rsidRDefault="00FA5175" w:rsidP="00F7655B">
      <w:pPr>
        <w:pStyle w:val="Nagwek2"/>
        <w:keepNext w:val="0"/>
        <w:keepLines w:val="0"/>
        <w:rPr>
          <w:szCs w:val="18"/>
        </w:rPr>
      </w:pPr>
      <w:r w:rsidRPr="0089575C">
        <w:rPr>
          <w:szCs w:val="18"/>
        </w:rPr>
        <w:t>Wykonawca może złożyć tylko jedną Ofertę wstępną. Jeżeli Wykonawca złoży więcej niż jedną Ofertę wstępną, tj. samodzielnie lub samodzielnie i wspólnie z innymi Wykonawcami, wszystkie złożone przez niego Oferty wstępne zostaną odrzucone.</w:t>
      </w:r>
    </w:p>
    <w:p w14:paraId="7BA2C47A" w14:textId="22F8119D" w:rsidR="00FA5175" w:rsidRPr="0048681E" w:rsidRDefault="00FA5175" w:rsidP="00F7655B">
      <w:pPr>
        <w:pStyle w:val="Nagwek3"/>
        <w:keepLines w:val="0"/>
      </w:pPr>
      <w:r w:rsidRPr="0089575C">
        <w:rPr>
          <w:rStyle w:val="Nagwek3Znak"/>
        </w:rPr>
        <w:t xml:space="preserve">Przez Ofertę wstępną w postaci elektronicznej rozumie się dokument sporządzony zgodnie </w:t>
      </w:r>
      <w:r w:rsidR="00EB676D">
        <w:rPr>
          <w:rStyle w:val="Nagwek3Znak"/>
        </w:rPr>
        <w:t xml:space="preserve">                      </w:t>
      </w:r>
      <w:r w:rsidRPr="0089575C">
        <w:rPr>
          <w:rStyle w:val="Nagwek3Znak"/>
        </w:rPr>
        <w:t xml:space="preserve">z </w:t>
      </w:r>
      <w:r w:rsidRPr="0048681E">
        <w:rPr>
          <w:rStyle w:val="Nagwek3Znak"/>
        </w:rPr>
        <w:t xml:space="preserve">wymaganiami SWZ, wg wzoru stanowiącego </w:t>
      </w:r>
      <w:r w:rsidRPr="0048681E">
        <w:rPr>
          <w:rStyle w:val="Nagwek3Znak"/>
          <w:b/>
        </w:rPr>
        <w:t xml:space="preserve">Załącznik nr </w:t>
      </w:r>
      <w:r w:rsidR="009A7377">
        <w:rPr>
          <w:rStyle w:val="Nagwek3Znak"/>
          <w:b/>
        </w:rPr>
        <w:t>2</w:t>
      </w:r>
      <w:r w:rsidR="00E83282" w:rsidRPr="0048681E">
        <w:rPr>
          <w:rStyle w:val="Nagwek3Znak"/>
          <w:b/>
        </w:rPr>
        <w:t xml:space="preserve"> </w:t>
      </w:r>
      <w:r w:rsidRPr="0048681E">
        <w:rPr>
          <w:rStyle w:val="Nagwek3Znak"/>
          <w:b/>
        </w:rPr>
        <w:t>do SWZ</w:t>
      </w:r>
      <w:r w:rsidR="005E68F4">
        <w:rPr>
          <w:rStyle w:val="Nagwek3Znak"/>
          <w:b/>
        </w:rPr>
        <w:t xml:space="preserve"> </w:t>
      </w:r>
      <w:proofErr w:type="spellStart"/>
      <w:r w:rsidR="005E68F4">
        <w:rPr>
          <w:rStyle w:val="Nagwek3Znak"/>
          <w:b/>
        </w:rPr>
        <w:t>Wstęnej</w:t>
      </w:r>
      <w:proofErr w:type="spellEnd"/>
      <w:r w:rsidRPr="0048681E">
        <w:rPr>
          <w:rStyle w:val="Nagwek3Znak"/>
        </w:rPr>
        <w:t xml:space="preserve"> (Formularz Oferty</w:t>
      </w:r>
      <w:r w:rsidR="007531F2">
        <w:rPr>
          <w:rStyle w:val="Nagwek3Znak"/>
        </w:rPr>
        <w:t xml:space="preserve"> wstępnej</w:t>
      </w:r>
      <w:r w:rsidRPr="0048681E">
        <w:rPr>
          <w:rStyle w:val="Nagwek3Znak"/>
        </w:rPr>
        <w:t>)</w:t>
      </w:r>
      <w:r w:rsidR="007D1719" w:rsidRPr="0048681E">
        <w:rPr>
          <w:rStyle w:val="Nagwek3Znak"/>
        </w:rPr>
        <w:t>.</w:t>
      </w:r>
      <w:r w:rsidR="007D1719" w:rsidRPr="0048681E">
        <w:t xml:space="preserve"> </w:t>
      </w:r>
    </w:p>
    <w:p w14:paraId="2E586DFD" w14:textId="77777777" w:rsidR="007D1719" w:rsidRPr="0048681E" w:rsidRDefault="007D1719" w:rsidP="00F7655B">
      <w:pPr>
        <w:pStyle w:val="Nagwek3"/>
        <w:keepLines w:val="0"/>
      </w:pPr>
      <w:r w:rsidRPr="0048681E">
        <w:t>Przez podpisany dokument Zamawiający rozumie:</w:t>
      </w:r>
    </w:p>
    <w:p w14:paraId="11804B85" w14:textId="77777777" w:rsidR="007D1719" w:rsidRPr="00E83282" w:rsidRDefault="007D1719" w:rsidP="00531C27">
      <w:pPr>
        <w:pStyle w:val="Styl3"/>
        <w:numPr>
          <w:ilvl w:val="0"/>
          <w:numId w:val="31"/>
        </w:numPr>
      </w:pPr>
      <w:r w:rsidRPr="00E83282">
        <w:t>skan lub zdjęcie dokumentu, o którym mowa w pkt 7.2.1 SWZ, na którym złożono własnoręczny podpis umożliwiający identyfikację osoby go składającej; [lub]</w:t>
      </w:r>
    </w:p>
    <w:p w14:paraId="01DDE12C" w14:textId="77777777" w:rsidR="007D1719" w:rsidRPr="00E83282" w:rsidRDefault="007D1719" w:rsidP="00744E69">
      <w:pPr>
        <w:pStyle w:val="Styl3"/>
      </w:pPr>
      <w:r w:rsidRPr="00E83282">
        <w:t>postać elektroniczną opatrzoną kwalifikowanym podpisem elektronicznym; [lub]</w:t>
      </w:r>
    </w:p>
    <w:p w14:paraId="3813FCC6" w14:textId="77777777" w:rsidR="007D1719" w:rsidRPr="00E83282" w:rsidRDefault="007D1719" w:rsidP="00744E69">
      <w:pPr>
        <w:pStyle w:val="Styl3"/>
      </w:pPr>
      <w:r w:rsidRPr="00E83282">
        <w:t>postać elektroniczną opatrzoną podpisem elektronicznym (innym niż określony w pkt 7.2.2.2 SWZ) umożliwiającym identyfikację osoby go składającej, w szczególności:</w:t>
      </w:r>
    </w:p>
    <w:p w14:paraId="71D4FCB7" w14:textId="77777777" w:rsidR="007D1719" w:rsidRPr="00AF118F" w:rsidRDefault="007D1719" w:rsidP="00744E69">
      <w:pPr>
        <w:pStyle w:val="Nagwek4"/>
        <w:numPr>
          <w:ilvl w:val="3"/>
          <w:numId w:val="25"/>
        </w:numPr>
      </w:pPr>
      <w:r w:rsidRPr="003C4E98">
        <w:t>podpis cyfrowy oferowany</w:t>
      </w:r>
      <w:r w:rsidRPr="00AF118F">
        <w:t xml:space="preserve"> w ramach funkcjonalności pakietu MS Office;</w:t>
      </w:r>
    </w:p>
    <w:p w14:paraId="12EFDF96" w14:textId="77777777" w:rsidR="007D1719" w:rsidRPr="002A76A8" w:rsidRDefault="007D1719" w:rsidP="00744E69">
      <w:pPr>
        <w:pStyle w:val="Nagwek4"/>
        <w:numPr>
          <w:ilvl w:val="3"/>
          <w:numId w:val="25"/>
        </w:numPr>
      </w:pPr>
      <w:r w:rsidRPr="002A76A8">
        <w:t>podpis zaufany.</w:t>
      </w:r>
    </w:p>
    <w:p w14:paraId="17612E93" w14:textId="77777777" w:rsidR="003C5718" w:rsidRPr="002A76A8" w:rsidRDefault="003C5718" w:rsidP="00744E69">
      <w:pPr>
        <w:pStyle w:val="Nagwek4"/>
        <w:numPr>
          <w:ilvl w:val="3"/>
          <w:numId w:val="25"/>
        </w:numPr>
      </w:pPr>
      <w:r w:rsidRPr="002A76A8">
        <w:t>podpis osobisty.</w:t>
      </w:r>
    </w:p>
    <w:p w14:paraId="06446FE8" w14:textId="3AF21FAC" w:rsidR="003C5718" w:rsidRPr="0089575C" w:rsidRDefault="003C5718" w:rsidP="00F7655B">
      <w:pPr>
        <w:pStyle w:val="Nagwek2"/>
        <w:keepNext w:val="0"/>
        <w:keepLines w:val="0"/>
      </w:pPr>
      <w:r w:rsidRPr="0089575C">
        <w:t>W przypadku niezłożenia Oferty zgodnie z wymaganymi technicznymi określonymi w SWZ</w:t>
      </w:r>
      <w:r w:rsidR="005E68F4">
        <w:t xml:space="preserve"> Wstępnej</w:t>
      </w:r>
      <w:r w:rsidRPr="0089575C">
        <w:t xml:space="preserve">, przy jednoczesnym wprowadzeniu przez Wykonawcę w Systemie Zakupowym informacji o cenach, Zamawiający wezwie Wykonawcę do uzupełnienia formularza, </w:t>
      </w:r>
      <w:r w:rsidR="00EB676D">
        <w:t xml:space="preserve">                           </w:t>
      </w:r>
      <w:r w:rsidRPr="0089575C">
        <w:t>o którym mowa w pkt 7.2.1 SWZ.</w:t>
      </w:r>
    </w:p>
    <w:p w14:paraId="0A85DB18" w14:textId="77777777" w:rsidR="003C5718" w:rsidRPr="0089575C" w:rsidRDefault="003C5718" w:rsidP="00F7655B">
      <w:pPr>
        <w:pStyle w:val="Nagwek2"/>
        <w:keepNext w:val="0"/>
        <w:keepLines w:val="0"/>
        <w:numPr>
          <w:ilvl w:val="0"/>
          <w:numId w:val="0"/>
        </w:numPr>
        <w:ind w:left="1021"/>
      </w:pPr>
      <w:r w:rsidRPr="0089575C">
        <w:t>Uzupełniony dokument (formularz) nie może pozostawać w sprzeczności z treścią danych wprowadzonych uprzednio do Systemu Zakupowego</w:t>
      </w:r>
      <w:r w:rsidR="00BE634C" w:rsidRPr="0089575C">
        <w:t>.</w:t>
      </w:r>
      <w:r w:rsidRPr="0089575C">
        <w:t xml:space="preserve"> </w:t>
      </w:r>
    </w:p>
    <w:p w14:paraId="4C32E9F4" w14:textId="77777777" w:rsidR="003C5718" w:rsidRPr="0089575C" w:rsidRDefault="003C5718" w:rsidP="00F7655B">
      <w:pPr>
        <w:pStyle w:val="Nagwek2"/>
        <w:keepNext w:val="0"/>
        <w:keepLines w:val="0"/>
        <w:rPr>
          <w:b/>
        </w:rPr>
      </w:pPr>
      <w:r w:rsidRPr="0089575C">
        <w:rPr>
          <w:b/>
        </w:rPr>
        <w:t xml:space="preserve">Do Oferty Wykonawca załącza: </w:t>
      </w:r>
    </w:p>
    <w:p w14:paraId="5846255C" w14:textId="167C3A06" w:rsidR="003C5718" w:rsidRPr="0089575C" w:rsidRDefault="00F249D4" w:rsidP="00F7655B">
      <w:pPr>
        <w:pStyle w:val="Nagwek3"/>
        <w:keepLines w:val="0"/>
      </w:pPr>
      <w:r w:rsidRPr="0089575C">
        <w:t xml:space="preserve">Formularz </w:t>
      </w:r>
      <w:r w:rsidR="00C54D02" w:rsidRPr="0089575C">
        <w:t>oferty</w:t>
      </w:r>
      <w:r w:rsidR="006D5F5C" w:rsidRPr="0089575C">
        <w:t xml:space="preserve"> wg </w:t>
      </w:r>
      <w:r w:rsidR="006D5F5C" w:rsidRPr="0089575C">
        <w:rPr>
          <w:b/>
        </w:rPr>
        <w:t>Załącznika n</w:t>
      </w:r>
      <w:r w:rsidR="003C5718" w:rsidRPr="0089575C">
        <w:rPr>
          <w:b/>
        </w:rPr>
        <w:t xml:space="preserve">r </w:t>
      </w:r>
      <w:r w:rsidR="009A7377">
        <w:rPr>
          <w:b/>
        </w:rPr>
        <w:t>2</w:t>
      </w:r>
      <w:r w:rsidR="00621D7C" w:rsidRPr="0089575C">
        <w:rPr>
          <w:b/>
        </w:rPr>
        <w:t xml:space="preserve"> </w:t>
      </w:r>
      <w:r w:rsidR="003C5718" w:rsidRPr="0089575C">
        <w:rPr>
          <w:b/>
        </w:rPr>
        <w:t>do SWZ</w:t>
      </w:r>
      <w:r w:rsidR="00EB676D">
        <w:rPr>
          <w:b/>
        </w:rPr>
        <w:t xml:space="preserve"> Wstępnej</w:t>
      </w:r>
      <w:r w:rsidR="003C5718" w:rsidRPr="0089575C">
        <w:rPr>
          <w:b/>
        </w:rPr>
        <w:t>.</w:t>
      </w:r>
    </w:p>
    <w:p w14:paraId="16140D98" w14:textId="77777777" w:rsidR="003C5718" w:rsidRPr="0089575C" w:rsidRDefault="003C5718" w:rsidP="00F7655B">
      <w:pPr>
        <w:pStyle w:val="Nagwek3"/>
        <w:keepLines w:val="0"/>
      </w:pPr>
      <w:r w:rsidRPr="0089575C">
        <w:t>Dokumenty/oświadczenia/wykazy wymienione w pkt 5.2. SWZ.</w:t>
      </w:r>
    </w:p>
    <w:p w14:paraId="1A5A4B86" w14:textId="77777777" w:rsidR="00FA3935" w:rsidRPr="00FA3935" w:rsidRDefault="003C5718" w:rsidP="00FA3935">
      <w:pPr>
        <w:pStyle w:val="Nagwek3"/>
        <w:keepLines w:val="0"/>
      </w:pPr>
      <w:r w:rsidRPr="0089575C">
        <w:rPr>
          <w:rStyle w:val="Nagwek3Znak"/>
        </w:rPr>
        <w:t>Pełnomocnictwo dla osoby składającej Ofertę, jeżeli uprawnienie do reprezentacji Wykonawcy nie wynika z dokumentu rejestrowego, o którym mowa w punkcie 5.2.3 SWZ. Pełnomocnictwo należy załączyć w oryginale – jeśli zostało wystawione w postaci elektronicznej - lub w formie skanu – jeśli zostało wystawione</w:t>
      </w:r>
      <w:r w:rsidRPr="0089575C">
        <w:t xml:space="preserve"> w postaci papierowej. </w:t>
      </w:r>
    </w:p>
    <w:p w14:paraId="4EAAFB5E" w14:textId="77777777" w:rsidR="007349BE" w:rsidRDefault="00FA3935" w:rsidP="007349BE">
      <w:pPr>
        <w:pStyle w:val="Nagwek3"/>
      </w:pPr>
      <w:r>
        <w:lastRenderedPageBreak/>
        <w:t xml:space="preserve">Ankieta dot. weryfikacji podmiotu, któremu ma zostać powierzone przetwarzanie danych osobowych, której wzór stanowi </w:t>
      </w:r>
      <w:r>
        <w:rPr>
          <w:b/>
          <w:bCs/>
        </w:rPr>
        <w:t xml:space="preserve">Załącznik nr </w:t>
      </w:r>
      <w:r w:rsidR="00FF3796">
        <w:rPr>
          <w:b/>
          <w:bCs/>
        </w:rPr>
        <w:t>6</w:t>
      </w:r>
      <w:r>
        <w:rPr>
          <w:b/>
          <w:bCs/>
        </w:rPr>
        <w:t xml:space="preserve"> do SWZ</w:t>
      </w:r>
      <w:r w:rsidR="005E68F4">
        <w:rPr>
          <w:b/>
          <w:bCs/>
        </w:rPr>
        <w:t xml:space="preserve"> Wstępnej</w:t>
      </w:r>
      <w:r>
        <w:t>.</w:t>
      </w:r>
      <w:r w:rsidR="007349BE" w:rsidRPr="007349BE">
        <w:t xml:space="preserve"> </w:t>
      </w:r>
    </w:p>
    <w:p w14:paraId="261716DD" w14:textId="27134B57" w:rsidR="00FA3935" w:rsidRPr="00FA3935" w:rsidRDefault="007349BE" w:rsidP="007349BE">
      <w:pPr>
        <w:pStyle w:val="Nagwek3"/>
      </w:pPr>
      <w:r w:rsidRPr="007349BE">
        <w:t>Ewentualne uwagi do Projektu Umowy stanowiącej Załącznik nr 3 do SWZ w trybie śledzenia zmian lub w formie komentarzy w treści dokumentu.</w:t>
      </w:r>
    </w:p>
    <w:p w14:paraId="5ED4EE8E" w14:textId="77777777" w:rsidR="00FA5175" w:rsidRPr="0089575C" w:rsidRDefault="00FA5175" w:rsidP="0089575C">
      <w:pPr>
        <w:pStyle w:val="Nagwek3"/>
        <w:keepLines w:val="0"/>
      </w:pPr>
      <w:r w:rsidRPr="0089575C">
        <w:t xml:space="preserve">Składając Ofertę wstępną za pośrednictwem Systemu Zakupowego Wykonawca zobowiązany jest wypełnić w Systemie Zakupowym formularz systemowy, w którym określi całkowitą </w:t>
      </w:r>
      <w:r w:rsidR="002A76A8">
        <w:t xml:space="preserve">cenę </w:t>
      </w:r>
      <w:r w:rsidR="00AF118F">
        <w:t xml:space="preserve"> </w:t>
      </w:r>
      <w:r w:rsidR="009F1505">
        <w:t>roboczogodzin</w:t>
      </w:r>
      <w:r w:rsidR="002A76A8">
        <w:t>y</w:t>
      </w:r>
      <w:r w:rsidR="00AF118F">
        <w:t xml:space="preserve"> usług rozwoju</w:t>
      </w:r>
      <w:r w:rsidR="009F1505">
        <w:t xml:space="preserve"> </w:t>
      </w:r>
      <w:r w:rsidRPr="0089575C">
        <w:t>w PLN (netto i brutto).</w:t>
      </w:r>
    </w:p>
    <w:p w14:paraId="29D0A85C" w14:textId="77777777" w:rsidR="00FA5175" w:rsidRPr="0089575C" w:rsidRDefault="00FA5175" w:rsidP="00F7655B">
      <w:pPr>
        <w:pStyle w:val="Nagwek2"/>
        <w:keepNext w:val="0"/>
        <w:keepLines w:val="0"/>
        <w:rPr>
          <w:szCs w:val="18"/>
        </w:rPr>
      </w:pPr>
      <w:r w:rsidRPr="0089575C">
        <w:rPr>
          <w:szCs w:val="18"/>
        </w:rPr>
        <w:t xml:space="preserve">W przypadku awarii Systemu Zakupowego gdy złożenie Oferty wstępnej za pośrednictwem Systemu Zakupowego jest niemożliwe z przyczyn niezależnych od Wykonawcy należy niezwłocznie skontaktować się z osobą wskazaną w pkt 10 SWZ. W takim przypadku - dopuszcza się złożenie Oferty wstępnej za pośrednictwem poczty elektronicznej przed upływem terminu składania Ofert wstępnych, na adres: </w:t>
      </w:r>
      <w:r w:rsidR="00F249D4" w:rsidRPr="0089575C">
        <w:rPr>
          <w:szCs w:val="18"/>
        </w:rPr>
        <w:t>agnieszka.papiez</w:t>
      </w:r>
      <w:r w:rsidRPr="0089575C">
        <w:rPr>
          <w:szCs w:val="18"/>
        </w:rPr>
        <w:t>@gkpge.pl, zgodnie z poniższymi wytycznymi:</w:t>
      </w:r>
    </w:p>
    <w:p w14:paraId="44D7A50B" w14:textId="77777777" w:rsidR="00A3492D" w:rsidRPr="0089575C" w:rsidRDefault="00FA5175" w:rsidP="00F7655B">
      <w:pPr>
        <w:pStyle w:val="Nagwek3"/>
        <w:keepLines w:val="0"/>
      </w:pPr>
      <w:r w:rsidRPr="0089575C">
        <w:t>Oferta wstępna składana drogą elektroniczną na adres poczty elektronicznej musi być zaszyfrowana (dopuszczalny format to: *.zip lub *.7z) i zabezpieczona hasłem.</w:t>
      </w:r>
    </w:p>
    <w:p w14:paraId="1FE365BF" w14:textId="77777777" w:rsidR="00A3492D" w:rsidRPr="0089575C" w:rsidRDefault="00A3492D" w:rsidP="00F7655B">
      <w:pPr>
        <w:pStyle w:val="Nagwek3"/>
        <w:keepLines w:val="0"/>
      </w:pPr>
      <w:r w:rsidRPr="0089575C">
        <w:t>Hasło do otwarcia pliku Wykonawca przesyła w formie wiadomości SMS na numer telefonu komórkowego przekazany przez Zamawiającego pocztą elektroniczną po upływie terminu na składanie Ofert wstępnych.</w:t>
      </w:r>
    </w:p>
    <w:p w14:paraId="71C3268D" w14:textId="77777777" w:rsidR="00A3492D" w:rsidRPr="0089575C" w:rsidRDefault="00A3492D" w:rsidP="00F7655B">
      <w:pPr>
        <w:pStyle w:val="Nagwek3"/>
        <w:keepLines w:val="0"/>
      </w:pPr>
      <w:r w:rsidRPr="0089575C">
        <w:t>Wiadomość SMS powinna posiadać następujący format: „WYK. ….., Nazwa Wykonawcy, Hasło [hasło nie powinno się składać z więcej niż 8 znaków]”.</w:t>
      </w:r>
    </w:p>
    <w:p w14:paraId="66AAEB14" w14:textId="77777777" w:rsidR="00A3492D" w:rsidRPr="0089575C" w:rsidRDefault="00A3492D" w:rsidP="00F7655B">
      <w:pPr>
        <w:pStyle w:val="Nagwek3"/>
        <w:keepLines w:val="0"/>
      </w:pPr>
      <w:r w:rsidRPr="0089575C">
        <w:t xml:space="preserve">Zamawiający nie ponosi odpowiedzialności za zdarzenia wynikające z nienależytego zabezpieczenia Oferty wstępnej przez Wykonawcę. </w:t>
      </w:r>
    </w:p>
    <w:p w14:paraId="460941D8" w14:textId="77777777" w:rsidR="009268C6" w:rsidRPr="0089575C" w:rsidRDefault="009268C6" w:rsidP="00F7655B">
      <w:pPr>
        <w:pStyle w:val="Nagwek3"/>
        <w:keepLines w:val="0"/>
      </w:pPr>
      <w:r w:rsidRPr="0089575C">
        <w:t xml:space="preserve">Nie dopuszcza się składania Ofert poprzez udostępnienia linków do plików umieszczonych na serwerach zewnętrznych np. serwerach FTP. Wszystkie pliki składające się na Ofertę powinny zostać umieszczone w Systemie Zakupowym. </w:t>
      </w:r>
    </w:p>
    <w:p w14:paraId="6C2FE4AA" w14:textId="77777777" w:rsidR="00A3492D" w:rsidRPr="0089575C" w:rsidRDefault="00A3492D" w:rsidP="00F7655B">
      <w:pPr>
        <w:pStyle w:val="Nagwek2"/>
        <w:keepNext w:val="0"/>
        <w:keepLines w:val="0"/>
        <w:rPr>
          <w:szCs w:val="18"/>
        </w:rPr>
      </w:pPr>
      <w:r w:rsidRPr="0089575C">
        <w:rPr>
          <w:szCs w:val="18"/>
        </w:rPr>
        <w:t xml:space="preserve">Przekazanie Oferty wstępnej za pośrednictwem poczty elektronicznej w przypadku gdy Zamawiający nie stwierdzi awarii Systemu Zakupowego będzie skutkowało odrzuceniem Oferty wstępnej z Postępowania na podstawie pkt  9.5.1 lit. m. Procedury. </w:t>
      </w:r>
    </w:p>
    <w:p w14:paraId="04644EDD" w14:textId="77777777" w:rsidR="00A3492D" w:rsidRPr="0089575C" w:rsidRDefault="00A3492D" w:rsidP="00F7655B">
      <w:pPr>
        <w:pStyle w:val="Nagwek2"/>
        <w:keepNext w:val="0"/>
        <w:keepLines w:val="0"/>
        <w:rPr>
          <w:szCs w:val="18"/>
        </w:rPr>
      </w:pPr>
      <w:r w:rsidRPr="0089575C">
        <w:rPr>
          <w:szCs w:val="18"/>
        </w:rPr>
        <w:t>Ofertę wstępną należy sporządzić w języku polskim.</w:t>
      </w:r>
    </w:p>
    <w:p w14:paraId="17322691" w14:textId="0482D5C0" w:rsidR="002B2687" w:rsidRPr="0089575C" w:rsidRDefault="00A3492D" w:rsidP="00F7655B">
      <w:pPr>
        <w:pStyle w:val="Nagwek2"/>
        <w:keepNext w:val="0"/>
        <w:keepLines w:val="0"/>
        <w:rPr>
          <w:szCs w:val="18"/>
        </w:rPr>
      </w:pPr>
      <w:r w:rsidRPr="0089575C">
        <w:rPr>
          <w:szCs w:val="18"/>
        </w:rPr>
        <w:t xml:space="preserve">Wykonawca ma prawo zastrzec poufność informacji stanowiących tajemnicę handlową jego przedsiębiorstwa. Informacje przeznaczone tylko do użytku wewnętrznego Zamawiającego, powinny zostać złożone w osobnym pliku, w Sekcji Systemu Zakupowego „Dokumenty Zamówienia” w katalogu „Dokument niejawny </w:t>
      </w:r>
      <w:r w:rsidR="00BE634C" w:rsidRPr="0089575C">
        <w:rPr>
          <w:szCs w:val="18"/>
        </w:rPr>
        <w:t>(tajemnica przedsiębiorstwa)”, z</w:t>
      </w:r>
      <w:r w:rsidRPr="0089575C">
        <w:rPr>
          <w:szCs w:val="18"/>
        </w:rPr>
        <w:t xml:space="preserve">godnie z postanowieniami opisanymi w pkt 4.3.4 instrukcji: „Szczegółowa instrukcja korzystania </w:t>
      </w:r>
      <w:r w:rsidR="00EB676D">
        <w:rPr>
          <w:szCs w:val="18"/>
        </w:rPr>
        <w:t xml:space="preserve">                      </w:t>
      </w:r>
      <w:r w:rsidRPr="0089575C">
        <w:rPr>
          <w:szCs w:val="18"/>
        </w:rPr>
        <w:t>z Systemu Zakupowego</w:t>
      </w:r>
      <w:r w:rsidR="005E68F4">
        <w:rPr>
          <w:szCs w:val="18"/>
        </w:rPr>
        <w:t xml:space="preserve"> </w:t>
      </w:r>
      <w:r w:rsidRPr="0089575C">
        <w:rPr>
          <w:szCs w:val="18"/>
        </w:rPr>
        <w:t>dla Wykonawców. Wykonawca powinien również zamieścić wyjaśni</w:t>
      </w:r>
      <w:r w:rsidR="002B2687" w:rsidRPr="0089575C">
        <w:rPr>
          <w:szCs w:val="18"/>
        </w:rPr>
        <w:t xml:space="preserve">enie powodów ich zastrzeżenia. </w:t>
      </w:r>
    </w:p>
    <w:p w14:paraId="79FE3794" w14:textId="77777777" w:rsidR="002B2687" w:rsidRPr="0089575C" w:rsidRDefault="00A3492D" w:rsidP="00F7655B">
      <w:pPr>
        <w:pStyle w:val="Nagwek2"/>
        <w:keepNext w:val="0"/>
        <w:keepLines w:val="0"/>
        <w:numPr>
          <w:ilvl w:val="0"/>
          <w:numId w:val="0"/>
        </w:numPr>
        <w:ind w:left="1021"/>
        <w:rPr>
          <w:b/>
          <w:szCs w:val="18"/>
        </w:rPr>
      </w:pPr>
      <w:r w:rsidRPr="0089575C">
        <w:rPr>
          <w:b/>
          <w:szCs w:val="18"/>
        </w:rPr>
        <w:t xml:space="preserve">Uwaga! </w:t>
      </w:r>
    </w:p>
    <w:p w14:paraId="28A71DBB" w14:textId="77777777" w:rsidR="00A3492D" w:rsidRPr="0089575C" w:rsidRDefault="00A3492D" w:rsidP="00F7655B">
      <w:pPr>
        <w:pStyle w:val="Nagwek2"/>
        <w:keepNext w:val="0"/>
        <w:keepLines w:val="0"/>
        <w:numPr>
          <w:ilvl w:val="0"/>
          <w:numId w:val="0"/>
        </w:numPr>
        <w:ind w:left="1021"/>
        <w:rPr>
          <w:szCs w:val="18"/>
        </w:rPr>
      </w:pPr>
      <w:r w:rsidRPr="0089575C">
        <w:rPr>
          <w:b/>
          <w:szCs w:val="18"/>
        </w:rPr>
        <w:t xml:space="preserve">Wykonawca nie może </w:t>
      </w:r>
      <w:r w:rsidR="0048681E" w:rsidRPr="0089575C">
        <w:rPr>
          <w:b/>
          <w:szCs w:val="18"/>
        </w:rPr>
        <w:t>zastrze</w:t>
      </w:r>
      <w:r w:rsidR="0048681E">
        <w:rPr>
          <w:b/>
          <w:szCs w:val="18"/>
        </w:rPr>
        <w:t>c</w:t>
      </w:r>
      <w:r w:rsidR="0048681E" w:rsidRPr="0089575C">
        <w:rPr>
          <w:b/>
          <w:szCs w:val="18"/>
        </w:rPr>
        <w:t xml:space="preserve"> </w:t>
      </w:r>
      <w:r w:rsidRPr="0089575C">
        <w:rPr>
          <w:b/>
          <w:szCs w:val="18"/>
        </w:rPr>
        <w:t>poufności ceny Oferty.</w:t>
      </w:r>
    </w:p>
    <w:p w14:paraId="2E2C573E" w14:textId="77777777" w:rsidR="00A3492D" w:rsidRPr="0089575C" w:rsidRDefault="00A3492D" w:rsidP="00F7655B">
      <w:pPr>
        <w:pStyle w:val="Nagwek2"/>
        <w:keepNext w:val="0"/>
        <w:keepLines w:val="0"/>
        <w:rPr>
          <w:szCs w:val="18"/>
        </w:rPr>
      </w:pPr>
      <w:r w:rsidRPr="0089575C">
        <w:rPr>
          <w:szCs w:val="18"/>
        </w:rPr>
        <w:t>Wykonawca ponosi wszelkie koszty związane z przygotowaniem i złożeniem Oferty. Zamawiający nie przewiduje zwrotu kosztów udziału w Postępowaniu.</w:t>
      </w:r>
    </w:p>
    <w:p w14:paraId="761BA3DC" w14:textId="417840BD" w:rsidR="00A3492D" w:rsidRPr="0089575C" w:rsidRDefault="00A3492D" w:rsidP="00F7655B">
      <w:pPr>
        <w:pStyle w:val="Nagwek2"/>
        <w:keepNext w:val="0"/>
        <w:keepLines w:val="0"/>
        <w:rPr>
          <w:szCs w:val="18"/>
        </w:rPr>
      </w:pPr>
      <w:r w:rsidRPr="0089575C">
        <w:rPr>
          <w:szCs w:val="18"/>
        </w:rPr>
        <w:t xml:space="preserve">Wykonawca przed upływem terminu do składania Ofert może wprowadzić zmiany </w:t>
      </w:r>
      <w:r w:rsidR="00EB676D">
        <w:rPr>
          <w:szCs w:val="18"/>
        </w:rPr>
        <w:t xml:space="preserve">                            </w:t>
      </w:r>
      <w:r w:rsidRPr="0089575C">
        <w:rPr>
          <w:szCs w:val="18"/>
        </w:rPr>
        <w:t>w złoż</w:t>
      </w:r>
      <w:r w:rsidR="00836E90" w:rsidRPr="0089575C">
        <w:rPr>
          <w:szCs w:val="18"/>
        </w:rPr>
        <w:t>onej Ofercie lub wycofać Ofertę</w:t>
      </w:r>
      <w:r w:rsidRPr="0089575C">
        <w:rPr>
          <w:szCs w:val="18"/>
        </w:rPr>
        <w:t>.</w:t>
      </w:r>
    </w:p>
    <w:p w14:paraId="1D6A33EC" w14:textId="77777777" w:rsidR="00A3492D" w:rsidRPr="0089575C" w:rsidRDefault="00A3492D" w:rsidP="00F7655B">
      <w:pPr>
        <w:pStyle w:val="Nagwek2"/>
        <w:keepNext w:val="0"/>
        <w:keepLines w:val="0"/>
        <w:rPr>
          <w:szCs w:val="18"/>
        </w:rPr>
      </w:pPr>
      <w:r w:rsidRPr="0089575C">
        <w:rPr>
          <w:szCs w:val="18"/>
        </w:rPr>
        <w:t>Wycofanie Oferty odbywa się w sposób opisany w pkt 5.9 instrukcji dla Wykonawców - „Szczegółowa instrukcja korzystania z Systemu Zakupowego GK PGE dla Wykonawców.</w:t>
      </w:r>
    </w:p>
    <w:p w14:paraId="0E56A819" w14:textId="77777777" w:rsidR="00A3492D" w:rsidRPr="0089575C" w:rsidRDefault="00A3492D" w:rsidP="00651A1D">
      <w:pPr>
        <w:pStyle w:val="Nagwek1"/>
      </w:pPr>
      <w:r w:rsidRPr="0089575C">
        <w:lastRenderedPageBreak/>
        <w:t>WYJAŚNIENIA I MODYFIKACJA SWZ</w:t>
      </w:r>
    </w:p>
    <w:p w14:paraId="2D7B85E0" w14:textId="77777777" w:rsidR="00A3492D" w:rsidRPr="0089575C" w:rsidRDefault="00A3492D" w:rsidP="00F7655B">
      <w:pPr>
        <w:pStyle w:val="Nagwek2"/>
        <w:keepNext w:val="0"/>
        <w:keepLines w:val="0"/>
        <w:rPr>
          <w:szCs w:val="18"/>
        </w:rPr>
      </w:pPr>
      <w:r w:rsidRPr="0089575C">
        <w:rPr>
          <w:szCs w:val="18"/>
        </w:rPr>
        <w:t>Wykonawca może zwrócić się do Zamawiającego o wyjaśnienie treści SWZ. Zamawiający udzieli wyjaśnień niezwłocznie. Zamawiający może nie udzielić odpowiedzi na zapytanie, w przypadku gdy wpłynie ono na mniej niż 3 dni robocze przed terminem składania Ofert wstępnych. Pytania należy zadawać za pośrednictwem Systemu Zakupowego.</w:t>
      </w:r>
    </w:p>
    <w:p w14:paraId="76CB9E17" w14:textId="44054076" w:rsidR="00A3492D" w:rsidRPr="0089575C" w:rsidRDefault="00A3492D" w:rsidP="00F7655B">
      <w:pPr>
        <w:pStyle w:val="Nagwek2"/>
        <w:keepNext w:val="0"/>
        <w:keepLines w:val="0"/>
        <w:rPr>
          <w:b/>
          <w:szCs w:val="18"/>
        </w:rPr>
      </w:pPr>
      <w:r w:rsidRPr="0089575C">
        <w:rPr>
          <w:szCs w:val="18"/>
        </w:rPr>
        <w:t xml:space="preserve">Treść odpowiedzi przekazywana jest do wszystkich Wykonawców bez ujawniania źródła zapytania. Zamawiający może opublikować treść odpowiedzi za pośrednictwem Systemu Zakupowego bez konieczności dodatkowego, indywidualnego przesyłania Wykonawcom. </w:t>
      </w:r>
      <w:r w:rsidR="00EB676D">
        <w:rPr>
          <w:szCs w:val="18"/>
        </w:rPr>
        <w:t xml:space="preserve">                </w:t>
      </w:r>
      <w:r w:rsidRPr="0089575C">
        <w:rPr>
          <w:b/>
          <w:szCs w:val="18"/>
        </w:rPr>
        <w:t xml:space="preserve">Z uwagi na powyższe, Zamawiający wnosi o to aby formułując treść pytania nie używać nazw własnych Wykonawcy lub danych personalnych osoby pozwalających na identyfikację składającego pytanie.  </w:t>
      </w:r>
    </w:p>
    <w:p w14:paraId="7C7CCFA3" w14:textId="3EEBA3BF" w:rsidR="00A3492D" w:rsidRPr="0089575C" w:rsidRDefault="00A3492D" w:rsidP="00F7655B">
      <w:pPr>
        <w:pStyle w:val="Nagwek2"/>
        <w:keepNext w:val="0"/>
        <w:keepLines w:val="0"/>
        <w:rPr>
          <w:szCs w:val="18"/>
        </w:rPr>
      </w:pPr>
      <w:r w:rsidRPr="0089575C">
        <w:rPr>
          <w:szCs w:val="18"/>
        </w:rPr>
        <w:t>Wnioski, zawiadomienia oraz informacje Zamawiający i Wykonawcy przekazują za pośrednictwem Systemu Zakupowego. Ewentualną korespondencję kierowaną do Zamawiającego drogą elektroniczną należy przesyłać na adres/-y osób wymienionych w punkcie 10 SWZ</w:t>
      </w:r>
      <w:r w:rsidR="005E68F4">
        <w:rPr>
          <w:szCs w:val="18"/>
        </w:rPr>
        <w:t xml:space="preserve"> Wstępnej</w:t>
      </w:r>
      <w:r w:rsidRPr="0089575C">
        <w:rPr>
          <w:szCs w:val="18"/>
        </w:rPr>
        <w:t xml:space="preserve">. </w:t>
      </w:r>
    </w:p>
    <w:p w14:paraId="5B36A702" w14:textId="28C1D998" w:rsidR="00A3492D" w:rsidRPr="0089575C" w:rsidRDefault="00A3492D" w:rsidP="00F7655B">
      <w:pPr>
        <w:pStyle w:val="Nagwek2"/>
        <w:keepNext w:val="0"/>
        <w:keepLines w:val="0"/>
        <w:rPr>
          <w:szCs w:val="18"/>
        </w:rPr>
      </w:pPr>
      <w:r w:rsidRPr="0089575C">
        <w:rPr>
          <w:szCs w:val="18"/>
        </w:rPr>
        <w:t>Zamawiający może dokonywać w toku Postępowania modyfikacji treści SWZ</w:t>
      </w:r>
      <w:r w:rsidR="005E68F4">
        <w:rPr>
          <w:szCs w:val="18"/>
        </w:rPr>
        <w:t xml:space="preserve"> Wstępnej</w:t>
      </w:r>
      <w:r w:rsidRPr="0089575C">
        <w:rPr>
          <w:szCs w:val="18"/>
        </w:rPr>
        <w:t>. Informację o zmianie Zamawiający przekaże Wykonawcom za pośrednictwem Systemu Zakupowego i będzie ona dla Wykonawców wiążąca.</w:t>
      </w:r>
    </w:p>
    <w:p w14:paraId="5AB1EF3C" w14:textId="77777777" w:rsidR="00A3492D" w:rsidRPr="0089575C" w:rsidRDefault="00A3492D" w:rsidP="00651A1D">
      <w:pPr>
        <w:pStyle w:val="Nagwek1"/>
      </w:pPr>
      <w:r w:rsidRPr="0089575C">
        <w:t>OPIS SPOSOBU OBLICZANIA CENY</w:t>
      </w:r>
    </w:p>
    <w:p w14:paraId="7733C622" w14:textId="52C0EA5E" w:rsidR="00A3492D" w:rsidRPr="0089575C" w:rsidRDefault="00A3492D" w:rsidP="002A76A8">
      <w:pPr>
        <w:pStyle w:val="Nagwek2"/>
      </w:pPr>
      <w:r w:rsidRPr="0089575C">
        <w:t>Cena Oferty wstępnej</w:t>
      </w:r>
      <w:r w:rsidR="002A76A8">
        <w:t xml:space="preserve">, tj. </w:t>
      </w:r>
      <w:r w:rsidR="002A76A8">
        <w:rPr>
          <w:szCs w:val="18"/>
        </w:rPr>
        <w:t>cena roboczogodziny</w:t>
      </w:r>
      <w:r w:rsidR="002A76A8" w:rsidRPr="002A76A8">
        <w:rPr>
          <w:szCs w:val="18"/>
        </w:rPr>
        <w:t xml:space="preserve"> usług rozwoju</w:t>
      </w:r>
      <w:r w:rsidR="002A76A8">
        <w:rPr>
          <w:szCs w:val="18"/>
        </w:rPr>
        <w:t>,</w:t>
      </w:r>
      <w:r w:rsidRPr="0089575C">
        <w:t xml:space="preserve"> musi być podana w polskich złotych. Całość rozliczeń między Zamawiającym, a Wykonawcą będzie prowadzona </w:t>
      </w:r>
      <w:r w:rsidR="00EB676D">
        <w:t xml:space="preserve">                          </w:t>
      </w:r>
      <w:r w:rsidRPr="0089575C">
        <w:t xml:space="preserve">w złotych polskich. </w:t>
      </w:r>
    </w:p>
    <w:p w14:paraId="1844F16D" w14:textId="77777777" w:rsidR="00A3492D" w:rsidRPr="0089575C" w:rsidRDefault="00A3492D" w:rsidP="00F7655B">
      <w:pPr>
        <w:pStyle w:val="Nagwek2"/>
        <w:keepNext w:val="0"/>
        <w:keepLines w:val="0"/>
        <w:rPr>
          <w:szCs w:val="18"/>
        </w:rPr>
      </w:pPr>
      <w:r w:rsidRPr="0089575C">
        <w:rPr>
          <w:szCs w:val="18"/>
        </w:rPr>
        <w:t>Cena Oferty wstępnej uwzględnia wszelkiego rodzaju opłaty oraz podatki oraz wszystkie koszty związane z realizacją Zamówienia, transport, ewentualne upusty i rabaty oraz pozostałe składniki cenotwórcze.</w:t>
      </w:r>
    </w:p>
    <w:p w14:paraId="27EEABCE" w14:textId="0EA686C1" w:rsidR="00A3492D" w:rsidRPr="0089575C" w:rsidRDefault="00A3492D" w:rsidP="00F7655B">
      <w:pPr>
        <w:pStyle w:val="Nagwek2"/>
        <w:keepNext w:val="0"/>
        <w:keepLines w:val="0"/>
        <w:rPr>
          <w:szCs w:val="18"/>
        </w:rPr>
      </w:pPr>
      <w:r w:rsidRPr="0089575C">
        <w:rPr>
          <w:szCs w:val="18"/>
        </w:rPr>
        <w:t xml:space="preserve">Wykonawca określi cenę za realizację przedmiotu Zamówienia poprzez wskazanie, </w:t>
      </w:r>
      <w:r w:rsidR="007F0328">
        <w:rPr>
          <w:szCs w:val="18"/>
        </w:rPr>
        <w:t xml:space="preserve">                            </w:t>
      </w:r>
      <w:r w:rsidRPr="0089575C">
        <w:rPr>
          <w:szCs w:val="18"/>
        </w:rPr>
        <w:t xml:space="preserve">z dokładnością do dwóch miejsc po przecinku, całkowitej ceny netto i brutto za realizację przedmiotu Zamówienia w Formularzu Oferty wstępnej, stanowiącym </w:t>
      </w:r>
      <w:r w:rsidRPr="0089575C">
        <w:rPr>
          <w:b/>
          <w:szCs w:val="18"/>
        </w:rPr>
        <w:t xml:space="preserve">Załącznik nr </w:t>
      </w:r>
      <w:r w:rsidR="007531F2">
        <w:rPr>
          <w:b/>
          <w:szCs w:val="18"/>
        </w:rPr>
        <w:t>2</w:t>
      </w:r>
      <w:r w:rsidR="00E83282" w:rsidRPr="0089575C">
        <w:rPr>
          <w:b/>
          <w:szCs w:val="18"/>
        </w:rPr>
        <w:t xml:space="preserve"> </w:t>
      </w:r>
      <w:r w:rsidRPr="0089575C">
        <w:rPr>
          <w:b/>
          <w:szCs w:val="18"/>
        </w:rPr>
        <w:t>do SWZ</w:t>
      </w:r>
      <w:r w:rsidRPr="0089575C">
        <w:rPr>
          <w:szCs w:val="18"/>
        </w:rPr>
        <w:t xml:space="preserve"> </w:t>
      </w:r>
      <w:r w:rsidR="005E68F4" w:rsidRPr="005E68F4">
        <w:rPr>
          <w:b/>
          <w:bCs/>
          <w:szCs w:val="18"/>
        </w:rPr>
        <w:t>Wstępnej</w:t>
      </w:r>
      <w:r w:rsidR="005E68F4">
        <w:rPr>
          <w:szCs w:val="18"/>
        </w:rPr>
        <w:t xml:space="preserve"> </w:t>
      </w:r>
      <w:r w:rsidRPr="0089575C">
        <w:rPr>
          <w:szCs w:val="18"/>
        </w:rPr>
        <w:t>oraz w ustrukturyzowanym formularzu ofertowym Systemu Zakupowego.</w:t>
      </w:r>
    </w:p>
    <w:p w14:paraId="0A41C313" w14:textId="1A939BEA" w:rsidR="00A3492D" w:rsidRPr="0089575C" w:rsidRDefault="00A3492D" w:rsidP="00F7655B">
      <w:pPr>
        <w:pStyle w:val="Nagwek2"/>
        <w:keepNext w:val="0"/>
        <w:keepLines w:val="0"/>
        <w:rPr>
          <w:szCs w:val="18"/>
        </w:rPr>
      </w:pPr>
      <w:r w:rsidRPr="0089575C">
        <w:rPr>
          <w:szCs w:val="18"/>
        </w:rPr>
        <w:t xml:space="preserve">Całkowita cena netto i brutto podana przez Wykonawcę w ustrukturyzowanym formularzu ofertowym Systemu Zakupowym musi być zgodna z całkowitą ceną netto podaną w Formularzu Oferty wstępnej, stanowiącego </w:t>
      </w:r>
      <w:r w:rsidRPr="0089575C">
        <w:rPr>
          <w:b/>
          <w:szCs w:val="18"/>
        </w:rPr>
        <w:t xml:space="preserve">Załącznik nr </w:t>
      </w:r>
      <w:r w:rsidR="007531F2">
        <w:rPr>
          <w:b/>
          <w:szCs w:val="18"/>
        </w:rPr>
        <w:t>2</w:t>
      </w:r>
      <w:r w:rsidR="00E83282" w:rsidRPr="0089575C">
        <w:rPr>
          <w:b/>
          <w:szCs w:val="18"/>
        </w:rPr>
        <w:t xml:space="preserve"> </w:t>
      </w:r>
      <w:r w:rsidRPr="0089575C">
        <w:rPr>
          <w:b/>
          <w:szCs w:val="18"/>
        </w:rPr>
        <w:t>do SWZ</w:t>
      </w:r>
      <w:r w:rsidR="005E68F4">
        <w:rPr>
          <w:b/>
          <w:szCs w:val="18"/>
        </w:rPr>
        <w:t xml:space="preserve"> </w:t>
      </w:r>
      <w:r w:rsidR="005E68F4" w:rsidRPr="005E68F4">
        <w:rPr>
          <w:b/>
          <w:bCs/>
          <w:szCs w:val="18"/>
        </w:rPr>
        <w:t>Wstępnej</w:t>
      </w:r>
      <w:r w:rsidRPr="0089575C">
        <w:rPr>
          <w:b/>
          <w:szCs w:val="18"/>
        </w:rPr>
        <w:t>.</w:t>
      </w:r>
      <w:r w:rsidR="00EB676D">
        <w:rPr>
          <w:b/>
          <w:szCs w:val="18"/>
        </w:rPr>
        <w:t xml:space="preserve">                            </w:t>
      </w:r>
      <w:r w:rsidRPr="0089575C">
        <w:rPr>
          <w:szCs w:val="18"/>
        </w:rPr>
        <w:t xml:space="preserve"> W przypadku rozbieżności pomiędzy cenami podanymi</w:t>
      </w:r>
      <w:r w:rsidR="00EB676D">
        <w:rPr>
          <w:szCs w:val="18"/>
        </w:rPr>
        <w:t xml:space="preserve"> </w:t>
      </w:r>
      <w:r w:rsidRPr="0089575C">
        <w:rPr>
          <w:szCs w:val="18"/>
        </w:rPr>
        <w:t xml:space="preserve">w ustrukturyzowanym formularzu Systemu Zakupowego, a Formularzu Oferty wstępnej, wiążące są ceny podane </w:t>
      </w:r>
      <w:r w:rsidR="00EB676D">
        <w:rPr>
          <w:szCs w:val="18"/>
        </w:rPr>
        <w:t xml:space="preserve">                                </w:t>
      </w:r>
      <w:r w:rsidRPr="0089575C">
        <w:rPr>
          <w:szCs w:val="18"/>
        </w:rPr>
        <w:t xml:space="preserve">w Formularzu Oferty wstępnej sporządzonej na wg </w:t>
      </w:r>
      <w:r w:rsidRPr="0089575C">
        <w:rPr>
          <w:b/>
          <w:szCs w:val="18"/>
        </w:rPr>
        <w:t xml:space="preserve">Załącznika nr </w:t>
      </w:r>
      <w:r w:rsidR="007531F2">
        <w:rPr>
          <w:b/>
          <w:szCs w:val="18"/>
        </w:rPr>
        <w:t>2</w:t>
      </w:r>
      <w:r w:rsidR="00621D7C" w:rsidRPr="0089575C">
        <w:rPr>
          <w:b/>
          <w:szCs w:val="18"/>
        </w:rPr>
        <w:t xml:space="preserve"> </w:t>
      </w:r>
      <w:r w:rsidRPr="0089575C">
        <w:rPr>
          <w:b/>
          <w:szCs w:val="18"/>
        </w:rPr>
        <w:t>do SWZ</w:t>
      </w:r>
      <w:r w:rsidR="005E68F4">
        <w:rPr>
          <w:b/>
          <w:szCs w:val="18"/>
        </w:rPr>
        <w:t xml:space="preserve"> </w:t>
      </w:r>
      <w:r w:rsidR="005E68F4" w:rsidRPr="005E68F4">
        <w:rPr>
          <w:b/>
          <w:bCs/>
          <w:szCs w:val="18"/>
        </w:rPr>
        <w:t>Wstępnej</w:t>
      </w:r>
      <w:r w:rsidRPr="0089575C">
        <w:rPr>
          <w:b/>
          <w:szCs w:val="18"/>
        </w:rPr>
        <w:t>.</w:t>
      </w:r>
    </w:p>
    <w:p w14:paraId="17E55D16" w14:textId="347FEB33" w:rsidR="00A3492D" w:rsidRPr="0089575C" w:rsidRDefault="00A3492D" w:rsidP="002A76A8">
      <w:pPr>
        <w:pStyle w:val="Nagwek2"/>
      </w:pPr>
      <w:r w:rsidRPr="0089575C">
        <w:t>Do porównan</w:t>
      </w:r>
      <w:r w:rsidR="00E50556">
        <w:t>ia ofert brana będzie pod uwagę</w:t>
      </w:r>
      <w:r w:rsidRPr="0089575C">
        <w:t xml:space="preserve"> c</w:t>
      </w:r>
      <w:r w:rsidR="004457E8" w:rsidRPr="0089575C">
        <w:t>en</w:t>
      </w:r>
      <w:r w:rsidR="002A76A8">
        <w:t>a</w:t>
      </w:r>
      <w:r w:rsidR="004457E8" w:rsidRPr="0089575C">
        <w:t xml:space="preserve"> </w:t>
      </w:r>
      <w:r w:rsidR="00E50556">
        <w:t xml:space="preserve">netto </w:t>
      </w:r>
      <w:r w:rsidR="002A76A8" w:rsidRPr="002A76A8">
        <w:rPr>
          <w:szCs w:val="18"/>
        </w:rPr>
        <w:t>usług</w:t>
      </w:r>
      <w:r w:rsidR="005E68F4">
        <w:rPr>
          <w:szCs w:val="18"/>
        </w:rPr>
        <w:t>.</w:t>
      </w:r>
    </w:p>
    <w:p w14:paraId="5530DCC6" w14:textId="77777777" w:rsidR="00A3492D" w:rsidRPr="0089575C" w:rsidRDefault="00A3492D" w:rsidP="00651A1D">
      <w:pPr>
        <w:pStyle w:val="Nagwek1"/>
      </w:pPr>
      <w:r w:rsidRPr="0089575C">
        <w:t>SPOSÓB POROZUMIEWANIA SIĘ Z WYKONAWCAMI</w:t>
      </w:r>
    </w:p>
    <w:p w14:paraId="4E927238" w14:textId="77777777" w:rsidR="00A3492D" w:rsidRPr="0089575C" w:rsidRDefault="00A3492D" w:rsidP="00F7655B">
      <w:pPr>
        <w:pStyle w:val="Nagwek2"/>
        <w:keepNext w:val="0"/>
        <w:keepLines w:val="0"/>
        <w:rPr>
          <w:szCs w:val="18"/>
        </w:rPr>
      </w:pPr>
      <w:r w:rsidRPr="0089575C">
        <w:rPr>
          <w:szCs w:val="18"/>
        </w:rPr>
        <w:t>W niniejszym Postępowaniu korespondencja przekazywana będzie:</w:t>
      </w:r>
    </w:p>
    <w:p w14:paraId="6334A376" w14:textId="77777777" w:rsidR="00A3492D" w:rsidRPr="0089575C" w:rsidRDefault="00A3492D" w:rsidP="00F7655B">
      <w:pPr>
        <w:pStyle w:val="Nagwek3"/>
        <w:keepLines w:val="0"/>
      </w:pPr>
      <w:r w:rsidRPr="0089575C">
        <w:t>za pośrednictwem Systemu Zakupowego (</w:t>
      </w:r>
      <w:r w:rsidRPr="0089575C">
        <w:rPr>
          <w:color w:val="36A9E1" w:themeColor="accent5"/>
        </w:rPr>
        <w:t>https://swpp2.gkpge.pl</w:t>
      </w:r>
      <w:r w:rsidRPr="0089575C">
        <w:t>) lub</w:t>
      </w:r>
    </w:p>
    <w:p w14:paraId="756FCCE4" w14:textId="77777777" w:rsidR="00A3492D" w:rsidRPr="0089575C" w:rsidRDefault="00A3492D" w:rsidP="00F15E1F">
      <w:pPr>
        <w:pStyle w:val="Nagwek3"/>
        <w:keepLines w:val="0"/>
        <w:numPr>
          <w:ilvl w:val="0"/>
          <w:numId w:val="0"/>
        </w:numPr>
        <w:ind w:left="1021"/>
      </w:pPr>
      <w:r w:rsidRPr="0089575C">
        <w:t>drogą elektroniczną: na adres wskazany w pkt. 10.2.</w:t>
      </w:r>
    </w:p>
    <w:p w14:paraId="5D143DAA" w14:textId="77777777" w:rsidR="00A3492D" w:rsidRPr="0089575C" w:rsidRDefault="00A3492D" w:rsidP="00F7655B">
      <w:pPr>
        <w:pStyle w:val="Nagwek2"/>
        <w:keepNext w:val="0"/>
        <w:keepLines w:val="0"/>
        <w:rPr>
          <w:szCs w:val="18"/>
        </w:rPr>
      </w:pPr>
      <w:r w:rsidRPr="0089575C">
        <w:rPr>
          <w:szCs w:val="18"/>
        </w:rPr>
        <w:t>Osobą uprawnioną do porozumiewania się z Wykonawcami jest:</w:t>
      </w:r>
    </w:p>
    <w:p w14:paraId="6C8E7FE4" w14:textId="77777777" w:rsidR="0048681E" w:rsidRPr="009A7377" w:rsidRDefault="0057202A" w:rsidP="0057202A">
      <w:pPr>
        <w:ind w:left="993" w:firstLine="28"/>
        <w:jc w:val="both"/>
        <w:rPr>
          <w:szCs w:val="18"/>
          <w:lang w:val="en-GB"/>
        </w:rPr>
      </w:pPr>
      <w:r w:rsidRPr="0089575C">
        <w:rPr>
          <w:szCs w:val="18"/>
        </w:rPr>
        <w:lastRenderedPageBreak/>
        <w:t>Agnieszka Papież</w:t>
      </w:r>
      <w:r w:rsidR="00A3492D" w:rsidRPr="0089575C">
        <w:rPr>
          <w:szCs w:val="18"/>
        </w:rPr>
        <w:t>, Departament Zakupów PGE</w:t>
      </w:r>
      <w:r w:rsidRPr="0089575C">
        <w:rPr>
          <w:szCs w:val="18"/>
        </w:rPr>
        <w:t xml:space="preserve"> S.A.</w:t>
      </w:r>
      <w:r w:rsidR="00A3492D" w:rsidRPr="0089575C">
        <w:rPr>
          <w:szCs w:val="18"/>
        </w:rPr>
        <w:t xml:space="preserve">, tel.  </w:t>
      </w:r>
      <w:r w:rsidRPr="009A7377">
        <w:rPr>
          <w:szCs w:val="18"/>
          <w:lang w:val="en-GB"/>
        </w:rPr>
        <w:t>887 559 923</w:t>
      </w:r>
      <w:r w:rsidR="00A3492D" w:rsidRPr="009A7377">
        <w:rPr>
          <w:szCs w:val="18"/>
          <w:lang w:val="en-GB"/>
        </w:rPr>
        <w:t xml:space="preserve">; </w:t>
      </w:r>
    </w:p>
    <w:p w14:paraId="31CD4591" w14:textId="77777777" w:rsidR="0048681E" w:rsidRPr="009A7377" w:rsidRDefault="00A3492D" w:rsidP="0057202A">
      <w:pPr>
        <w:ind w:left="993" w:firstLine="28"/>
        <w:jc w:val="both"/>
        <w:rPr>
          <w:szCs w:val="18"/>
          <w:lang w:val="en-GB"/>
        </w:rPr>
      </w:pPr>
      <w:r w:rsidRPr="009A7377">
        <w:rPr>
          <w:szCs w:val="18"/>
          <w:lang w:val="en-GB"/>
        </w:rPr>
        <w:t xml:space="preserve">e-mail:  </w:t>
      </w:r>
      <w:r w:rsidR="0057202A" w:rsidRPr="009A7377">
        <w:rPr>
          <w:szCs w:val="18"/>
          <w:lang w:val="en-GB"/>
        </w:rPr>
        <w:t xml:space="preserve"> </w:t>
      </w:r>
      <w:hyperlink r:id="rId17" w:history="1">
        <w:r w:rsidR="0048681E" w:rsidRPr="009A7377">
          <w:rPr>
            <w:rStyle w:val="Hipercze"/>
            <w:sz w:val="18"/>
            <w:szCs w:val="18"/>
            <w:lang w:val="en-GB"/>
          </w:rPr>
          <w:t>agnieszka.papiez@gkpge.pl</w:t>
        </w:r>
      </w:hyperlink>
    </w:p>
    <w:p w14:paraId="2AF28958" w14:textId="77777777" w:rsidR="00A3492D" w:rsidRPr="009A7377" w:rsidRDefault="0048681E" w:rsidP="0057202A">
      <w:pPr>
        <w:ind w:left="993" w:firstLine="28"/>
        <w:jc w:val="both"/>
        <w:rPr>
          <w:szCs w:val="18"/>
          <w:lang w:val="en-GB"/>
        </w:rPr>
      </w:pPr>
      <w:r w:rsidRPr="009A7377">
        <w:rPr>
          <w:szCs w:val="18"/>
          <w:lang w:val="en-GB"/>
        </w:rPr>
        <w:t xml:space="preserve"> </w:t>
      </w:r>
    </w:p>
    <w:p w14:paraId="358BBB41" w14:textId="77777777" w:rsidR="00A3492D" w:rsidRPr="0089575C" w:rsidRDefault="00A3492D" w:rsidP="00F7655B">
      <w:pPr>
        <w:ind w:left="313" w:firstLine="708"/>
        <w:jc w:val="both"/>
        <w:rPr>
          <w:b/>
          <w:szCs w:val="18"/>
        </w:rPr>
      </w:pPr>
      <w:r w:rsidRPr="0089575C">
        <w:rPr>
          <w:b/>
          <w:szCs w:val="18"/>
        </w:rPr>
        <w:t>UWAGA!</w:t>
      </w:r>
    </w:p>
    <w:p w14:paraId="4C9B6EA0" w14:textId="77777777" w:rsidR="00A3492D" w:rsidRPr="0089575C" w:rsidRDefault="00A3492D" w:rsidP="00F7655B">
      <w:pPr>
        <w:ind w:left="1021"/>
        <w:jc w:val="both"/>
        <w:rPr>
          <w:b/>
          <w:szCs w:val="18"/>
        </w:rPr>
      </w:pPr>
      <w:r w:rsidRPr="0089575C">
        <w:rPr>
          <w:b/>
          <w:szCs w:val="18"/>
        </w:rPr>
        <w:t>Wykonawcy nie są uprawnieni do kontaktowania się w sprawie przedmiotowego Postępowania zakupowego w trakcie jego trwania z inną osobą poza wskazaną do kontaktu powyżej.</w:t>
      </w:r>
    </w:p>
    <w:p w14:paraId="01EFCAF1" w14:textId="77777777" w:rsidR="0057202A" w:rsidRPr="0089575C" w:rsidRDefault="00A3492D" w:rsidP="0057202A">
      <w:pPr>
        <w:pStyle w:val="Nagwek2"/>
        <w:rPr>
          <w:b/>
          <w:szCs w:val="18"/>
        </w:rPr>
      </w:pPr>
      <w:r w:rsidRPr="0089575C">
        <w:t xml:space="preserve">Wykonawcy porozumiewając się z Zamawiającym powinni powoływać się na numer Postępowania: </w:t>
      </w:r>
    </w:p>
    <w:p w14:paraId="674938B8" w14:textId="636068CF" w:rsidR="00A3492D" w:rsidRPr="0089575C" w:rsidRDefault="0057202A" w:rsidP="0057202A">
      <w:pPr>
        <w:pStyle w:val="Nagwek2"/>
        <w:numPr>
          <w:ilvl w:val="0"/>
          <w:numId w:val="0"/>
        </w:numPr>
        <w:ind w:left="1021"/>
      </w:pPr>
      <w:r w:rsidRPr="0089575C">
        <w:rPr>
          <w:b/>
          <w:szCs w:val="18"/>
        </w:rPr>
        <w:t>POST/PGE/SYS/DZ/00</w:t>
      </w:r>
      <w:r w:rsidR="007531F2">
        <w:rPr>
          <w:b/>
          <w:szCs w:val="18"/>
        </w:rPr>
        <w:t>204</w:t>
      </w:r>
      <w:r w:rsidRPr="0089575C">
        <w:rPr>
          <w:b/>
          <w:szCs w:val="18"/>
        </w:rPr>
        <w:t>/2025</w:t>
      </w:r>
    </w:p>
    <w:p w14:paraId="7F11DB63" w14:textId="77777777" w:rsidR="004119DA" w:rsidRPr="0089575C" w:rsidRDefault="004119DA" w:rsidP="00651A1D">
      <w:pPr>
        <w:pStyle w:val="Nagwek1"/>
      </w:pPr>
      <w:r w:rsidRPr="0089575C">
        <w:t>MIEJSCE ORAZ TERMIN SKŁADANIA OFERT WSTĘPNYCH</w:t>
      </w:r>
    </w:p>
    <w:p w14:paraId="6B1A4F10" w14:textId="77777777" w:rsidR="004119DA" w:rsidRPr="0089575C" w:rsidRDefault="004119DA" w:rsidP="00F7655B">
      <w:pPr>
        <w:pStyle w:val="Nagwek2"/>
        <w:keepNext w:val="0"/>
        <w:keepLines w:val="0"/>
        <w:rPr>
          <w:szCs w:val="18"/>
        </w:rPr>
      </w:pPr>
      <w:r w:rsidRPr="0089575C">
        <w:rPr>
          <w:szCs w:val="18"/>
        </w:rPr>
        <w:t>Ofertę wstępną wraz z wymaganymi dokumentami należy złożyć za pośrednictwem Systemu Zakupowego dostępnego pod adresem</w:t>
      </w:r>
      <w:r w:rsidRPr="0089575C">
        <w:rPr>
          <w:color w:val="36A9E1" w:themeColor="accent5"/>
          <w:szCs w:val="18"/>
        </w:rPr>
        <w:t xml:space="preserve">: </w:t>
      </w:r>
      <w:hyperlink r:id="rId18" w:history="1">
        <w:r w:rsidRPr="0089575C">
          <w:rPr>
            <w:rStyle w:val="Hipercze"/>
            <w:color w:val="36A9E1" w:themeColor="accent5"/>
            <w:sz w:val="18"/>
            <w:szCs w:val="18"/>
          </w:rPr>
          <w:t>https://swpp2.gkpge.pl</w:t>
        </w:r>
      </w:hyperlink>
      <w:r w:rsidRPr="0089575C">
        <w:rPr>
          <w:color w:val="36A9E1" w:themeColor="accent5"/>
          <w:szCs w:val="18"/>
        </w:rPr>
        <w:t xml:space="preserve"> </w:t>
      </w:r>
    </w:p>
    <w:p w14:paraId="6B57FA71" w14:textId="60F1FBED" w:rsidR="004119DA" w:rsidRPr="0089575C" w:rsidRDefault="004119DA" w:rsidP="00F7655B">
      <w:pPr>
        <w:pStyle w:val="Nagwek2"/>
        <w:keepNext w:val="0"/>
        <w:keepLines w:val="0"/>
        <w:rPr>
          <w:szCs w:val="18"/>
        </w:rPr>
      </w:pPr>
      <w:r w:rsidRPr="0089575C">
        <w:rPr>
          <w:szCs w:val="18"/>
        </w:rPr>
        <w:t xml:space="preserve">W dniu opublikowania Postępowania termin składania Ofert wstępnych został wyznaczony do </w:t>
      </w:r>
      <w:r w:rsidRPr="00541AD1">
        <w:rPr>
          <w:szCs w:val="18"/>
        </w:rPr>
        <w:t xml:space="preserve">dnia </w:t>
      </w:r>
      <w:r w:rsidR="007F0328">
        <w:rPr>
          <w:szCs w:val="18"/>
        </w:rPr>
        <w:t>05</w:t>
      </w:r>
      <w:r w:rsidR="000C2D70">
        <w:rPr>
          <w:szCs w:val="18"/>
        </w:rPr>
        <w:t xml:space="preserve"> </w:t>
      </w:r>
      <w:r w:rsidR="007F0328">
        <w:rPr>
          <w:szCs w:val="18"/>
        </w:rPr>
        <w:t>sierpnia</w:t>
      </w:r>
      <w:r w:rsidR="00842E5C">
        <w:rPr>
          <w:szCs w:val="18"/>
        </w:rPr>
        <w:t xml:space="preserve"> </w:t>
      </w:r>
      <w:r w:rsidRPr="0089575C">
        <w:rPr>
          <w:szCs w:val="18"/>
        </w:rPr>
        <w:t>202</w:t>
      </w:r>
      <w:r w:rsidR="0057202A" w:rsidRPr="0089575C">
        <w:rPr>
          <w:szCs w:val="18"/>
        </w:rPr>
        <w:t>5</w:t>
      </w:r>
      <w:r w:rsidRPr="0089575C">
        <w:rPr>
          <w:szCs w:val="18"/>
        </w:rPr>
        <w:t xml:space="preserve"> r. do</w:t>
      </w:r>
      <w:r w:rsidR="00836E90" w:rsidRPr="0089575C">
        <w:rPr>
          <w:szCs w:val="18"/>
        </w:rPr>
        <w:t xml:space="preserve"> godz</w:t>
      </w:r>
      <w:r w:rsidRPr="0089575C">
        <w:rPr>
          <w:szCs w:val="18"/>
        </w:rPr>
        <w:t xml:space="preserve">. </w:t>
      </w:r>
      <w:r w:rsidR="00842E5C">
        <w:rPr>
          <w:szCs w:val="18"/>
        </w:rPr>
        <w:t>10</w:t>
      </w:r>
      <w:r w:rsidR="00842E5C" w:rsidRPr="0089575C">
        <w:rPr>
          <w:szCs w:val="18"/>
        </w:rPr>
        <w:t>:</w:t>
      </w:r>
      <w:r w:rsidR="00842E5C">
        <w:rPr>
          <w:szCs w:val="18"/>
        </w:rPr>
        <w:t>00</w:t>
      </w:r>
      <w:r w:rsidR="00842E5C" w:rsidRPr="0089575C">
        <w:rPr>
          <w:szCs w:val="18"/>
        </w:rPr>
        <w:t xml:space="preserve">. </w:t>
      </w:r>
    </w:p>
    <w:p w14:paraId="292FB4F7" w14:textId="77777777" w:rsidR="004119DA" w:rsidRPr="0089575C" w:rsidRDefault="004119DA" w:rsidP="00F7655B">
      <w:pPr>
        <w:pStyle w:val="Nagwek2"/>
        <w:keepNext w:val="0"/>
        <w:keepLines w:val="0"/>
        <w:rPr>
          <w:szCs w:val="18"/>
        </w:rPr>
      </w:pPr>
      <w:r w:rsidRPr="0089575C">
        <w:rPr>
          <w:szCs w:val="18"/>
        </w:rPr>
        <w:t xml:space="preserve">W przypadku dokonywania zmian terminu aktualny termin składania Ofert wstępnych będzie podany w Systemie Zakupowym. </w:t>
      </w:r>
    </w:p>
    <w:p w14:paraId="263E4192" w14:textId="77777777" w:rsidR="004119DA" w:rsidRPr="0089575C" w:rsidRDefault="004119DA" w:rsidP="00F7655B">
      <w:pPr>
        <w:pStyle w:val="Nagwek2"/>
        <w:keepNext w:val="0"/>
        <w:keepLines w:val="0"/>
        <w:numPr>
          <w:ilvl w:val="0"/>
          <w:numId w:val="0"/>
        </w:numPr>
        <w:ind w:left="1021"/>
        <w:rPr>
          <w:b/>
          <w:szCs w:val="18"/>
        </w:rPr>
      </w:pPr>
      <w:r w:rsidRPr="0089575C">
        <w:rPr>
          <w:b/>
          <w:szCs w:val="18"/>
        </w:rPr>
        <w:t xml:space="preserve">UWAGA! </w:t>
      </w:r>
    </w:p>
    <w:p w14:paraId="3D664FB6" w14:textId="28FAE5EF" w:rsidR="004119DA" w:rsidRPr="0089575C" w:rsidRDefault="004119DA" w:rsidP="00F7655B">
      <w:pPr>
        <w:pStyle w:val="Nagwek2"/>
        <w:keepNext w:val="0"/>
        <w:keepLines w:val="0"/>
        <w:numPr>
          <w:ilvl w:val="0"/>
          <w:numId w:val="0"/>
        </w:numPr>
        <w:ind w:left="1021"/>
        <w:rPr>
          <w:b/>
          <w:szCs w:val="18"/>
        </w:rPr>
      </w:pPr>
      <w:r w:rsidRPr="0089575C">
        <w:rPr>
          <w:b/>
          <w:szCs w:val="18"/>
        </w:rPr>
        <w:t xml:space="preserve">Za termin złożenia Oferty wstępnej przyjmuje się datę i </w:t>
      </w:r>
      <w:r w:rsidR="00BE634C" w:rsidRPr="0089575C">
        <w:rPr>
          <w:b/>
          <w:szCs w:val="18"/>
        </w:rPr>
        <w:t xml:space="preserve">godzinę wpływu Oferty wstępnej </w:t>
      </w:r>
      <w:r w:rsidRPr="0089575C">
        <w:rPr>
          <w:b/>
          <w:szCs w:val="18"/>
        </w:rPr>
        <w:t xml:space="preserve">na serwer, a nie datę i godzinę jej wysłania przez Wykonawcę. Po upływie terminu składania Ofert wstępnych nie będzie możliwe złożenie Oferty wstępnej dlatego Zamawiający rekomenduje aby Oferty wstępne składać </w:t>
      </w:r>
      <w:r w:rsidR="00EB676D">
        <w:rPr>
          <w:b/>
          <w:szCs w:val="18"/>
        </w:rPr>
        <w:t xml:space="preserve">                           </w:t>
      </w:r>
      <w:r w:rsidRPr="0089575C">
        <w:rPr>
          <w:b/>
          <w:szCs w:val="18"/>
        </w:rPr>
        <w:t>z odpowiednim wyprzedzeniem.</w:t>
      </w:r>
    </w:p>
    <w:p w14:paraId="190CD282" w14:textId="77777777" w:rsidR="004119DA" w:rsidRPr="0089575C" w:rsidRDefault="004119DA" w:rsidP="00F7655B">
      <w:pPr>
        <w:pStyle w:val="Nagwek2"/>
        <w:keepNext w:val="0"/>
        <w:keepLines w:val="0"/>
        <w:rPr>
          <w:szCs w:val="18"/>
        </w:rPr>
      </w:pPr>
      <w:r w:rsidRPr="0089575C">
        <w:rPr>
          <w:szCs w:val="18"/>
        </w:rPr>
        <w:t>Zamawiający nie przewiduje publicznego otwarcia Ofert.</w:t>
      </w:r>
    </w:p>
    <w:p w14:paraId="1BF49374" w14:textId="77777777" w:rsidR="00A3492D" w:rsidRPr="0089575C" w:rsidRDefault="00A3492D" w:rsidP="00651A1D">
      <w:pPr>
        <w:pStyle w:val="Nagwek1"/>
      </w:pPr>
      <w:r w:rsidRPr="0089575C">
        <w:t>TERMIN ZWIĄZANIA OFERTĄ WSTĘPNĄ</w:t>
      </w:r>
    </w:p>
    <w:p w14:paraId="10C994E5" w14:textId="4D3AE6A2" w:rsidR="00A3492D" w:rsidRPr="0089575C" w:rsidRDefault="00A3492D" w:rsidP="00F7655B">
      <w:pPr>
        <w:pStyle w:val="Nagwek2"/>
        <w:keepNext w:val="0"/>
        <w:keepLines w:val="0"/>
        <w:rPr>
          <w:szCs w:val="18"/>
        </w:rPr>
      </w:pPr>
      <w:r w:rsidRPr="0089575C">
        <w:rPr>
          <w:szCs w:val="18"/>
        </w:rPr>
        <w:t>Termin związania O</w:t>
      </w:r>
      <w:r w:rsidR="00371056" w:rsidRPr="0089575C">
        <w:rPr>
          <w:szCs w:val="18"/>
        </w:rPr>
        <w:t xml:space="preserve">fertą wstępną wynosi </w:t>
      </w:r>
      <w:r w:rsidR="007531F2">
        <w:rPr>
          <w:szCs w:val="18"/>
        </w:rPr>
        <w:t>9</w:t>
      </w:r>
      <w:r w:rsidR="00E0485C" w:rsidRPr="0089575C">
        <w:rPr>
          <w:szCs w:val="18"/>
        </w:rPr>
        <w:t xml:space="preserve">0 </w:t>
      </w:r>
      <w:r w:rsidR="00371056" w:rsidRPr="0089575C">
        <w:rPr>
          <w:szCs w:val="18"/>
        </w:rPr>
        <w:t>dni</w:t>
      </w:r>
      <w:r w:rsidRPr="0089575C">
        <w:rPr>
          <w:szCs w:val="18"/>
        </w:rPr>
        <w:t xml:space="preserve"> licząc od daty upływu terminu składania Ofert wstępnych.</w:t>
      </w:r>
    </w:p>
    <w:p w14:paraId="2061E12C" w14:textId="0826CB26" w:rsidR="00A3492D" w:rsidRPr="0089575C" w:rsidRDefault="00A3492D" w:rsidP="00F7655B">
      <w:pPr>
        <w:pStyle w:val="Nagwek2"/>
        <w:keepNext w:val="0"/>
        <w:keepLines w:val="0"/>
        <w:rPr>
          <w:szCs w:val="18"/>
        </w:rPr>
      </w:pPr>
      <w:r w:rsidRPr="0089575C">
        <w:rPr>
          <w:szCs w:val="18"/>
        </w:rPr>
        <w:t>Zamawiając przed upływem terminu</w:t>
      </w:r>
      <w:r w:rsidR="00BE634C" w:rsidRPr="0089575C">
        <w:rPr>
          <w:szCs w:val="18"/>
        </w:rPr>
        <w:t xml:space="preserve"> związania Ofertą może zwrócić </w:t>
      </w:r>
      <w:r w:rsidRPr="0089575C">
        <w:rPr>
          <w:szCs w:val="18"/>
        </w:rPr>
        <w:t xml:space="preserve">się do Wykonawców </w:t>
      </w:r>
      <w:r w:rsidR="00EB676D">
        <w:rPr>
          <w:szCs w:val="18"/>
        </w:rPr>
        <w:t xml:space="preserve">                    </w:t>
      </w:r>
      <w:r w:rsidRPr="0089575C">
        <w:rPr>
          <w:szCs w:val="18"/>
        </w:rPr>
        <w:t>o wyrażenie zgody na przedłużenie terminu związania Ofertą</w:t>
      </w:r>
      <w:r w:rsidR="00EB676D">
        <w:rPr>
          <w:szCs w:val="18"/>
        </w:rPr>
        <w:t xml:space="preserve"> </w:t>
      </w:r>
      <w:r w:rsidRPr="0089575C">
        <w:rPr>
          <w:szCs w:val="18"/>
        </w:rPr>
        <w:t>o wskazany przez niego okres.</w:t>
      </w:r>
    </w:p>
    <w:p w14:paraId="66080F80" w14:textId="77777777" w:rsidR="00A3492D" w:rsidRPr="0089575C" w:rsidRDefault="00A3492D" w:rsidP="00F7655B">
      <w:pPr>
        <w:pStyle w:val="Nagwek2"/>
        <w:keepNext w:val="0"/>
        <w:keepLines w:val="0"/>
        <w:rPr>
          <w:szCs w:val="18"/>
        </w:rPr>
      </w:pPr>
      <w:r w:rsidRPr="0089575C">
        <w:rPr>
          <w:szCs w:val="18"/>
        </w:rPr>
        <w:t xml:space="preserve">Oferta Wykonawcy, który nie zgodził się na przedłużenie terminu związania Ofertą podlega odrzuceniu z Postępowania na podstawie pkt 9.5.1 lit. j Procedury. </w:t>
      </w:r>
    </w:p>
    <w:p w14:paraId="5E479C62" w14:textId="77777777" w:rsidR="00A3492D" w:rsidRPr="0089575C" w:rsidRDefault="00A3492D" w:rsidP="00F7655B">
      <w:pPr>
        <w:pStyle w:val="Nagwek2"/>
        <w:keepNext w:val="0"/>
        <w:keepLines w:val="0"/>
        <w:rPr>
          <w:szCs w:val="18"/>
        </w:rPr>
      </w:pPr>
      <w:r w:rsidRPr="0089575C">
        <w:rPr>
          <w:szCs w:val="18"/>
        </w:rPr>
        <w:t>Wykonawca może przedłużyć termin związania Ofertą z własnej inicjatywy.</w:t>
      </w:r>
    </w:p>
    <w:p w14:paraId="7C47313E" w14:textId="77777777" w:rsidR="004119DA" w:rsidRPr="0089575C" w:rsidRDefault="004119DA" w:rsidP="00651A1D">
      <w:pPr>
        <w:pStyle w:val="Nagwek1"/>
      </w:pPr>
      <w:r w:rsidRPr="0089575C">
        <w:t xml:space="preserve">INFORMACJE DOTYCZĄCE KRYTERIÓW OCENY OFERT </w:t>
      </w:r>
    </w:p>
    <w:p w14:paraId="523908F7" w14:textId="77777777" w:rsidR="00AB0958" w:rsidRPr="0089575C" w:rsidRDefault="004119DA" w:rsidP="00F7655B">
      <w:pPr>
        <w:pStyle w:val="Nagwek2"/>
        <w:keepNext w:val="0"/>
        <w:keepLines w:val="0"/>
        <w:rPr>
          <w:szCs w:val="18"/>
        </w:rPr>
      </w:pPr>
      <w:r w:rsidRPr="0089575C">
        <w:rPr>
          <w:szCs w:val="18"/>
        </w:rPr>
        <w:t xml:space="preserve">Oferta będzie oceniana według kryterium: </w:t>
      </w:r>
    </w:p>
    <w:p w14:paraId="7119C5DE" w14:textId="4DC2937A" w:rsidR="00AB0958" w:rsidRPr="00EB676D" w:rsidRDefault="004119DA" w:rsidP="00F7655B">
      <w:pPr>
        <w:pStyle w:val="Nagwek2"/>
        <w:keepNext w:val="0"/>
        <w:keepLines w:val="0"/>
        <w:numPr>
          <w:ilvl w:val="0"/>
          <w:numId w:val="0"/>
        </w:numPr>
        <w:ind w:left="1021"/>
      </w:pPr>
      <w:r w:rsidRPr="0089575C">
        <w:t>„</w:t>
      </w:r>
      <w:r w:rsidRPr="00EB676D">
        <w:t xml:space="preserve">Cena netto” – waga 100% to jest 100 pkt </w:t>
      </w:r>
    </w:p>
    <w:p w14:paraId="04C8C333" w14:textId="3CA08929" w:rsidR="004119DA" w:rsidRPr="0089575C" w:rsidRDefault="004119DA" w:rsidP="00F7655B">
      <w:pPr>
        <w:pStyle w:val="Nagwek2"/>
        <w:keepNext w:val="0"/>
        <w:keepLines w:val="0"/>
        <w:numPr>
          <w:ilvl w:val="0"/>
          <w:numId w:val="0"/>
        </w:numPr>
        <w:ind w:left="1021"/>
        <w:rPr>
          <w:szCs w:val="18"/>
        </w:rPr>
      </w:pPr>
      <w:r w:rsidRPr="00EB676D">
        <w:t>W kryterium „Cena netto</w:t>
      </w:r>
      <w:r w:rsidRPr="0089575C">
        <w:t>” punkty zostaną przyznane zgodnie z poniższym wzorem:</w:t>
      </w:r>
    </w:p>
    <w:p w14:paraId="24F51E39" w14:textId="77777777" w:rsidR="004119DA" w:rsidRPr="0089575C" w:rsidRDefault="004119DA" w:rsidP="00F7655B"/>
    <w:p w14:paraId="6A952800" w14:textId="77777777" w:rsidR="004119DA" w:rsidRPr="0089575C" w:rsidRDefault="004119DA" w:rsidP="00F7655B">
      <w:pPr>
        <w:jc w:val="center"/>
        <w:rPr>
          <w:vertAlign w:val="subscript"/>
        </w:rPr>
      </w:pPr>
      <w:proofErr w:type="spellStart"/>
      <w:r w:rsidRPr="0089575C">
        <w:lastRenderedPageBreak/>
        <w:t>C</w:t>
      </w:r>
      <w:r w:rsidRPr="0089575C">
        <w:rPr>
          <w:vertAlign w:val="subscript"/>
        </w:rPr>
        <w:t>min</w:t>
      </w:r>
      <w:proofErr w:type="spellEnd"/>
    </w:p>
    <w:p w14:paraId="772C8A26" w14:textId="77777777" w:rsidR="004119DA" w:rsidRPr="0089575C" w:rsidRDefault="004119DA" w:rsidP="00F7655B">
      <w:pPr>
        <w:jc w:val="center"/>
      </w:pPr>
      <w:r w:rsidRPr="0089575C">
        <w:t>C = ---------------------- x 100 pkt</w:t>
      </w:r>
    </w:p>
    <w:p w14:paraId="02BCC134" w14:textId="77777777" w:rsidR="004119DA" w:rsidRPr="0089575C" w:rsidRDefault="004119DA" w:rsidP="00F7655B">
      <w:pPr>
        <w:jc w:val="center"/>
      </w:pPr>
      <w:r w:rsidRPr="0089575C">
        <w:t>C</w:t>
      </w:r>
      <w:r w:rsidRPr="0089575C">
        <w:rPr>
          <w:vertAlign w:val="subscript"/>
        </w:rPr>
        <w:t>o</w:t>
      </w:r>
    </w:p>
    <w:p w14:paraId="1E4CA2DD" w14:textId="77777777" w:rsidR="004119DA" w:rsidRPr="0089575C" w:rsidRDefault="004119DA" w:rsidP="00F7655B">
      <w:pPr>
        <w:jc w:val="center"/>
      </w:pPr>
    </w:p>
    <w:p w14:paraId="7D10A9E3" w14:textId="75BABB90" w:rsidR="000E73C6" w:rsidRPr="0089575C" w:rsidRDefault="004119DA" w:rsidP="00F7655B">
      <w:pPr>
        <w:pStyle w:val="Nagwek2"/>
        <w:keepNext w:val="0"/>
        <w:keepLines w:val="0"/>
        <w:numPr>
          <w:ilvl w:val="0"/>
          <w:numId w:val="0"/>
        </w:numPr>
        <w:ind w:left="1021"/>
      </w:pPr>
      <w:r w:rsidRPr="0089575C">
        <w:rPr>
          <w:b/>
        </w:rPr>
        <w:t>C</w:t>
      </w:r>
      <w:r w:rsidRPr="0089575C">
        <w:t xml:space="preserve"> – liczba punktów przyznana Ofercie ocenianej w kryterium „Cena netto”</w:t>
      </w:r>
    </w:p>
    <w:p w14:paraId="035263C0" w14:textId="788B0D73" w:rsidR="000E73C6" w:rsidRPr="0089575C" w:rsidRDefault="004119DA" w:rsidP="00F7655B">
      <w:pPr>
        <w:pStyle w:val="Nagwek2"/>
        <w:keepNext w:val="0"/>
        <w:keepLines w:val="0"/>
        <w:numPr>
          <w:ilvl w:val="0"/>
          <w:numId w:val="0"/>
        </w:numPr>
        <w:ind w:left="1021"/>
      </w:pPr>
      <w:proofErr w:type="spellStart"/>
      <w:r w:rsidRPr="0089575C">
        <w:rPr>
          <w:b/>
        </w:rPr>
        <w:t>C</w:t>
      </w:r>
      <w:r w:rsidRPr="0089575C">
        <w:rPr>
          <w:b/>
          <w:vertAlign w:val="subscript"/>
        </w:rPr>
        <w:t>min</w:t>
      </w:r>
      <w:proofErr w:type="spellEnd"/>
      <w:r w:rsidRPr="0089575C">
        <w:t xml:space="preserve"> – najniższa z </w:t>
      </w:r>
      <w:r w:rsidR="000A070E">
        <w:t>zaoferowanych przez Wykonawców „C</w:t>
      </w:r>
      <w:r w:rsidRPr="0089575C">
        <w:t>en</w:t>
      </w:r>
      <w:r w:rsidR="00E50556">
        <w:t>a</w:t>
      </w:r>
      <w:r w:rsidRPr="0089575C">
        <w:t xml:space="preserve"> netto</w:t>
      </w:r>
      <w:r w:rsidR="005E68F4">
        <w:t>”</w:t>
      </w:r>
    </w:p>
    <w:p w14:paraId="0AC98103" w14:textId="098FEC4B" w:rsidR="000E73C6" w:rsidRPr="0089575C" w:rsidRDefault="004119DA" w:rsidP="00F7655B">
      <w:pPr>
        <w:pStyle w:val="Nagwek2"/>
        <w:keepNext w:val="0"/>
        <w:keepLines w:val="0"/>
        <w:numPr>
          <w:ilvl w:val="0"/>
          <w:numId w:val="0"/>
        </w:numPr>
        <w:ind w:left="1021"/>
      </w:pPr>
      <w:r w:rsidRPr="0089575C">
        <w:rPr>
          <w:b/>
        </w:rPr>
        <w:t>C</w:t>
      </w:r>
      <w:r w:rsidRPr="0089575C">
        <w:rPr>
          <w:b/>
          <w:vertAlign w:val="subscript"/>
        </w:rPr>
        <w:t>o</w:t>
      </w:r>
      <w:r w:rsidRPr="0089575C">
        <w:t xml:space="preserve"> – </w:t>
      </w:r>
      <w:r w:rsidR="00E50556">
        <w:t>„C</w:t>
      </w:r>
      <w:r w:rsidRPr="0089575C">
        <w:t>ena netto</w:t>
      </w:r>
      <w:r w:rsidR="00E50556">
        <w:t>”</w:t>
      </w:r>
      <w:r w:rsidRPr="0089575C">
        <w:t xml:space="preserve"> zaoferowana przez Wykonawcę, dla którego wynik jest obliczany </w:t>
      </w:r>
    </w:p>
    <w:p w14:paraId="6F6715C6" w14:textId="7168A1EE" w:rsidR="004119DA" w:rsidRPr="0089575C" w:rsidRDefault="004119DA" w:rsidP="00F7655B">
      <w:pPr>
        <w:pStyle w:val="Nagwek2"/>
        <w:keepNext w:val="0"/>
        <w:keepLines w:val="0"/>
        <w:numPr>
          <w:ilvl w:val="0"/>
          <w:numId w:val="0"/>
        </w:numPr>
        <w:ind w:left="1021"/>
      </w:pPr>
      <w:r w:rsidRPr="0089575C">
        <w:rPr>
          <w:b/>
        </w:rPr>
        <w:t>100 pkt</w:t>
      </w:r>
      <w:r w:rsidRPr="0089575C">
        <w:t xml:space="preserve"> – maksymalna liczba punktów do uzyskania w kryterium „Cena netto”</w:t>
      </w:r>
    </w:p>
    <w:p w14:paraId="60BB3AEA" w14:textId="77777777" w:rsidR="004119DA" w:rsidRPr="0089575C" w:rsidRDefault="004119DA" w:rsidP="00F7655B">
      <w:pPr>
        <w:ind w:firstLine="708"/>
        <w:jc w:val="both"/>
      </w:pPr>
    </w:p>
    <w:p w14:paraId="09D00697" w14:textId="722CAE71" w:rsidR="004119DA" w:rsidRPr="00EB676D" w:rsidRDefault="004119DA" w:rsidP="00F7655B">
      <w:pPr>
        <w:pStyle w:val="Nagwek2"/>
        <w:keepNext w:val="0"/>
        <w:keepLines w:val="0"/>
        <w:rPr>
          <w:szCs w:val="18"/>
        </w:rPr>
      </w:pPr>
      <w:r w:rsidRPr="00EB676D">
        <w:rPr>
          <w:szCs w:val="18"/>
        </w:rPr>
        <w:t xml:space="preserve">Za </w:t>
      </w:r>
      <w:r w:rsidR="00521FAC" w:rsidRPr="00EB676D">
        <w:rPr>
          <w:szCs w:val="18"/>
        </w:rPr>
        <w:t>najkorzystniejsz</w:t>
      </w:r>
      <w:r w:rsidR="005E68F4" w:rsidRPr="00EB676D">
        <w:rPr>
          <w:szCs w:val="18"/>
        </w:rPr>
        <w:t>ą</w:t>
      </w:r>
      <w:r w:rsidR="00521FAC" w:rsidRPr="00EB676D">
        <w:rPr>
          <w:szCs w:val="18"/>
        </w:rPr>
        <w:t xml:space="preserve"> zostan</w:t>
      </w:r>
      <w:r w:rsidR="005E68F4" w:rsidRPr="00EB676D">
        <w:rPr>
          <w:szCs w:val="18"/>
        </w:rPr>
        <w:t>ie</w:t>
      </w:r>
      <w:r w:rsidR="00521FAC" w:rsidRPr="00EB676D">
        <w:rPr>
          <w:szCs w:val="18"/>
        </w:rPr>
        <w:t xml:space="preserve"> </w:t>
      </w:r>
      <w:r w:rsidRPr="00EB676D">
        <w:rPr>
          <w:szCs w:val="18"/>
        </w:rPr>
        <w:t>uznan</w:t>
      </w:r>
      <w:r w:rsidR="005E68F4" w:rsidRPr="00EB676D">
        <w:rPr>
          <w:szCs w:val="18"/>
        </w:rPr>
        <w:t>a</w:t>
      </w:r>
      <w:r w:rsidRPr="00EB676D">
        <w:rPr>
          <w:szCs w:val="18"/>
        </w:rPr>
        <w:t xml:space="preserve"> </w:t>
      </w:r>
      <w:r w:rsidR="00521FAC" w:rsidRPr="00EB676D">
        <w:rPr>
          <w:szCs w:val="18"/>
        </w:rPr>
        <w:t>Ofert</w:t>
      </w:r>
      <w:r w:rsidR="005E68F4" w:rsidRPr="00EB676D">
        <w:rPr>
          <w:szCs w:val="18"/>
        </w:rPr>
        <w:t>a</w:t>
      </w:r>
      <w:r w:rsidRPr="00EB676D">
        <w:rPr>
          <w:szCs w:val="18"/>
        </w:rPr>
        <w:t xml:space="preserve">, </w:t>
      </w:r>
      <w:r w:rsidR="00521FAC" w:rsidRPr="00EB676D">
        <w:rPr>
          <w:szCs w:val="18"/>
        </w:rPr>
        <w:t>któr</w:t>
      </w:r>
      <w:r w:rsidR="005E68F4" w:rsidRPr="00EB676D">
        <w:rPr>
          <w:szCs w:val="18"/>
        </w:rPr>
        <w:t>a</w:t>
      </w:r>
      <w:r w:rsidR="00521FAC" w:rsidRPr="00EB676D">
        <w:rPr>
          <w:szCs w:val="18"/>
        </w:rPr>
        <w:t xml:space="preserve"> </w:t>
      </w:r>
      <w:r w:rsidRPr="00EB676D">
        <w:rPr>
          <w:szCs w:val="18"/>
        </w:rPr>
        <w:t>uzyska najwyższą liczbę punktów na podstawie oceny Ofert</w:t>
      </w:r>
      <w:r w:rsidR="005E68F4" w:rsidRPr="00EB676D">
        <w:rPr>
          <w:szCs w:val="18"/>
        </w:rPr>
        <w:t>.</w:t>
      </w:r>
      <w:r w:rsidR="00521FAC" w:rsidRPr="00EB676D">
        <w:rPr>
          <w:szCs w:val="18"/>
        </w:rPr>
        <w:t xml:space="preserve"> </w:t>
      </w:r>
    </w:p>
    <w:p w14:paraId="0C9991B2" w14:textId="77777777" w:rsidR="004119DA" w:rsidRPr="00EB676D" w:rsidRDefault="004119DA" w:rsidP="00F7655B">
      <w:pPr>
        <w:pStyle w:val="Nagwek2"/>
        <w:keepNext w:val="0"/>
        <w:keepLines w:val="0"/>
        <w:rPr>
          <w:szCs w:val="18"/>
        </w:rPr>
      </w:pPr>
      <w:r w:rsidRPr="00EB676D">
        <w:rPr>
          <w:szCs w:val="18"/>
        </w:rPr>
        <w:t>Wszystkie obliczenia będą dokonywane z dokładnością do dwóch miejsc po przecinku.</w:t>
      </w:r>
    </w:p>
    <w:p w14:paraId="7A770E09" w14:textId="77777777" w:rsidR="004119DA" w:rsidRPr="00EB676D" w:rsidRDefault="004119DA" w:rsidP="00F7655B">
      <w:pPr>
        <w:pStyle w:val="Nagwek2"/>
        <w:keepNext w:val="0"/>
        <w:keepLines w:val="0"/>
        <w:rPr>
          <w:szCs w:val="18"/>
        </w:rPr>
      </w:pPr>
      <w:r w:rsidRPr="00EB676D">
        <w:rPr>
          <w:szCs w:val="18"/>
        </w:rPr>
        <w:t>W toku badania i oceny Ofert Zamawiający może żądać od Wykonawców wyjaśnień dotyczących treści złożonych Ofert.</w:t>
      </w:r>
    </w:p>
    <w:p w14:paraId="0F2A68FB" w14:textId="77777777" w:rsidR="00EA6992" w:rsidRDefault="00EA6992" w:rsidP="00EA6992">
      <w:pPr>
        <w:pStyle w:val="Nagwek2"/>
        <w:keepNext w:val="0"/>
        <w:keepLines w:val="0"/>
        <w:rPr>
          <w:szCs w:val="18"/>
        </w:rPr>
      </w:pPr>
      <w:r>
        <w:t>Zamawiający oceni i porówna jedynie te Oferty, które:</w:t>
      </w:r>
    </w:p>
    <w:p w14:paraId="690A1F7A" w14:textId="4BF40640" w:rsidR="00EA6992" w:rsidRPr="00EA6992" w:rsidRDefault="00EA6992" w:rsidP="00EA6992">
      <w:pPr>
        <w:pStyle w:val="Nagwek2"/>
        <w:keepNext w:val="0"/>
        <w:keepLines w:val="0"/>
        <w:numPr>
          <w:ilvl w:val="0"/>
          <w:numId w:val="26"/>
        </w:numPr>
        <w:rPr>
          <w:szCs w:val="18"/>
        </w:rPr>
      </w:pPr>
      <w:r>
        <w:t xml:space="preserve">zostaną złożone przez Wykonawców nie podlegających wykluczeniu </w:t>
      </w:r>
      <w:r w:rsidR="007F0328">
        <w:t xml:space="preserve">                                     </w:t>
      </w:r>
      <w:r>
        <w:t>z postępowania,</w:t>
      </w:r>
    </w:p>
    <w:p w14:paraId="4466714C" w14:textId="77777777" w:rsidR="00EA6992" w:rsidRPr="00EA6992" w:rsidRDefault="00EA6992" w:rsidP="00EA6992">
      <w:pPr>
        <w:pStyle w:val="Nagwek2"/>
        <w:keepNext w:val="0"/>
        <w:keepLines w:val="0"/>
        <w:numPr>
          <w:ilvl w:val="0"/>
          <w:numId w:val="26"/>
        </w:numPr>
        <w:rPr>
          <w:szCs w:val="18"/>
        </w:rPr>
      </w:pPr>
      <w:r>
        <w:t>nie podlegają odrzuceniu.</w:t>
      </w:r>
    </w:p>
    <w:p w14:paraId="2915529E" w14:textId="77777777" w:rsidR="004119DA" w:rsidRPr="0089575C" w:rsidRDefault="004119DA" w:rsidP="00651A1D">
      <w:pPr>
        <w:pStyle w:val="Nagwek1"/>
      </w:pPr>
      <w:r w:rsidRPr="0089575C">
        <w:t xml:space="preserve">AUKCJA ELEKTRONICZNA </w:t>
      </w:r>
    </w:p>
    <w:p w14:paraId="320F415B" w14:textId="208140FB" w:rsidR="008C65DD" w:rsidRPr="0089575C" w:rsidRDefault="004119DA" w:rsidP="0057202A">
      <w:pPr>
        <w:pStyle w:val="Nagwek2"/>
        <w:keepNext w:val="0"/>
        <w:keepLines w:val="0"/>
        <w:rPr>
          <w:szCs w:val="18"/>
        </w:rPr>
      </w:pPr>
      <w:r w:rsidRPr="0089575C">
        <w:rPr>
          <w:szCs w:val="18"/>
        </w:rPr>
        <w:t xml:space="preserve">Zamawiający </w:t>
      </w:r>
      <w:r w:rsidRPr="0089575C">
        <w:rPr>
          <w:b/>
          <w:szCs w:val="18"/>
        </w:rPr>
        <w:t>nie przewiduje</w:t>
      </w:r>
      <w:r w:rsidRPr="0089575C">
        <w:rPr>
          <w:szCs w:val="18"/>
        </w:rPr>
        <w:t xml:space="preserve"> dokonania wyboru Oferty najkorzystniejszej Oferty </w:t>
      </w:r>
      <w:r w:rsidR="00EB676D">
        <w:rPr>
          <w:szCs w:val="18"/>
        </w:rPr>
        <w:t xml:space="preserve">                          </w:t>
      </w:r>
      <w:r w:rsidRPr="0089575C">
        <w:rPr>
          <w:szCs w:val="18"/>
        </w:rPr>
        <w:t>z zastosowaniem aukcji elektronicznej</w:t>
      </w:r>
    </w:p>
    <w:p w14:paraId="0E4AFE41" w14:textId="77777777" w:rsidR="008C65DD" w:rsidRPr="0089575C" w:rsidRDefault="008C65DD" w:rsidP="00651A1D">
      <w:pPr>
        <w:pStyle w:val="Nagwek1"/>
      </w:pPr>
      <w:r w:rsidRPr="0089575C">
        <w:t>ZABEZPIECZENIE NALEŻYTEGO WYKONANIA UMOWY</w:t>
      </w:r>
    </w:p>
    <w:p w14:paraId="6E08ADF2" w14:textId="77777777" w:rsidR="008C65DD" w:rsidRPr="0089575C" w:rsidRDefault="008C65DD" w:rsidP="00F7655B">
      <w:pPr>
        <w:pStyle w:val="Nagwek2"/>
        <w:keepNext w:val="0"/>
        <w:keepLines w:val="0"/>
      </w:pPr>
      <w:r w:rsidRPr="0089575C">
        <w:t xml:space="preserve">Zamawiający </w:t>
      </w:r>
      <w:r w:rsidRPr="0089575C">
        <w:rPr>
          <w:b/>
        </w:rPr>
        <w:t>nie wymaga wniesienia</w:t>
      </w:r>
      <w:r w:rsidRPr="0089575C">
        <w:t xml:space="preserve"> zabezpieczenia należytego wykonania umowy. </w:t>
      </w:r>
    </w:p>
    <w:p w14:paraId="5E060ECE" w14:textId="77777777" w:rsidR="008C65DD" w:rsidRPr="0089575C" w:rsidRDefault="008C65DD" w:rsidP="00651A1D">
      <w:pPr>
        <w:pStyle w:val="Nagwek1"/>
      </w:pPr>
      <w:r w:rsidRPr="0089575C">
        <w:t>INFORMACJE DOTYCZĄCE ZAWARCIA UMOWY</w:t>
      </w:r>
    </w:p>
    <w:p w14:paraId="2972D246" w14:textId="4A1A5B84" w:rsidR="008C65DD" w:rsidRPr="0089575C" w:rsidRDefault="008C65DD" w:rsidP="00F7655B">
      <w:pPr>
        <w:pStyle w:val="Nagwek2"/>
        <w:keepNext w:val="0"/>
        <w:keepLines w:val="0"/>
        <w:rPr>
          <w:szCs w:val="18"/>
        </w:rPr>
      </w:pPr>
      <w:r w:rsidRPr="0089575C">
        <w:rPr>
          <w:szCs w:val="18"/>
        </w:rPr>
        <w:t>Z Wykonawc</w:t>
      </w:r>
      <w:r w:rsidR="00406652">
        <w:rPr>
          <w:szCs w:val="18"/>
        </w:rPr>
        <w:t>ą</w:t>
      </w:r>
      <w:r w:rsidRPr="0089575C">
        <w:rPr>
          <w:szCs w:val="18"/>
        </w:rPr>
        <w:t>, któr</w:t>
      </w:r>
      <w:r w:rsidR="00406652">
        <w:rPr>
          <w:szCs w:val="18"/>
        </w:rPr>
        <w:t>ego</w:t>
      </w:r>
      <w:r w:rsidRPr="0089575C">
        <w:rPr>
          <w:szCs w:val="18"/>
        </w:rPr>
        <w:t xml:space="preserve"> Oferta ostateczna zostanie wybrana jako Oferta najkorzystniejsza, zostan</w:t>
      </w:r>
      <w:r w:rsidR="00406652">
        <w:rPr>
          <w:szCs w:val="18"/>
        </w:rPr>
        <w:t>ie</w:t>
      </w:r>
      <w:r w:rsidRPr="0089575C">
        <w:rPr>
          <w:szCs w:val="18"/>
        </w:rPr>
        <w:t xml:space="preserve"> </w:t>
      </w:r>
      <w:r w:rsidR="00E83282" w:rsidRPr="0089575C">
        <w:rPr>
          <w:szCs w:val="18"/>
        </w:rPr>
        <w:t>zawart</w:t>
      </w:r>
      <w:r w:rsidR="00406652">
        <w:rPr>
          <w:szCs w:val="18"/>
        </w:rPr>
        <w:t>a</w:t>
      </w:r>
      <w:r w:rsidR="00E83282" w:rsidRPr="0089575C">
        <w:rPr>
          <w:szCs w:val="18"/>
        </w:rPr>
        <w:t xml:space="preserve"> </w:t>
      </w:r>
      <w:r w:rsidRPr="0089575C">
        <w:rPr>
          <w:szCs w:val="18"/>
        </w:rPr>
        <w:t xml:space="preserve">przez Zamawiającego </w:t>
      </w:r>
      <w:r w:rsidR="00E83282" w:rsidRPr="0089575C">
        <w:rPr>
          <w:szCs w:val="18"/>
        </w:rPr>
        <w:t>Umow</w:t>
      </w:r>
      <w:r w:rsidR="00406652">
        <w:rPr>
          <w:szCs w:val="18"/>
        </w:rPr>
        <w:t>a</w:t>
      </w:r>
      <w:r w:rsidRPr="0089575C">
        <w:rPr>
          <w:szCs w:val="18"/>
        </w:rPr>
        <w:t>, zgodnie z projektowanymi postanowieniami umowy wskazanymi w SWZ Ostatecznej.</w:t>
      </w:r>
    </w:p>
    <w:p w14:paraId="34F98E50" w14:textId="77777777" w:rsidR="008C65DD" w:rsidRPr="0089575C" w:rsidRDefault="008C65DD" w:rsidP="00651A1D">
      <w:pPr>
        <w:pStyle w:val="Nagwek1"/>
      </w:pPr>
      <w:r w:rsidRPr="0089575C">
        <w:t>DODATKOWE INFORMACJE</w:t>
      </w:r>
    </w:p>
    <w:p w14:paraId="64D56675" w14:textId="77777777" w:rsidR="008C65DD" w:rsidRPr="0089575C" w:rsidRDefault="008C65DD" w:rsidP="00F7655B">
      <w:pPr>
        <w:pStyle w:val="Nagwek2"/>
        <w:keepNext w:val="0"/>
        <w:keepLines w:val="0"/>
        <w:rPr>
          <w:b/>
          <w:szCs w:val="18"/>
        </w:rPr>
      </w:pPr>
      <w:r w:rsidRPr="0089575C">
        <w:rPr>
          <w:b/>
          <w:szCs w:val="18"/>
        </w:rPr>
        <w:t>Wybór Oferty najkorzystniejszej nie oznacza zaciągnięcia zobowiązania przez Zamawiającego do zawarcia umowy z Wykonawcą.</w:t>
      </w:r>
    </w:p>
    <w:p w14:paraId="69C876B6" w14:textId="77777777" w:rsidR="008C65DD" w:rsidRPr="0089575C" w:rsidRDefault="008C65DD" w:rsidP="00F7655B">
      <w:pPr>
        <w:pStyle w:val="Nagwek2"/>
        <w:keepNext w:val="0"/>
        <w:keepLines w:val="0"/>
        <w:rPr>
          <w:szCs w:val="18"/>
        </w:rPr>
      </w:pPr>
      <w:r w:rsidRPr="0089575C">
        <w:rPr>
          <w:szCs w:val="18"/>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4A7F06A6" w14:textId="77777777" w:rsidR="008C65DD" w:rsidRPr="0089575C" w:rsidRDefault="008C65DD" w:rsidP="00F7655B">
      <w:pPr>
        <w:pStyle w:val="Nagwek2"/>
        <w:keepNext w:val="0"/>
        <w:keepLines w:val="0"/>
        <w:rPr>
          <w:szCs w:val="18"/>
        </w:rPr>
      </w:pPr>
      <w:r w:rsidRPr="0089575C">
        <w:rPr>
          <w:szCs w:val="18"/>
        </w:rPr>
        <w:lastRenderedPageBreak/>
        <w:t>Zamawiający zastrzega sobie prawo unieważnienia Postępowania bez podania przyczyny. Zamawiający nie ponosi żadnej odpowiedzialności w przypadku wystąpienia powyższego zdarzenia.</w:t>
      </w:r>
    </w:p>
    <w:p w14:paraId="062EE2AE" w14:textId="77777777" w:rsidR="008C65DD" w:rsidRPr="0089575C" w:rsidRDefault="008C65DD" w:rsidP="00F7655B">
      <w:pPr>
        <w:pStyle w:val="Nagwek2"/>
        <w:keepNext w:val="0"/>
        <w:keepLines w:val="0"/>
        <w:rPr>
          <w:szCs w:val="18"/>
        </w:rPr>
      </w:pPr>
      <w:r w:rsidRPr="0089575C">
        <w:rPr>
          <w:szCs w:val="18"/>
        </w:rPr>
        <w:t>W przypadku następczego podpisywania przez Spółki należące do Grupy Kapitałowej PGE umów z wybranym Wykonawcą na świadczenie usług tożsamych z przedmiotem Umowy, Wykonawca zobowiązany jest się do nie stosowania wobec spółek Grupy Kapitałowej PGE stawek opłat oraz warunków współpracy mniej korzystnych, niż wynikające z Umowy. Wykonawca wyraża zgodę na udostępnienie treści Umowy spółkom Grupy Kapitałowej PGE.</w:t>
      </w:r>
    </w:p>
    <w:p w14:paraId="4FBACE8E" w14:textId="77777777" w:rsidR="008C65DD" w:rsidRPr="0089575C" w:rsidRDefault="008C65DD" w:rsidP="00F7655B">
      <w:pPr>
        <w:pStyle w:val="Nagwek2"/>
        <w:keepNext w:val="0"/>
        <w:keepLines w:val="0"/>
        <w:rPr>
          <w:szCs w:val="18"/>
        </w:rPr>
      </w:pPr>
      <w:r w:rsidRPr="0089575C">
        <w:rPr>
          <w:szCs w:val="18"/>
        </w:rPr>
        <w:t>Spółki należące do Grupy Kapitałowej PGE stosują mechanizm podzielonej płatności wprowadzony nowelizacją ustawy o podatku od towarów i usług (VAT) z dnia 15 grudnia 2017 r.</w:t>
      </w:r>
    </w:p>
    <w:p w14:paraId="4C92F0E8" w14:textId="77777777" w:rsidR="008C65DD" w:rsidRPr="0089575C" w:rsidRDefault="008C65DD" w:rsidP="00F7655B">
      <w:pPr>
        <w:pStyle w:val="Nagwek2"/>
        <w:keepNext w:val="0"/>
        <w:keepLines w:val="0"/>
        <w:rPr>
          <w:szCs w:val="18"/>
        </w:rPr>
      </w:pPr>
      <w:r w:rsidRPr="0089575C">
        <w:rPr>
          <w:szCs w:val="18"/>
        </w:rPr>
        <w:t>W przypadku kiedy w związku z wykonaniem Umowy zakupowej Wykonawca będzie przetwarzał dane osobowe na rzecz Zamawiającego na podstawie Umowy powierzenia przetwarzania danych</w:t>
      </w:r>
      <w:r w:rsidR="00960293" w:rsidRPr="0089575C">
        <w:rPr>
          <w:szCs w:val="18"/>
        </w:rPr>
        <w:t xml:space="preserve"> osobowych, </w:t>
      </w:r>
      <w:r w:rsidR="00B07AFF">
        <w:rPr>
          <w:szCs w:val="18"/>
        </w:rPr>
        <w:t>Wykonawca zobowiązany jest złożyć wraz z ofertą</w:t>
      </w:r>
      <w:r w:rsidR="00B07AFF" w:rsidRPr="0089575C">
        <w:rPr>
          <w:szCs w:val="18"/>
        </w:rPr>
        <w:t xml:space="preserve"> </w:t>
      </w:r>
      <w:r w:rsidRPr="0089575C">
        <w:rPr>
          <w:szCs w:val="18"/>
        </w:rPr>
        <w:t>ankiet</w:t>
      </w:r>
      <w:r w:rsidR="00B07AFF">
        <w:rPr>
          <w:szCs w:val="18"/>
        </w:rPr>
        <w:t>ę</w:t>
      </w:r>
      <w:r w:rsidRPr="0089575C">
        <w:rPr>
          <w:szCs w:val="18"/>
        </w:rPr>
        <w:t xml:space="preserve"> w zakresie gwarancji bezpieczeństwa przetwarzania danych osobowych.</w:t>
      </w:r>
      <w:r w:rsidR="00B07AFF">
        <w:rPr>
          <w:szCs w:val="18"/>
        </w:rPr>
        <w:t>, zgodnie z Załącznikiem nr 5 do SWZ.</w:t>
      </w:r>
    </w:p>
    <w:p w14:paraId="3C30CD85" w14:textId="77777777" w:rsidR="008C65DD" w:rsidRDefault="008C65DD" w:rsidP="00F7655B">
      <w:pPr>
        <w:pStyle w:val="Nagwek2"/>
        <w:keepNext w:val="0"/>
        <w:keepLines w:val="0"/>
        <w:rPr>
          <w:szCs w:val="18"/>
        </w:rPr>
      </w:pPr>
      <w:r w:rsidRPr="0089575C">
        <w:rPr>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w:t>
      </w:r>
      <w:r w:rsidR="00197830" w:rsidRPr="0089575C">
        <w:rPr>
          <w:szCs w:val="18"/>
        </w:rPr>
        <w:t>pkt</w:t>
      </w:r>
      <w:r w:rsidRPr="0089575C">
        <w:rPr>
          <w:szCs w:val="18"/>
        </w:rPr>
        <w:t xml:space="preserve"> 9.5.1. lit. n. Procedury. W takiej sytuacji</w:t>
      </w:r>
      <w:r w:rsidRPr="0089575C">
        <w:rPr>
          <w:rFonts w:eastAsia="Times New Roman" w:cstheme="minorHAnsi"/>
          <w:color w:val="auto"/>
          <w:szCs w:val="18"/>
          <w:lang w:eastAsia="zh-CN"/>
        </w:rPr>
        <w:t xml:space="preserve"> </w:t>
      </w:r>
      <w:r w:rsidR="004457E8" w:rsidRPr="0089575C">
        <w:rPr>
          <w:szCs w:val="18"/>
        </w:rPr>
        <w:t>Zamawiający może wybrać n</w:t>
      </w:r>
      <w:r w:rsidRPr="0089575C">
        <w:rPr>
          <w:szCs w:val="18"/>
        </w:rPr>
        <w:t>ajkorzystniejszą Ofertę spośród pozostałych Ofert.</w:t>
      </w:r>
    </w:p>
    <w:p w14:paraId="37494DF8" w14:textId="77777777" w:rsidR="00F434AB" w:rsidRPr="00F434AB" w:rsidRDefault="00F434AB" w:rsidP="00F434AB"/>
    <w:p w14:paraId="1240F717" w14:textId="77777777" w:rsidR="008C65DD" w:rsidRPr="0089575C" w:rsidRDefault="008C65DD" w:rsidP="00651A1D">
      <w:pPr>
        <w:pStyle w:val="Nagwek1"/>
      </w:pPr>
      <w:r w:rsidRPr="0089575C">
        <w:t>OCHRONA DANYCH OSOBOWYCH</w:t>
      </w:r>
    </w:p>
    <w:p w14:paraId="6153F895" w14:textId="77777777" w:rsidR="008C65DD" w:rsidRPr="0089575C" w:rsidRDefault="008C65DD" w:rsidP="00F7655B">
      <w:pPr>
        <w:pStyle w:val="Nagwek2"/>
        <w:keepNext w:val="0"/>
        <w:keepLines w:val="0"/>
        <w:rPr>
          <w:szCs w:val="18"/>
        </w:rPr>
      </w:pPr>
      <w:r w:rsidRPr="0089575C">
        <w:rPr>
          <w:szCs w:val="18"/>
        </w:rPr>
        <w:t xml:space="preserve">Administratorem Pani/Pana danych osobowych („ADO”) jest: PGE </w:t>
      </w:r>
      <w:r w:rsidR="008F25B3" w:rsidRPr="0089575C">
        <w:rPr>
          <w:szCs w:val="18"/>
        </w:rPr>
        <w:t>Systemy S.A.</w:t>
      </w:r>
      <w:r w:rsidRPr="0089575C">
        <w:rPr>
          <w:szCs w:val="18"/>
        </w:rPr>
        <w:t xml:space="preserve"> z siedzibą w</w:t>
      </w:r>
      <w:r w:rsidR="008F25B3" w:rsidRPr="0089575C">
        <w:rPr>
          <w:szCs w:val="18"/>
        </w:rPr>
        <w:t> Warszawie 00-121</w:t>
      </w:r>
      <w:r w:rsidRPr="0089575C">
        <w:rPr>
          <w:szCs w:val="18"/>
        </w:rPr>
        <w:t xml:space="preserve">, przy ul. </w:t>
      </w:r>
      <w:r w:rsidR="008F25B3" w:rsidRPr="0089575C">
        <w:rPr>
          <w:szCs w:val="18"/>
        </w:rPr>
        <w:t>Siennej 39.</w:t>
      </w:r>
      <w:r w:rsidRPr="0089575C">
        <w:rPr>
          <w:szCs w:val="18"/>
        </w:rPr>
        <w:t xml:space="preserve"> </w:t>
      </w:r>
    </w:p>
    <w:p w14:paraId="6D74540D" w14:textId="77777777" w:rsidR="008C65DD" w:rsidRPr="0089575C" w:rsidRDefault="008C65DD" w:rsidP="00F7655B">
      <w:pPr>
        <w:pStyle w:val="Nagwek2"/>
        <w:keepNext w:val="0"/>
        <w:keepLines w:val="0"/>
        <w:rPr>
          <w:szCs w:val="18"/>
        </w:rPr>
      </w:pPr>
      <w:r w:rsidRPr="0089575C">
        <w:rPr>
          <w:szCs w:val="18"/>
        </w:rPr>
        <w:t>W sprawie ochrony danych osobowych można skontaktować się z Inspektorem Ochrony Danych powołanym w ww. Spółce pod adresem e-mail:</w:t>
      </w:r>
      <w:r w:rsidR="008F25B3" w:rsidRPr="0089575C">
        <w:rPr>
          <w:szCs w:val="18"/>
        </w:rPr>
        <w:t xml:space="preserve"> </w:t>
      </w:r>
      <w:r w:rsidR="008F25B3" w:rsidRPr="0089575C">
        <w:rPr>
          <w:color w:val="36A9E1" w:themeColor="accent5"/>
          <w:szCs w:val="18"/>
        </w:rPr>
        <w:t>iod.pgesystemy@gkpge.pl</w:t>
      </w:r>
      <w:r w:rsidRPr="0089575C">
        <w:rPr>
          <w:szCs w:val="18"/>
        </w:rPr>
        <w:t xml:space="preserve"> lub pod adresem si</w:t>
      </w:r>
      <w:r w:rsidR="00307E83" w:rsidRPr="0089575C">
        <w:rPr>
          <w:szCs w:val="18"/>
        </w:rPr>
        <w:t>edziby wskazanej w punkcie 18.1</w:t>
      </w:r>
      <w:r w:rsidR="000D5967" w:rsidRPr="0089575C">
        <w:rPr>
          <w:szCs w:val="18"/>
        </w:rPr>
        <w:t xml:space="preserve"> </w:t>
      </w:r>
      <w:r w:rsidRPr="0089575C">
        <w:rPr>
          <w:szCs w:val="18"/>
        </w:rPr>
        <w:t xml:space="preserve">powyżej. </w:t>
      </w:r>
    </w:p>
    <w:p w14:paraId="22C97474" w14:textId="77777777" w:rsidR="008C65DD" w:rsidRPr="0089575C" w:rsidRDefault="008C65DD" w:rsidP="00F7655B">
      <w:pPr>
        <w:pStyle w:val="Nagwek2"/>
        <w:keepNext w:val="0"/>
        <w:keepLines w:val="0"/>
        <w:rPr>
          <w:szCs w:val="18"/>
        </w:rPr>
      </w:pPr>
      <w:r w:rsidRPr="0089575C">
        <w:rPr>
          <w:szCs w:val="18"/>
        </w:rPr>
        <w:t>Cele i podstawy przetwarzania. Pani/Pana dane osobowe będą przetwarzane:</w:t>
      </w:r>
    </w:p>
    <w:p w14:paraId="25855830" w14:textId="77777777" w:rsidR="008C65DD" w:rsidRPr="0089575C" w:rsidRDefault="008C65DD" w:rsidP="00F7655B">
      <w:pPr>
        <w:pStyle w:val="Nagwek3"/>
        <w:keepLines w:val="0"/>
      </w:pPr>
      <w:r w:rsidRPr="0089575C">
        <w:t>na podstawie art. 6 ust. 1 lit. b) RODO – przetwarzanie danych jest niezbędne do zawarcia umowy lub podjęcia działań przed zawarciem umowy (dot. wykonawców prowadzących jednoo</w:t>
      </w:r>
      <w:r w:rsidR="00BF0338" w:rsidRPr="0089575C">
        <w:t>sobową działalność gospodarczą;</w:t>
      </w:r>
    </w:p>
    <w:p w14:paraId="0794FF4F" w14:textId="77777777" w:rsidR="008C65DD" w:rsidRPr="0089575C" w:rsidRDefault="008C65DD" w:rsidP="00F7655B">
      <w:pPr>
        <w:pStyle w:val="Nagwek3"/>
        <w:keepLines w:val="0"/>
      </w:pPr>
      <w:r w:rsidRPr="0089575C">
        <w:t xml:space="preserve">na podstawie art. 6 ust. 1 lit. f) RODO – uzasadniony interes Administratora, jakim jest prawidłowe zawarcie umowy i jej realizacja (dot. pracowników wykonawców prowadzących działalność w formie spółki prawa handlowego) </w:t>
      </w:r>
      <w:r w:rsidR="00BF0338" w:rsidRPr="0089575C">
        <w:t>;</w:t>
      </w:r>
    </w:p>
    <w:p w14:paraId="7A133351" w14:textId="77777777" w:rsidR="008C65DD" w:rsidRPr="0089575C" w:rsidRDefault="008C65DD" w:rsidP="00F7655B">
      <w:pPr>
        <w:pStyle w:val="Nagwek3"/>
        <w:keepLines w:val="0"/>
      </w:pPr>
      <w:r w:rsidRPr="0089575C">
        <w:t>na podstawie art. 6 ust. 1 lit. f) RODO – uzasadniony interes Administratora w szczególności dochodzenie roszczeń.</w:t>
      </w:r>
    </w:p>
    <w:p w14:paraId="4DA49E6A" w14:textId="77777777" w:rsidR="00BF0338" w:rsidRPr="0089575C" w:rsidRDefault="00BF0338" w:rsidP="00F7655B">
      <w:pPr>
        <w:pStyle w:val="Nagwek2"/>
        <w:keepNext w:val="0"/>
        <w:keepLines w:val="0"/>
      </w:pPr>
      <w:r w:rsidRPr="0089575C">
        <w:t>Zgodnie z RODO, przysługuje Pani/Panu prawo do:</w:t>
      </w:r>
    </w:p>
    <w:p w14:paraId="3F5E293E" w14:textId="77777777" w:rsidR="00BF0338" w:rsidRPr="0089575C" w:rsidRDefault="00BF0338" w:rsidP="00F7655B">
      <w:pPr>
        <w:pStyle w:val="Nagwek3"/>
        <w:keepLines w:val="0"/>
      </w:pPr>
      <w:r w:rsidRPr="0089575C">
        <w:t>dostępu do swoich danych oraz otrzymania ich kopii;</w:t>
      </w:r>
    </w:p>
    <w:p w14:paraId="1A60F61C" w14:textId="77777777" w:rsidR="00BF0338" w:rsidRPr="0089575C" w:rsidRDefault="00BF0338" w:rsidP="00F7655B">
      <w:pPr>
        <w:pStyle w:val="Nagwek3"/>
        <w:keepLines w:val="0"/>
      </w:pPr>
      <w:r w:rsidRPr="0089575C">
        <w:t>sprostowania (poprawiania) swoich danych;</w:t>
      </w:r>
    </w:p>
    <w:p w14:paraId="14CE47B2" w14:textId="77777777" w:rsidR="00BF0338" w:rsidRPr="0089575C" w:rsidRDefault="00BF0338" w:rsidP="00F7655B">
      <w:pPr>
        <w:pStyle w:val="Nagwek3"/>
        <w:keepLines w:val="0"/>
      </w:pPr>
      <w:r w:rsidRPr="0089575C">
        <w:t>usunięcia, ograniczenia lub wniesienia sprzeciwu wobec ich przetwarzania;</w:t>
      </w:r>
    </w:p>
    <w:p w14:paraId="48A141FE" w14:textId="77777777" w:rsidR="00BF0338" w:rsidRPr="0089575C" w:rsidRDefault="00BF0338" w:rsidP="00F7655B">
      <w:pPr>
        <w:pStyle w:val="Nagwek3"/>
        <w:keepLines w:val="0"/>
      </w:pPr>
      <w:r w:rsidRPr="0089575C">
        <w:t>przenoszenia danych;</w:t>
      </w:r>
    </w:p>
    <w:p w14:paraId="6D6D8E4E" w14:textId="77777777" w:rsidR="00BF0338" w:rsidRPr="0089575C" w:rsidRDefault="00BF0338" w:rsidP="00F7655B">
      <w:pPr>
        <w:pStyle w:val="Nagwek3"/>
        <w:keepLines w:val="0"/>
      </w:pPr>
      <w:r w:rsidRPr="0089575C">
        <w:lastRenderedPageBreak/>
        <w:t>wniesienia skargi do organu nadzorczego – Prezes Urzędu Ochrony Danych Osobowych, 00-193 Warszawa, ul. Stawki 2. Więcej informacji znaj</w:t>
      </w:r>
      <w:r w:rsidR="00960293" w:rsidRPr="0089575C">
        <w:t xml:space="preserve">dziesz na </w:t>
      </w:r>
      <w:r w:rsidR="00960293" w:rsidRPr="0089575C">
        <w:rPr>
          <w:color w:val="36A9E1" w:themeColor="accent5"/>
        </w:rPr>
        <w:t xml:space="preserve">https://uodo.gov.pl/pl </w:t>
      </w:r>
      <w:r w:rsidRPr="0089575C">
        <w:rPr>
          <w:color w:val="36A9E1" w:themeColor="accent5"/>
        </w:rPr>
        <w:t>.</w:t>
      </w:r>
    </w:p>
    <w:p w14:paraId="1EF928CB" w14:textId="77777777" w:rsidR="008C65DD" w:rsidRPr="0089575C" w:rsidRDefault="008C65DD" w:rsidP="00F7655B">
      <w:pPr>
        <w:pStyle w:val="Nagwek2"/>
        <w:keepNext w:val="0"/>
        <w:keepLines w:val="0"/>
        <w:rPr>
          <w:szCs w:val="18"/>
        </w:rPr>
      </w:pPr>
      <w:r w:rsidRPr="0089575C">
        <w:rPr>
          <w:szCs w:val="18"/>
        </w:rPr>
        <w:t xml:space="preserve">Więcej informacji na temat przetwarzania danych osobowych znajduje się na </w:t>
      </w:r>
      <w:r w:rsidR="006B7F17" w:rsidRPr="0089575C">
        <w:rPr>
          <w:szCs w:val="18"/>
        </w:rPr>
        <w:t>stronie:</w:t>
      </w:r>
      <w:r w:rsidRPr="0089575C">
        <w:rPr>
          <w:szCs w:val="18"/>
        </w:rPr>
        <w:t xml:space="preserve"> </w:t>
      </w:r>
      <w:r w:rsidR="008F25B3" w:rsidRPr="0089575C">
        <w:rPr>
          <w:color w:val="36A9E1" w:themeColor="accent5"/>
          <w:szCs w:val="18"/>
        </w:rPr>
        <w:t>https://pgesystemy.pl/rodo</w:t>
      </w:r>
    </w:p>
    <w:p w14:paraId="579EC14C" w14:textId="77777777" w:rsidR="008C65DD" w:rsidRPr="0089575C" w:rsidRDefault="008C65DD" w:rsidP="00651A1D">
      <w:pPr>
        <w:pStyle w:val="Nagwek1"/>
      </w:pPr>
      <w:r w:rsidRPr="0089575C">
        <w:t xml:space="preserve">SYSTEM ZAKUPOWY </w:t>
      </w:r>
    </w:p>
    <w:p w14:paraId="006A5A61" w14:textId="1AAD91C1" w:rsidR="00DC2E4C" w:rsidRPr="0089575C" w:rsidRDefault="00DC2E4C" w:rsidP="00F7655B">
      <w:pPr>
        <w:pStyle w:val="Nagwek2"/>
        <w:keepNext w:val="0"/>
        <w:keepLines w:val="0"/>
        <w:rPr>
          <w:szCs w:val="18"/>
        </w:rPr>
      </w:pPr>
      <w:r w:rsidRPr="0089575C">
        <w:rPr>
          <w:szCs w:val="18"/>
        </w:rPr>
        <w:t xml:space="preserve">Zamawiający informuje, że Postępowanie o Zamówienie niepubliczne będzie prowadzone </w:t>
      </w:r>
      <w:r w:rsidR="00EB676D">
        <w:rPr>
          <w:szCs w:val="18"/>
        </w:rPr>
        <w:t xml:space="preserve">           </w:t>
      </w:r>
      <w:r w:rsidRPr="0089575C">
        <w:rPr>
          <w:szCs w:val="18"/>
        </w:rPr>
        <w:t>z wykorzystaniem Systemu Zakupowego.</w:t>
      </w:r>
    </w:p>
    <w:p w14:paraId="0B19DF95" w14:textId="77777777" w:rsidR="00DC2E4C" w:rsidRPr="0089575C" w:rsidRDefault="00DC2E4C" w:rsidP="00F7655B">
      <w:pPr>
        <w:pStyle w:val="Nagwek2"/>
        <w:keepNext w:val="0"/>
        <w:keepLines w:val="0"/>
        <w:rPr>
          <w:b/>
          <w:szCs w:val="18"/>
        </w:rPr>
      </w:pPr>
      <w:r w:rsidRPr="0089575C">
        <w:rPr>
          <w:szCs w:val="18"/>
        </w:rPr>
        <w:t xml:space="preserve">Aby złożyć Ofertę w Postępowaniu Wykonawca jest zobowiązany do dokonania rejestracji w Systemie Zakupowym dostępnym pod adresem: </w:t>
      </w:r>
      <w:hyperlink r:id="rId19" w:history="1">
        <w:r w:rsidR="00960293" w:rsidRPr="0089575C">
          <w:rPr>
            <w:rStyle w:val="Hipercze"/>
            <w:color w:val="36A9E1" w:themeColor="accent5"/>
            <w:sz w:val="18"/>
            <w:szCs w:val="18"/>
          </w:rPr>
          <w:t>https://swpp2.gkpge.pl</w:t>
        </w:r>
      </w:hyperlink>
      <w:r w:rsidR="00960293" w:rsidRPr="0089575C">
        <w:rPr>
          <w:szCs w:val="18"/>
        </w:rPr>
        <w:t xml:space="preserve"> </w:t>
      </w:r>
      <w:r w:rsidRPr="0089575C">
        <w:rPr>
          <w:szCs w:val="18"/>
        </w:rPr>
        <w:t xml:space="preserve">. System Zakupowy jest zintegrowany z platformą </w:t>
      </w:r>
      <w:proofErr w:type="spellStart"/>
      <w:r w:rsidRPr="0089575C">
        <w:rPr>
          <w:szCs w:val="18"/>
        </w:rPr>
        <w:t>OnePlace</w:t>
      </w:r>
      <w:proofErr w:type="spellEnd"/>
      <w:r w:rsidRPr="0089575C">
        <w:rPr>
          <w:szCs w:val="18"/>
        </w:rPr>
        <w:t xml:space="preserve"> firmy Otwarty Rynek Elektroniczny S.A. Zamawiający informuje, iż przy pierwszym logowaniu się Wykonawców do Systemu, konieczne jest przejście przez ścieżkę rejestracji do strefy dostawców </w:t>
      </w:r>
      <w:proofErr w:type="spellStart"/>
      <w:r w:rsidRPr="0089575C">
        <w:rPr>
          <w:szCs w:val="18"/>
        </w:rPr>
        <w:t>OnePlace</w:t>
      </w:r>
      <w:proofErr w:type="spellEnd"/>
      <w:r w:rsidRPr="0089575C">
        <w:rPr>
          <w:szCs w:val="18"/>
        </w:rPr>
        <w:t xml:space="preserve">. </w:t>
      </w:r>
      <w:r w:rsidRPr="0089575C">
        <w:rPr>
          <w:b/>
          <w:szCs w:val="18"/>
        </w:rPr>
        <w:t xml:space="preserve">Zamawiający informuje, że proces weryfikacji Wykonawcy może potrwać do 3 dni. </w:t>
      </w:r>
    </w:p>
    <w:p w14:paraId="7AA30E46" w14:textId="5937287E" w:rsidR="00DC2E4C" w:rsidRPr="0089575C" w:rsidRDefault="00DC2E4C" w:rsidP="00F7655B">
      <w:pPr>
        <w:pStyle w:val="Nagwek2"/>
        <w:keepNext w:val="0"/>
        <w:keepLines w:val="0"/>
        <w:rPr>
          <w:szCs w:val="18"/>
        </w:rPr>
      </w:pPr>
      <w:r w:rsidRPr="0089575C">
        <w:rPr>
          <w:szCs w:val="18"/>
        </w:rPr>
        <w:t xml:space="preserve">Wszelkie informacje dotyczące sposobu rejestracji i logowania do Systemu Zakupowego znajdują się pod wyżej wskazanym adresem internetowym w zakładce Pytania </w:t>
      </w:r>
      <w:r w:rsidR="00EB676D">
        <w:rPr>
          <w:szCs w:val="18"/>
        </w:rPr>
        <w:t xml:space="preserve">                                 </w:t>
      </w:r>
      <w:r w:rsidRPr="0089575C">
        <w:rPr>
          <w:szCs w:val="18"/>
        </w:rPr>
        <w:t>i odpowiedzi/FAQ” oraz w zakładce „Dokumenty”, folder „Poradniki dla użytkowników ko</w:t>
      </w:r>
      <w:r w:rsidR="000D5967" w:rsidRPr="0089575C">
        <w:rPr>
          <w:szCs w:val="18"/>
        </w:rPr>
        <w:t xml:space="preserve">ńcowych”, a także pod linkiem: </w:t>
      </w:r>
      <w:r w:rsidRPr="0089575C">
        <w:rPr>
          <w:color w:val="36A9E1" w:themeColor="accent5"/>
          <w:szCs w:val="18"/>
        </w:rPr>
        <w:t xml:space="preserve">https://www.gkpge.pl/grupa-pge/przetargi/zakupy/dokumenty </w:t>
      </w:r>
      <w:r w:rsidRPr="0089575C">
        <w:rPr>
          <w:szCs w:val="18"/>
        </w:rPr>
        <w:t xml:space="preserve">w dokumencie „Szczegółowa instrukcja korzystania </w:t>
      </w:r>
      <w:r w:rsidR="00EB676D">
        <w:rPr>
          <w:szCs w:val="18"/>
        </w:rPr>
        <w:t xml:space="preserve">                      </w:t>
      </w:r>
      <w:r w:rsidRPr="0089575C">
        <w:rPr>
          <w:szCs w:val="18"/>
        </w:rPr>
        <w:t>z Systemu Zakupowego PGE dla Wykonawców”.</w:t>
      </w:r>
    </w:p>
    <w:p w14:paraId="5C679325" w14:textId="77777777" w:rsidR="00DC2E4C" w:rsidRPr="0089575C" w:rsidRDefault="00DC2E4C" w:rsidP="00F7655B">
      <w:pPr>
        <w:pStyle w:val="Nagwek2"/>
        <w:keepNext w:val="0"/>
        <w:keepLines w:val="0"/>
        <w:rPr>
          <w:szCs w:val="18"/>
        </w:rPr>
      </w:pPr>
      <w:r w:rsidRPr="0089575C">
        <w:rPr>
          <w:szCs w:val="18"/>
        </w:rPr>
        <w:t xml:space="preserve">Po zarejestrowaniu i zalogowaniu się do Systemu Zakupowego Wykonawcy uzyskują możliwość składania wniosków, Ofert i zadawania pytań Postepowaniu.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 Postępowania. </w:t>
      </w:r>
    </w:p>
    <w:p w14:paraId="0C84D07B" w14:textId="77777777" w:rsidR="00DC2E4C" w:rsidRPr="0089575C" w:rsidRDefault="00DC2E4C" w:rsidP="00F7655B">
      <w:pPr>
        <w:pStyle w:val="Nagwek2"/>
        <w:keepNext w:val="0"/>
        <w:keepLines w:val="0"/>
        <w:rPr>
          <w:szCs w:val="18"/>
        </w:rPr>
      </w:pPr>
      <w:r w:rsidRPr="0089575C">
        <w:rPr>
          <w:szCs w:val="18"/>
        </w:rPr>
        <w:t>Za datę złożenia Oferty, wniosku,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i wyświetleniu przez system komunikatu „Oferta złożona poprawnie”. W sekcji „Podsumowanie” na formularzu ofertowym wyświetli się dokładna data i godzina złożenia wniosku/Oferty w polu „Data”.</w:t>
      </w:r>
    </w:p>
    <w:p w14:paraId="5E3EB096" w14:textId="77777777" w:rsidR="00DC2E4C" w:rsidRPr="0089575C" w:rsidRDefault="00DC2E4C" w:rsidP="00F7655B">
      <w:pPr>
        <w:pStyle w:val="Nagwek2"/>
        <w:keepNext w:val="0"/>
        <w:keepLines w:val="0"/>
        <w:rPr>
          <w:szCs w:val="18"/>
        </w:rPr>
      </w:pPr>
      <w:r w:rsidRPr="0089575C">
        <w:rPr>
          <w:szCs w:val="18"/>
        </w:rPr>
        <w:t>Zamawiający informuje, że czas na serwerach, na których uruchomiony jest System Zakupowy, jest zsynchronizowany z wzorcem czasu określanym przez Główny Urząd Miar (GUM). Serwery czasu uruchomione przez GUM wyznaczają czas administracyjny w Polsce.</w:t>
      </w:r>
    </w:p>
    <w:p w14:paraId="26094349" w14:textId="77777777" w:rsidR="00DC2E4C" w:rsidRPr="0089575C" w:rsidRDefault="00DC2E4C" w:rsidP="00F7655B">
      <w:pPr>
        <w:pStyle w:val="Nagwek2"/>
        <w:keepNext w:val="0"/>
        <w:keepLines w:val="0"/>
        <w:rPr>
          <w:szCs w:val="18"/>
        </w:rPr>
      </w:pPr>
      <w:r w:rsidRPr="0089575C">
        <w:rPr>
          <w:szCs w:val="18"/>
        </w:rPr>
        <w:t xml:space="preserve">Wymagania techniczne dla sprzętu komputerowego wskazane są w Systemie Zakupowym zakładce „Pytania i odpowiedzi/FAQ”, oraz w zakładce „Dokumenty”, folder „Poradniki dla użytkowników końcowych”, a także pod linkiem: </w:t>
      </w:r>
      <w:r w:rsidRPr="0089575C">
        <w:rPr>
          <w:color w:val="36A9E1" w:themeColor="accent5"/>
          <w:szCs w:val="18"/>
        </w:rPr>
        <w:t>https://www.gkpge.pl/grupa-pge/przetargi/zakupy/dokumenty</w:t>
      </w:r>
      <w:r w:rsidRPr="0089575C">
        <w:rPr>
          <w:szCs w:val="18"/>
        </w:rPr>
        <w:t>,   w dokumentach: „Szczegółowa instrukcja korzystania z Systemu Zakupowego GK PGE dla Wykonawców” oraz „Podpis elektroniczny – instrukcja”.</w:t>
      </w:r>
    </w:p>
    <w:p w14:paraId="4C67045C" w14:textId="77777777" w:rsidR="00E331E9" w:rsidRPr="0089575C" w:rsidRDefault="00DC2E4C" w:rsidP="00F7655B">
      <w:pPr>
        <w:pStyle w:val="Nagwek2"/>
        <w:keepNext w:val="0"/>
        <w:keepLines w:val="0"/>
        <w:rPr>
          <w:szCs w:val="18"/>
        </w:rPr>
      </w:pPr>
      <w:r w:rsidRPr="0089575C">
        <w:rPr>
          <w:szCs w:val="18"/>
        </w:rPr>
        <w:t xml:space="preserve">Instrukcje dla Wykonawców dotyczące składania Ofert/wniosków, składania dokumentów elektronicznych, elektronicznych kopii dokumentów i oświadczeń oraz informacji przekazywanych przy ich użyciu zostały opisane w „Szczegółowa instrukcja korzystania z Systemu Zakupowego GK PGE dla Wykonawców” oraz „Podpis elektroniczny – instrukcja”, dostępnych w Systemie Zakupowym w zakładce „Pytania i odpowiedzi/FAQ” i zakładce „Dokumenty”, folder „Poradniki dla użytkowników końcowych”, a także pod linkiem: </w:t>
      </w:r>
      <w:r w:rsidRPr="0089575C">
        <w:rPr>
          <w:color w:val="36A9E1" w:themeColor="accent5"/>
          <w:szCs w:val="18"/>
        </w:rPr>
        <w:t>https://www.gkpge.pl/grupa-pge/przetargi/zakupy/dokumenty</w:t>
      </w:r>
      <w:r w:rsidRPr="0089575C">
        <w:rPr>
          <w:szCs w:val="18"/>
        </w:rPr>
        <w:t xml:space="preserve"> w dokumentach: „Szczegółowa instrukcja korzystania z Systemu Zakupowego GK PGE dla Wykonawców” oraz „Podpis elektroniczny – instrukcja”. </w:t>
      </w:r>
    </w:p>
    <w:p w14:paraId="271F2A25" w14:textId="77777777" w:rsidR="00DC2E4C" w:rsidRPr="0089575C" w:rsidRDefault="00DC2E4C" w:rsidP="00F7655B">
      <w:pPr>
        <w:pStyle w:val="Nagwek2"/>
        <w:keepNext w:val="0"/>
        <w:keepLines w:val="0"/>
        <w:rPr>
          <w:szCs w:val="18"/>
        </w:rPr>
      </w:pPr>
      <w:r w:rsidRPr="0089575C">
        <w:rPr>
          <w:szCs w:val="18"/>
        </w:rPr>
        <w:lastRenderedPageBreak/>
        <w:t xml:space="preserve">Maksymalny rozmiar plików przesyłanych (zamieszczanych) za pośrednictwem Systemu Zakupowego wynosi 150 MB. Zamawiający określił dopuszczalny format plików zamieszczanych w Systemie jako: Xls, </w:t>
      </w:r>
      <w:proofErr w:type="spellStart"/>
      <w:r w:rsidRPr="0089575C">
        <w:rPr>
          <w:szCs w:val="18"/>
        </w:rPr>
        <w:t>xlsx</w:t>
      </w:r>
      <w:proofErr w:type="spellEnd"/>
      <w:r w:rsidRPr="0089575C">
        <w:rPr>
          <w:szCs w:val="18"/>
        </w:rPr>
        <w:t xml:space="preserve">, </w:t>
      </w:r>
      <w:proofErr w:type="spellStart"/>
      <w:r w:rsidRPr="0089575C">
        <w:rPr>
          <w:szCs w:val="18"/>
        </w:rPr>
        <w:t>doc</w:t>
      </w:r>
      <w:proofErr w:type="spellEnd"/>
      <w:r w:rsidRPr="0089575C">
        <w:rPr>
          <w:szCs w:val="18"/>
        </w:rPr>
        <w:t xml:space="preserve">, </w:t>
      </w:r>
      <w:proofErr w:type="spellStart"/>
      <w:r w:rsidRPr="0089575C">
        <w:rPr>
          <w:szCs w:val="18"/>
        </w:rPr>
        <w:t>docx</w:t>
      </w:r>
      <w:proofErr w:type="spellEnd"/>
      <w:r w:rsidRPr="0089575C">
        <w:rPr>
          <w:szCs w:val="18"/>
        </w:rPr>
        <w:t xml:space="preserve">, </w:t>
      </w:r>
      <w:proofErr w:type="spellStart"/>
      <w:r w:rsidRPr="0089575C">
        <w:rPr>
          <w:szCs w:val="18"/>
        </w:rPr>
        <w:t>pptx</w:t>
      </w:r>
      <w:proofErr w:type="spellEnd"/>
      <w:r w:rsidRPr="0089575C">
        <w:rPr>
          <w:szCs w:val="18"/>
        </w:rPr>
        <w:t xml:space="preserve">, pdf, </w:t>
      </w:r>
      <w:proofErr w:type="spellStart"/>
      <w:r w:rsidRPr="0089575C">
        <w:rPr>
          <w:szCs w:val="18"/>
        </w:rPr>
        <w:t>xml</w:t>
      </w:r>
      <w:proofErr w:type="spellEnd"/>
      <w:r w:rsidRPr="0089575C">
        <w:rPr>
          <w:szCs w:val="18"/>
        </w:rPr>
        <w:t xml:space="preserve">, </w:t>
      </w:r>
      <w:proofErr w:type="spellStart"/>
      <w:r w:rsidRPr="0089575C">
        <w:rPr>
          <w:szCs w:val="18"/>
        </w:rPr>
        <w:t>rar</w:t>
      </w:r>
      <w:proofErr w:type="spellEnd"/>
      <w:r w:rsidRPr="0089575C">
        <w:rPr>
          <w:szCs w:val="18"/>
        </w:rPr>
        <w:t xml:space="preserve">, zip, gif, jpg, </w:t>
      </w:r>
      <w:proofErr w:type="spellStart"/>
      <w:r w:rsidRPr="0089575C">
        <w:rPr>
          <w:szCs w:val="18"/>
        </w:rPr>
        <w:t>dwg</w:t>
      </w:r>
      <w:proofErr w:type="spellEnd"/>
      <w:r w:rsidRPr="0089575C">
        <w:rPr>
          <w:szCs w:val="18"/>
        </w:rPr>
        <w:t xml:space="preserve">, </w:t>
      </w:r>
      <w:proofErr w:type="spellStart"/>
      <w:r w:rsidRPr="0089575C">
        <w:rPr>
          <w:szCs w:val="18"/>
        </w:rPr>
        <w:t>tif</w:t>
      </w:r>
      <w:proofErr w:type="spellEnd"/>
      <w:r w:rsidRPr="0089575C">
        <w:rPr>
          <w:szCs w:val="18"/>
        </w:rPr>
        <w:t xml:space="preserve">, </w:t>
      </w:r>
      <w:proofErr w:type="spellStart"/>
      <w:r w:rsidRPr="0089575C">
        <w:rPr>
          <w:szCs w:val="18"/>
        </w:rPr>
        <w:t>tiff</w:t>
      </w:r>
      <w:proofErr w:type="spellEnd"/>
      <w:r w:rsidRPr="0089575C">
        <w:rPr>
          <w:szCs w:val="18"/>
        </w:rPr>
        <w:t xml:space="preserve">, txt, rtf, </w:t>
      </w:r>
      <w:proofErr w:type="spellStart"/>
      <w:r w:rsidRPr="0089575C">
        <w:rPr>
          <w:szCs w:val="18"/>
        </w:rPr>
        <w:t>jpeg</w:t>
      </w:r>
      <w:proofErr w:type="spellEnd"/>
      <w:r w:rsidRPr="0089575C">
        <w:rPr>
          <w:szCs w:val="18"/>
        </w:rPr>
        <w:t xml:space="preserve">, </w:t>
      </w:r>
      <w:proofErr w:type="spellStart"/>
      <w:r w:rsidRPr="0089575C">
        <w:rPr>
          <w:szCs w:val="18"/>
        </w:rPr>
        <w:t>bmp</w:t>
      </w:r>
      <w:proofErr w:type="spellEnd"/>
      <w:r w:rsidRPr="0089575C">
        <w:rPr>
          <w:szCs w:val="18"/>
        </w:rPr>
        <w:t xml:space="preserve">, </w:t>
      </w:r>
      <w:proofErr w:type="spellStart"/>
      <w:r w:rsidRPr="0089575C">
        <w:rPr>
          <w:szCs w:val="18"/>
        </w:rPr>
        <w:t>ath</w:t>
      </w:r>
      <w:proofErr w:type="spellEnd"/>
      <w:r w:rsidRPr="0089575C">
        <w:rPr>
          <w:szCs w:val="18"/>
        </w:rPr>
        <w:t xml:space="preserve">, </w:t>
      </w:r>
      <w:proofErr w:type="spellStart"/>
      <w:r w:rsidRPr="0089575C">
        <w:rPr>
          <w:szCs w:val="18"/>
        </w:rPr>
        <w:t>kst</w:t>
      </w:r>
      <w:proofErr w:type="spellEnd"/>
      <w:r w:rsidRPr="0089575C">
        <w:rPr>
          <w:szCs w:val="18"/>
        </w:rPr>
        <w:t xml:space="preserve">, </w:t>
      </w:r>
      <w:proofErr w:type="spellStart"/>
      <w:r w:rsidRPr="0089575C">
        <w:rPr>
          <w:szCs w:val="18"/>
        </w:rPr>
        <w:t>png</w:t>
      </w:r>
      <w:proofErr w:type="spellEnd"/>
      <w:r w:rsidRPr="0089575C">
        <w:rPr>
          <w:szCs w:val="18"/>
        </w:rPr>
        <w:t xml:space="preserve">, </w:t>
      </w:r>
      <w:proofErr w:type="spellStart"/>
      <w:r w:rsidRPr="0089575C">
        <w:rPr>
          <w:szCs w:val="18"/>
        </w:rPr>
        <w:t>asic</w:t>
      </w:r>
      <w:proofErr w:type="spellEnd"/>
      <w:r w:rsidRPr="0089575C">
        <w:rPr>
          <w:szCs w:val="18"/>
        </w:rPr>
        <w:t xml:space="preserve">, </w:t>
      </w:r>
      <w:proofErr w:type="spellStart"/>
      <w:r w:rsidRPr="0089575C">
        <w:rPr>
          <w:szCs w:val="18"/>
        </w:rPr>
        <w:t>cades</w:t>
      </w:r>
      <w:proofErr w:type="spellEnd"/>
      <w:r w:rsidRPr="0089575C">
        <w:rPr>
          <w:szCs w:val="18"/>
        </w:rPr>
        <w:t xml:space="preserve">, </w:t>
      </w:r>
      <w:proofErr w:type="spellStart"/>
      <w:r w:rsidRPr="0089575C">
        <w:rPr>
          <w:szCs w:val="18"/>
        </w:rPr>
        <w:t>xades</w:t>
      </w:r>
      <w:proofErr w:type="spellEnd"/>
      <w:r w:rsidRPr="0089575C">
        <w:rPr>
          <w:szCs w:val="18"/>
        </w:rPr>
        <w:t xml:space="preserve">, </w:t>
      </w:r>
      <w:proofErr w:type="spellStart"/>
      <w:r w:rsidRPr="0089575C">
        <w:rPr>
          <w:szCs w:val="18"/>
        </w:rPr>
        <w:t>pades</w:t>
      </w:r>
      <w:proofErr w:type="spellEnd"/>
      <w:r w:rsidRPr="0089575C">
        <w:rPr>
          <w:szCs w:val="18"/>
        </w:rPr>
        <w:t xml:space="preserve">, 7z, mp4, </w:t>
      </w:r>
      <w:proofErr w:type="spellStart"/>
      <w:r w:rsidRPr="0089575C">
        <w:rPr>
          <w:szCs w:val="18"/>
        </w:rPr>
        <w:t>msg</w:t>
      </w:r>
      <w:proofErr w:type="spellEnd"/>
      <w:r w:rsidRPr="0089575C">
        <w:rPr>
          <w:szCs w:val="18"/>
        </w:rPr>
        <w:t>, przy czym zaleca się wykorzystywanie plików w formacie .pdf.</w:t>
      </w:r>
    </w:p>
    <w:p w14:paraId="71A0966B" w14:textId="77777777" w:rsidR="00DC2E4C" w:rsidRPr="0089575C" w:rsidRDefault="00DC2E4C" w:rsidP="00F7655B">
      <w:pPr>
        <w:pStyle w:val="Nagwek2"/>
        <w:keepNext w:val="0"/>
        <w:keepLines w:val="0"/>
        <w:rPr>
          <w:szCs w:val="18"/>
        </w:rPr>
      </w:pPr>
      <w:r w:rsidRPr="0089575C">
        <w:rPr>
          <w:szCs w:val="18"/>
        </w:rPr>
        <w:t xml:space="preserve">Zamawiający informuje, że pliki dołączane do Systemu Zakupowego przez Wykonawców są sprawdzane oprogramowaniem antywirusowym. </w:t>
      </w:r>
    </w:p>
    <w:p w14:paraId="38B783ED" w14:textId="77777777" w:rsidR="00DC2E4C" w:rsidRPr="0089575C" w:rsidRDefault="00DC2E4C" w:rsidP="00F7655B">
      <w:pPr>
        <w:pStyle w:val="Nagwek2"/>
        <w:keepNext w:val="0"/>
        <w:keepLines w:val="0"/>
        <w:rPr>
          <w:szCs w:val="18"/>
        </w:rPr>
      </w:pPr>
      <w:r w:rsidRPr="0089575C">
        <w:rPr>
          <w:szCs w:val="18"/>
        </w:rPr>
        <w:t xml:space="preserve">Wsparcie techniczne dla Wykonawców w zakresie obsługi Systemu Zakupowego jest dostępne poprzez Usługę Help Desk dla Wykonawców: </w:t>
      </w:r>
    </w:p>
    <w:p w14:paraId="734CFB14" w14:textId="77777777" w:rsidR="00DC2E4C" w:rsidRPr="009A7377" w:rsidRDefault="00DC2E4C" w:rsidP="00F7655B">
      <w:pPr>
        <w:pStyle w:val="Nagwek2"/>
        <w:keepNext w:val="0"/>
        <w:keepLines w:val="0"/>
        <w:numPr>
          <w:ilvl w:val="0"/>
          <w:numId w:val="0"/>
        </w:numPr>
        <w:ind w:left="1021"/>
        <w:rPr>
          <w:szCs w:val="18"/>
          <w:lang w:val="en-GB"/>
        </w:rPr>
      </w:pPr>
      <w:proofErr w:type="spellStart"/>
      <w:r w:rsidRPr="009A7377">
        <w:rPr>
          <w:b/>
          <w:szCs w:val="18"/>
          <w:lang w:val="en-GB"/>
        </w:rPr>
        <w:t>Infolinia</w:t>
      </w:r>
      <w:proofErr w:type="spellEnd"/>
      <w:r w:rsidRPr="009A7377">
        <w:rPr>
          <w:b/>
          <w:szCs w:val="18"/>
          <w:lang w:val="en-GB"/>
        </w:rPr>
        <w:t>:</w:t>
      </w:r>
      <w:r w:rsidRPr="009A7377">
        <w:rPr>
          <w:szCs w:val="18"/>
          <w:lang w:val="en-GB"/>
        </w:rPr>
        <w:t xml:space="preserve"> +48 22 576 87 87</w:t>
      </w:r>
    </w:p>
    <w:p w14:paraId="6B492241" w14:textId="77777777" w:rsidR="00DC2E4C" w:rsidRPr="009A7377" w:rsidRDefault="00263331" w:rsidP="00F7655B">
      <w:pPr>
        <w:pStyle w:val="Nagwek2"/>
        <w:keepNext w:val="0"/>
        <w:keepLines w:val="0"/>
        <w:numPr>
          <w:ilvl w:val="0"/>
          <w:numId w:val="0"/>
        </w:numPr>
        <w:ind w:left="1021"/>
        <w:rPr>
          <w:szCs w:val="18"/>
          <w:lang w:val="en-GB"/>
        </w:rPr>
      </w:pPr>
      <w:r w:rsidRPr="009A7377">
        <w:rPr>
          <w:b/>
          <w:szCs w:val="18"/>
          <w:lang w:val="en-GB"/>
        </w:rPr>
        <w:t xml:space="preserve">e-mail: </w:t>
      </w:r>
      <w:hyperlink r:id="rId20" w:history="1">
        <w:r w:rsidRPr="009A7377">
          <w:rPr>
            <w:rStyle w:val="Hipercze"/>
            <w:sz w:val="18"/>
            <w:szCs w:val="18"/>
            <w:lang w:val="en-GB"/>
          </w:rPr>
          <w:t>helpdesk.zakupy@gkpge.pl</w:t>
        </w:r>
      </w:hyperlink>
      <w:r w:rsidRPr="009A7377">
        <w:rPr>
          <w:szCs w:val="18"/>
          <w:lang w:val="en-GB"/>
        </w:rPr>
        <w:t xml:space="preserve"> </w:t>
      </w:r>
      <w:r w:rsidR="00DC2E4C" w:rsidRPr="009A7377">
        <w:rPr>
          <w:szCs w:val="18"/>
          <w:lang w:val="en-GB"/>
        </w:rPr>
        <w:t xml:space="preserve">  </w:t>
      </w:r>
    </w:p>
    <w:p w14:paraId="6FB3F858" w14:textId="77777777" w:rsidR="00DC2E4C" w:rsidRPr="0089575C" w:rsidRDefault="00DC2E4C" w:rsidP="00F7655B">
      <w:pPr>
        <w:pStyle w:val="Nagwek2"/>
        <w:keepNext w:val="0"/>
        <w:keepLines w:val="0"/>
        <w:numPr>
          <w:ilvl w:val="0"/>
          <w:numId w:val="0"/>
        </w:numPr>
        <w:ind w:left="1021"/>
        <w:rPr>
          <w:szCs w:val="18"/>
        </w:rPr>
      </w:pPr>
      <w:r w:rsidRPr="0089575C">
        <w:rPr>
          <w:b/>
          <w:szCs w:val="18"/>
        </w:rPr>
        <w:t xml:space="preserve">Godziny pracy: </w:t>
      </w:r>
      <w:r w:rsidRPr="0089575C">
        <w:rPr>
          <w:szCs w:val="18"/>
        </w:rPr>
        <w:t>Help Desk Systemu Zakupowego dostępny jest codziennie od poniedziałku do piątku w godzinach 08:00 - 16:00 (z wyłączeniem dni ustawowo wolnych od pracy).</w:t>
      </w:r>
    </w:p>
    <w:p w14:paraId="664B34FD" w14:textId="77777777" w:rsidR="00DC2E4C" w:rsidRPr="0089575C" w:rsidRDefault="00DC2E4C" w:rsidP="00F7655B">
      <w:pPr>
        <w:pStyle w:val="Nagwek2"/>
        <w:keepNext w:val="0"/>
        <w:keepLines w:val="0"/>
        <w:numPr>
          <w:ilvl w:val="0"/>
          <w:numId w:val="0"/>
        </w:numPr>
        <w:ind w:left="1021"/>
        <w:rPr>
          <w:color w:val="36A9E1" w:themeColor="accent5"/>
          <w:szCs w:val="18"/>
        </w:rPr>
      </w:pPr>
      <w:r w:rsidRPr="0089575C">
        <w:rPr>
          <w:szCs w:val="18"/>
        </w:rPr>
        <w:t xml:space="preserve">Zakres wsparcia dostępny na: </w:t>
      </w:r>
      <w:hyperlink r:id="rId21" w:history="1">
        <w:r w:rsidRPr="0089575C">
          <w:rPr>
            <w:rStyle w:val="Hipercze"/>
            <w:color w:val="36A9E1" w:themeColor="accent5"/>
            <w:sz w:val="18"/>
            <w:szCs w:val="18"/>
          </w:rPr>
          <w:t>https://www.gkpge.pl/grupa-pge/przetargi/zakupy</w:t>
        </w:r>
      </w:hyperlink>
    </w:p>
    <w:p w14:paraId="6E3CB2D6" w14:textId="77777777" w:rsidR="008C65DD" w:rsidRPr="0089575C" w:rsidRDefault="00DC2E4C" w:rsidP="00F7655B">
      <w:pPr>
        <w:pStyle w:val="Nagwek2"/>
        <w:keepNext w:val="0"/>
        <w:keepLines w:val="0"/>
        <w:rPr>
          <w:szCs w:val="18"/>
        </w:rPr>
      </w:pPr>
      <w:r w:rsidRPr="0089575C">
        <w:rPr>
          <w:szCs w:val="18"/>
        </w:rPr>
        <w:t>System Zakupowy po upływie terminu składania Ofert nie dopuści możliwości złożenia Oferty, tym samym zaleca się przygotowanie i złożenie Oferty z odpowiednim wyprzedzeniem.</w:t>
      </w:r>
    </w:p>
    <w:p w14:paraId="29A5AF49" w14:textId="77777777" w:rsidR="00DC2E4C" w:rsidRPr="0089575C" w:rsidRDefault="00DC2E4C" w:rsidP="00651A1D">
      <w:pPr>
        <w:pStyle w:val="Nagwek1"/>
      </w:pPr>
      <w:r w:rsidRPr="0089575C">
        <w:t>ZAŁĄCZNIKI</w:t>
      </w:r>
    </w:p>
    <w:p w14:paraId="54423A97" w14:textId="77777777" w:rsidR="00DC2E4C" w:rsidRPr="0089575C" w:rsidRDefault="00DC2E4C" w:rsidP="00F7655B">
      <w:pPr>
        <w:pStyle w:val="Nagwek2"/>
        <w:keepNext w:val="0"/>
        <w:keepLines w:val="0"/>
        <w:rPr>
          <w:szCs w:val="18"/>
        </w:rPr>
      </w:pPr>
      <w:r w:rsidRPr="0089575C">
        <w:rPr>
          <w:szCs w:val="18"/>
        </w:rPr>
        <w:t>Integralną częścią niniejszej SWZ są następujące Załączniki:</w:t>
      </w:r>
    </w:p>
    <w:p w14:paraId="0BCEA01B" w14:textId="77777777" w:rsidR="00DC2E4C" w:rsidRPr="0089575C" w:rsidRDefault="00DC2E4C" w:rsidP="007969F6">
      <w:pPr>
        <w:jc w:val="both"/>
      </w:pPr>
    </w:p>
    <w:tbl>
      <w:tblPr>
        <w:tblStyle w:val="Tabela-Siatka3"/>
        <w:tblW w:w="8505" w:type="dxa"/>
        <w:tblInd w:w="562" w:type="dxa"/>
        <w:tblLook w:val="04A0" w:firstRow="1" w:lastRow="0" w:firstColumn="1" w:lastColumn="0" w:noHBand="0" w:noVBand="1"/>
      </w:tblPr>
      <w:tblGrid>
        <w:gridCol w:w="1843"/>
        <w:gridCol w:w="6662"/>
      </w:tblGrid>
      <w:tr w:rsidR="00263331" w:rsidRPr="0089575C" w14:paraId="140C2F99" w14:textId="77777777" w:rsidTr="0011738F">
        <w:trPr>
          <w:trHeight w:val="640"/>
        </w:trPr>
        <w:tc>
          <w:tcPr>
            <w:tcW w:w="1843" w:type="dxa"/>
            <w:shd w:val="clear" w:color="auto" w:fill="1A7466" w:themeFill="text2"/>
          </w:tcPr>
          <w:p w14:paraId="10E0D8D8" w14:textId="77777777" w:rsidR="00263331" w:rsidRPr="0089575C" w:rsidRDefault="00263331" w:rsidP="00E83282">
            <w:pPr>
              <w:spacing w:before="120" w:after="120" w:line="276" w:lineRule="auto"/>
              <w:rPr>
                <w:rFonts w:cs="Calibri"/>
                <w:b/>
                <w:color w:val="FFFFFF" w:themeColor="background1"/>
                <w:szCs w:val="18"/>
              </w:rPr>
            </w:pPr>
            <w:r w:rsidRPr="0089575C">
              <w:rPr>
                <w:rFonts w:cs="Calibri"/>
                <w:b/>
                <w:color w:val="FFFFFF" w:themeColor="background1"/>
                <w:szCs w:val="18"/>
              </w:rPr>
              <w:t xml:space="preserve">Załącznik nr </w:t>
            </w:r>
            <w:r w:rsidR="00E83282">
              <w:rPr>
                <w:rFonts w:cs="Calibri"/>
                <w:b/>
                <w:color w:val="FFFFFF" w:themeColor="background1"/>
                <w:szCs w:val="18"/>
              </w:rPr>
              <w:t>1</w:t>
            </w:r>
          </w:p>
        </w:tc>
        <w:tc>
          <w:tcPr>
            <w:tcW w:w="6662" w:type="dxa"/>
            <w:shd w:val="clear" w:color="auto" w:fill="auto"/>
            <w:vAlign w:val="center"/>
          </w:tcPr>
          <w:p w14:paraId="1CEB9051" w14:textId="404B32C8" w:rsidR="00263331" w:rsidRPr="0089575C" w:rsidDel="0065578D" w:rsidRDefault="009A7377" w:rsidP="00D81F14">
            <w:pPr>
              <w:tabs>
                <w:tab w:val="left" w:pos="1980"/>
              </w:tabs>
              <w:spacing w:before="120" w:after="120" w:line="276" w:lineRule="auto"/>
              <w:rPr>
                <w:rFonts w:cs="Calibri"/>
                <w:szCs w:val="18"/>
              </w:rPr>
            </w:pPr>
            <w:r>
              <w:rPr>
                <w:szCs w:val="18"/>
              </w:rPr>
              <w:t xml:space="preserve">Opis przedmiotu zamówienia </w:t>
            </w:r>
            <w:r w:rsidR="00B126A1" w:rsidRPr="0089575C">
              <w:rPr>
                <w:szCs w:val="18"/>
              </w:rPr>
              <w:t xml:space="preserve"> </w:t>
            </w:r>
          </w:p>
        </w:tc>
      </w:tr>
      <w:tr w:rsidR="00263331" w:rsidRPr="0089575C" w14:paraId="1BC7CDA3" w14:textId="77777777" w:rsidTr="0011738F">
        <w:trPr>
          <w:trHeight w:val="113"/>
        </w:trPr>
        <w:tc>
          <w:tcPr>
            <w:tcW w:w="1843" w:type="dxa"/>
            <w:shd w:val="clear" w:color="auto" w:fill="1A7466" w:themeFill="text2"/>
          </w:tcPr>
          <w:p w14:paraId="328AAE97" w14:textId="77777777" w:rsidR="00263331" w:rsidRPr="0089575C" w:rsidRDefault="00263331" w:rsidP="00E83282">
            <w:pPr>
              <w:tabs>
                <w:tab w:val="left" w:pos="1980"/>
              </w:tabs>
              <w:spacing w:before="120" w:after="120" w:line="276" w:lineRule="auto"/>
              <w:rPr>
                <w:rFonts w:cs="Calibri"/>
                <w:b/>
                <w:color w:val="FFFFFF" w:themeColor="background1"/>
                <w:szCs w:val="18"/>
              </w:rPr>
            </w:pPr>
            <w:r w:rsidRPr="0089575C">
              <w:rPr>
                <w:rFonts w:cs="Calibri"/>
                <w:b/>
                <w:color w:val="FFFFFF" w:themeColor="background1"/>
                <w:szCs w:val="18"/>
              </w:rPr>
              <w:t xml:space="preserve">Załącznik nr </w:t>
            </w:r>
            <w:r w:rsidR="00E83282">
              <w:rPr>
                <w:rFonts w:cs="Calibri"/>
                <w:b/>
                <w:color w:val="FFFFFF" w:themeColor="background1"/>
                <w:szCs w:val="18"/>
              </w:rPr>
              <w:t>2</w:t>
            </w:r>
            <w:r w:rsidR="00E83282" w:rsidRPr="0089575C">
              <w:rPr>
                <w:rFonts w:cs="Calibri"/>
                <w:b/>
                <w:color w:val="FFFFFF" w:themeColor="background1"/>
                <w:szCs w:val="18"/>
              </w:rPr>
              <w:t xml:space="preserve"> </w:t>
            </w:r>
          </w:p>
        </w:tc>
        <w:tc>
          <w:tcPr>
            <w:tcW w:w="6662" w:type="dxa"/>
            <w:shd w:val="clear" w:color="auto" w:fill="auto"/>
            <w:vAlign w:val="center"/>
          </w:tcPr>
          <w:p w14:paraId="0D589E91" w14:textId="073A730B" w:rsidR="00263331" w:rsidRPr="0089575C" w:rsidRDefault="009A7377" w:rsidP="00D81F14">
            <w:pPr>
              <w:tabs>
                <w:tab w:val="left" w:pos="1980"/>
              </w:tabs>
              <w:spacing w:before="120" w:after="120" w:line="276" w:lineRule="auto"/>
              <w:rPr>
                <w:rFonts w:cs="Calibri"/>
                <w:szCs w:val="18"/>
              </w:rPr>
            </w:pPr>
            <w:r w:rsidRPr="0089575C">
              <w:rPr>
                <w:szCs w:val="18"/>
              </w:rPr>
              <w:t>Formularz Oferty wstępnej</w:t>
            </w:r>
          </w:p>
        </w:tc>
      </w:tr>
      <w:tr w:rsidR="00263331" w:rsidRPr="0089575C" w14:paraId="100896B9" w14:textId="77777777" w:rsidTr="0011738F">
        <w:trPr>
          <w:trHeight w:val="113"/>
        </w:trPr>
        <w:tc>
          <w:tcPr>
            <w:tcW w:w="1843" w:type="dxa"/>
            <w:shd w:val="clear" w:color="auto" w:fill="1A7466" w:themeFill="text2"/>
          </w:tcPr>
          <w:p w14:paraId="5B289917" w14:textId="77777777" w:rsidR="00263331" w:rsidRPr="0089575C" w:rsidRDefault="00263331" w:rsidP="00E83282">
            <w:pPr>
              <w:tabs>
                <w:tab w:val="left" w:pos="1980"/>
              </w:tabs>
              <w:spacing w:before="120" w:after="120" w:line="276" w:lineRule="auto"/>
              <w:rPr>
                <w:rFonts w:cs="Calibri"/>
                <w:b/>
                <w:color w:val="FFFFFF" w:themeColor="background1"/>
                <w:szCs w:val="18"/>
              </w:rPr>
            </w:pPr>
            <w:r w:rsidRPr="0089575C">
              <w:rPr>
                <w:rFonts w:cs="Calibri"/>
                <w:b/>
                <w:color w:val="FFFFFF" w:themeColor="background1"/>
                <w:szCs w:val="18"/>
              </w:rPr>
              <w:t xml:space="preserve">Załącznik nr </w:t>
            </w:r>
            <w:r w:rsidR="00E83282">
              <w:rPr>
                <w:rFonts w:cs="Calibri"/>
                <w:b/>
                <w:color w:val="FFFFFF" w:themeColor="background1"/>
                <w:szCs w:val="18"/>
              </w:rPr>
              <w:t>3</w:t>
            </w:r>
          </w:p>
        </w:tc>
        <w:tc>
          <w:tcPr>
            <w:tcW w:w="6662" w:type="dxa"/>
            <w:shd w:val="clear" w:color="auto" w:fill="auto"/>
            <w:vAlign w:val="center"/>
          </w:tcPr>
          <w:p w14:paraId="3F85EE02" w14:textId="685C1A2E" w:rsidR="00263331" w:rsidRPr="0089575C" w:rsidRDefault="00263331" w:rsidP="007969F6">
            <w:pPr>
              <w:tabs>
                <w:tab w:val="left" w:pos="1980"/>
              </w:tabs>
              <w:spacing w:before="120" w:after="120" w:line="276" w:lineRule="auto"/>
              <w:rPr>
                <w:rFonts w:cs="Calibri"/>
                <w:szCs w:val="18"/>
              </w:rPr>
            </w:pPr>
            <w:r w:rsidRPr="0089575C">
              <w:rPr>
                <w:szCs w:val="18"/>
              </w:rPr>
              <w:t>Projekt Umowy</w:t>
            </w:r>
            <w:r w:rsidR="00E4524B">
              <w:rPr>
                <w:szCs w:val="18"/>
              </w:rPr>
              <w:t xml:space="preserve"> </w:t>
            </w:r>
          </w:p>
        </w:tc>
      </w:tr>
      <w:tr w:rsidR="00263331" w:rsidRPr="0089575C" w14:paraId="36EC229E" w14:textId="77777777" w:rsidTr="0011738F">
        <w:trPr>
          <w:trHeight w:val="113"/>
        </w:trPr>
        <w:tc>
          <w:tcPr>
            <w:tcW w:w="1843" w:type="dxa"/>
            <w:shd w:val="clear" w:color="auto" w:fill="1A7466" w:themeFill="text2"/>
          </w:tcPr>
          <w:p w14:paraId="348B0270" w14:textId="77777777" w:rsidR="00263331" w:rsidRPr="0089575C" w:rsidRDefault="00B126A1" w:rsidP="00E83282">
            <w:pPr>
              <w:tabs>
                <w:tab w:val="left" w:pos="1980"/>
              </w:tabs>
              <w:spacing w:before="120" w:after="120" w:line="276" w:lineRule="auto"/>
              <w:rPr>
                <w:rFonts w:cs="Calibri"/>
                <w:b/>
                <w:color w:val="FFFFFF" w:themeColor="background1"/>
                <w:szCs w:val="18"/>
              </w:rPr>
            </w:pPr>
            <w:r w:rsidRPr="0089575C">
              <w:rPr>
                <w:rFonts w:cs="Calibri"/>
                <w:b/>
                <w:color w:val="FFFFFF" w:themeColor="background1"/>
                <w:szCs w:val="18"/>
              </w:rPr>
              <w:t xml:space="preserve">Załącznik nr </w:t>
            </w:r>
            <w:r w:rsidR="00E83282">
              <w:rPr>
                <w:rFonts w:cs="Calibri"/>
                <w:b/>
                <w:color w:val="FFFFFF" w:themeColor="background1"/>
                <w:szCs w:val="18"/>
              </w:rPr>
              <w:t>4</w:t>
            </w:r>
            <w:r w:rsidR="00E83282" w:rsidRPr="0089575C">
              <w:rPr>
                <w:rFonts w:cs="Calibri"/>
                <w:b/>
                <w:color w:val="FFFFFF" w:themeColor="background1"/>
                <w:szCs w:val="18"/>
              </w:rPr>
              <w:t xml:space="preserve"> </w:t>
            </w:r>
          </w:p>
        </w:tc>
        <w:tc>
          <w:tcPr>
            <w:tcW w:w="6662" w:type="dxa"/>
            <w:shd w:val="clear" w:color="auto" w:fill="auto"/>
            <w:vAlign w:val="center"/>
          </w:tcPr>
          <w:p w14:paraId="53E94440" w14:textId="5AD9392F" w:rsidR="00263331" w:rsidRPr="0089575C" w:rsidRDefault="009A7377" w:rsidP="007969F6">
            <w:pPr>
              <w:tabs>
                <w:tab w:val="left" w:pos="1980"/>
              </w:tabs>
              <w:spacing w:before="120" w:after="120" w:line="276" w:lineRule="auto"/>
              <w:rPr>
                <w:rFonts w:cs="Calibri"/>
                <w:szCs w:val="18"/>
              </w:rPr>
            </w:pPr>
            <w:r>
              <w:rPr>
                <w:szCs w:val="18"/>
              </w:rPr>
              <w:t xml:space="preserve">Wykaz doświadczenia </w:t>
            </w:r>
            <w:r w:rsidR="00C54D02" w:rsidRPr="0089575C">
              <w:rPr>
                <w:szCs w:val="18"/>
              </w:rPr>
              <w:t xml:space="preserve"> </w:t>
            </w:r>
          </w:p>
        </w:tc>
      </w:tr>
      <w:tr w:rsidR="00FA3935" w:rsidRPr="0089575C" w14:paraId="1EE2965C" w14:textId="77777777" w:rsidTr="0011738F">
        <w:trPr>
          <w:trHeight w:val="113"/>
        </w:trPr>
        <w:tc>
          <w:tcPr>
            <w:tcW w:w="1843" w:type="dxa"/>
            <w:shd w:val="clear" w:color="auto" w:fill="1A7466" w:themeFill="text2"/>
          </w:tcPr>
          <w:p w14:paraId="1BF8D94C" w14:textId="77777777" w:rsidR="00FA3935" w:rsidRPr="0089575C" w:rsidRDefault="00FA3935" w:rsidP="00E83282">
            <w:pPr>
              <w:tabs>
                <w:tab w:val="left" w:pos="1980"/>
              </w:tabs>
              <w:spacing w:before="120" w:after="120" w:line="276" w:lineRule="auto"/>
              <w:rPr>
                <w:rFonts w:cs="Calibri"/>
                <w:b/>
                <w:color w:val="FFFFFF" w:themeColor="background1"/>
                <w:szCs w:val="18"/>
              </w:rPr>
            </w:pPr>
            <w:r w:rsidRPr="0089575C">
              <w:rPr>
                <w:rFonts w:cs="Calibri"/>
                <w:b/>
                <w:color w:val="FFFFFF" w:themeColor="background1"/>
                <w:szCs w:val="18"/>
              </w:rPr>
              <w:t xml:space="preserve">Załącznik nr </w:t>
            </w:r>
            <w:r>
              <w:rPr>
                <w:rFonts w:cs="Calibri"/>
                <w:b/>
                <w:color w:val="FFFFFF" w:themeColor="background1"/>
                <w:szCs w:val="18"/>
              </w:rPr>
              <w:t>5</w:t>
            </w:r>
          </w:p>
        </w:tc>
        <w:tc>
          <w:tcPr>
            <w:tcW w:w="6662" w:type="dxa"/>
            <w:shd w:val="clear" w:color="auto" w:fill="auto"/>
            <w:vAlign w:val="center"/>
          </w:tcPr>
          <w:p w14:paraId="34B5008B" w14:textId="56351200" w:rsidR="00FA3935" w:rsidRPr="0089575C" w:rsidRDefault="009A7377" w:rsidP="007969F6">
            <w:pPr>
              <w:tabs>
                <w:tab w:val="left" w:pos="1980"/>
              </w:tabs>
              <w:spacing w:before="120" w:after="120" w:line="276" w:lineRule="auto"/>
              <w:rPr>
                <w:szCs w:val="18"/>
              </w:rPr>
            </w:pPr>
            <w:r w:rsidRPr="0089575C">
              <w:rPr>
                <w:szCs w:val="18"/>
              </w:rPr>
              <w:t>Oświadczenie Wykonawcy o niepodleganiu wykluczeniu z Postępowania na podstawie przesłanek wskazanych w pkt 5.1.2 SWZ</w:t>
            </w:r>
          </w:p>
        </w:tc>
      </w:tr>
      <w:tr w:rsidR="00FF3796" w:rsidRPr="0089575C" w14:paraId="06903EFC" w14:textId="77777777" w:rsidTr="0011738F">
        <w:trPr>
          <w:trHeight w:val="113"/>
        </w:trPr>
        <w:tc>
          <w:tcPr>
            <w:tcW w:w="1843" w:type="dxa"/>
            <w:shd w:val="clear" w:color="auto" w:fill="1A7466" w:themeFill="text2"/>
          </w:tcPr>
          <w:p w14:paraId="60DF3C45" w14:textId="34848769" w:rsidR="00FF3796" w:rsidRPr="0089575C" w:rsidRDefault="00FF3796" w:rsidP="00E83282">
            <w:pPr>
              <w:tabs>
                <w:tab w:val="left" w:pos="1980"/>
              </w:tabs>
              <w:spacing w:before="120" w:after="120" w:line="276" w:lineRule="auto"/>
              <w:rPr>
                <w:rFonts w:cs="Calibri"/>
                <w:b/>
                <w:color w:val="FFFFFF" w:themeColor="background1"/>
                <w:szCs w:val="18"/>
              </w:rPr>
            </w:pPr>
            <w:r>
              <w:rPr>
                <w:rFonts w:cs="Calibri"/>
                <w:b/>
                <w:color w:val="FFFFFF" w:themeColor="background1"/>
                <w:szCs w:val="18"/>
              </w:rPr>
              <w:t>Załącznik nr 6</w:t>
            </w:r>
          </w:p>
        </w:tc>
        <w:tc>
          <w:tcPr>
            <w:tcW w:w="6662" w:type="dxa"/>
            <w:shd w:val="clear" w:color="auto" w:fill="auto"/>
            <w:vAlign w:val="center"/>
          </w:tcPr>
          <w:p w14:paraId="6F17FEA0" w14:textId="5A0DFC44" w:rsidR="00FF3796" w:rsidRPr="0089575C" w:rsidRDefault="00FF3796" w:rsidP="007969F6">
            <w:pPr>
              <w:tabs>
                <w:tab w:val="left" w:pos="1980"/>
              </w:tabs>
              <w:spacing w:before="120" w:after="120" w:line="276" w:lineRule="auto"/>
              <w:rPr>
                <w:szCs w:val="18"/>
              </w:rPr>
            </w:pPr>
            <w:r w:rsidRPr="00FF3796">
              <w:rPr>
                <w:szCs w:val="18"/>
              </w:rPr>
              <w:t>Ankieta dot. weryfikacji podmiotu, któremu ma zostać powierzone przetwarzanie danych osobowych</w:t>
            </w:r>
          </w:p>
        </w:tc>
      </w:tr>
    </w:tbl>
    <w:p w14:paraId="6115E269" w14:textId="77777777" w:rsidR="00FF3796" w:rsidRDefault="00FF3796" w:rsidP="00531C27">
      <w:pPr>
        <w:ind w:left="2124"/>
        <w:jc w:val="both"/>
        <w:rPr>
          <w:b/>
        </w:rPr>
      </w:pPr>
    </w:p>
    <w:p w14:paraId="33E05B07" w14:textId="77777777" w:rsidR="00FF3796" w:rsidRDefault="00FF3796" w:rsidP="00531C27">
      <w:pPr>
        <w:ind w:left="2124"/>
        <w:jc w:val="both"/>
        <w:rPr>
          <w:b/>
        </w:rPr>
      </w:pPr>
    </w:p>
    <w:p w14:paraId="42D08034" w14:textId="77777777" w:rsidR="00FF3796" w:rsidRDefault="00FF3796" w:rsidP="00531C27">
      <w:pPr>
        <w:ind w:left="2124"/>
        <w:jc w:val="both"/>
        <w:rPr>
          <w:b/>
        </w:rPr>
      </w:pPr>
    </w:p>
    <w:p w14:paraId="67C199C2" w14:textId="77777777" w:rsidR="00FF3796" w:rsidRDefault="00FF3796" w:rsidP="00531C27">
      <w:pPr>
        <w:ind w:left="2124"/>
        <w:jc w:val="both"/>
        <w:rPr>
          <w:b/>
        </w:rPr>
      </w:pPr>
    </w:p>
    <w:p w14:paraId="3F43473C" w14:textId="77777777" w:rsidR="00FF3796" w:rsidRDefault="00FF3796" w:rsidP="00531C27">
      <w:pPr>
        <w:ind w:left="2124"/>
        <w:jc w:val="both"/>
        <w:rPr>
          <w:b/>
        </w:rPr>
      </w:pPr>
    </w:p>
    <w:p w14:paraId="00085B38" w14:textId="77777777" w:rsidR="00FF3796" w:rsidRDefault="00FF3796" w:rsidP="00531C27">
      <w:pPr>
        <w:ind w:left="2124"/>
        <w:jc w:val="both"/>
        <w:rPr>
          <w:b/>
        </w:rPr>
      </w:pPr>
    </w:p>
    <w:p w14:paraId="298B1D23" w14:textId="77777777" w:rsidR="00FF3796" w:rsidRDefault="00FF3796" w:rsidP="00531C27">
      <w:pPr>
        <w:ind w:left="2124"/>
        <w:jc w:val="both"/>
        <w:rPr>
          <w:b/>
        </w:rPr>
      </w:pPr>
    </w:p>
    <w:p w14:paraId="13D6AE0F" w14:textId="77777777" w:rsidR="00FF3796" w:rsidRDefault="00FF3796" w:rsidP="00531C27">
      <w:pPr>
        <w:ind w:left="2124"/>
        <w:jc w:val="both"/>
        <w:rPr>
          <w:b/>
        </w:rPr>
      </w:pPr>
    </w:p>
    <w:p w14:paraId="0A24AE11" w14:textId="77777777" w:rsidR="00FF3796" w:rsidRDefault="00FF3796" w:rsidP="00531C27">
      <w:pPr>
        <w:ind w:left="2124"/>
        <w:jc w:val="both"/>
        <w:rPr>
          <w:b/>
        </w:rPr>
      </w:pPr>
    </w:p>
    <w:p w14:paraId="134EB6AF" w14:textId="77777777" w:rsidR="00FF3796" w:rsidRDefault="00FF3796" w:rsidP="00531C27">
      <w:pPr>
        <w:ind w:left="2124"/>
        <w:jc w:val="both"/>
        <w:rPr>
          <w:b/>
        </w:rPr>
      </w:pPr>
    </w:p>
    <w:p w14:paraId="4FB0F634" w14:textId="77777777" w:rsidR="00FF3796" w:rsidRDefault="00FF3796" w:rsidP="00531C27">
      <w:pPr>
        <w:ind w:left="2124"/>
        <w:jc w:val="both"/>
        <w:rPr>
          <w:b/>
        </w:rPr>
      </w:pPr>
    </w:p>
    <w:p w14:paraId="633738FD" w14:textId="77777777" w:rsidR="00EB676D" w:rsidRDefault="00EB676D" w:rsidP="00EB676D">
      <w:pPr>
        <w:ind w:left="2832"/>
        <w:jc w:val="both"/>
        <w:rPr>
          <w:b/>
        </w:rPr>
      </w:pPr>
      <w:r>
        <w:rPr>
          <w:b/>
        </w:rPr>
        <w:t xml:space="preserve">   </w:t>
      </w:r>
    </w:p>
    <w:p w14:paraId="7A954B85" w14:textId="77777777" w:rsidR="00EB676D" w:rsidRDefault="00EB676D" w:rsidP="00EB676D">
      <w:pPr>
        <w:ind w:left="2832"/>
        <w:jc w:val="both"/>
        <w:rPr>
          <w:b/>
        </w:rPr>
      </w:pPr>
    </w:p>
    <w:p w14:paraId="43F6F09A" w14:textId="7FFC6B37" w:rsidR="00EB676D" w:rsidRDefault="00EB676D" w:rsidP="00EB676D">
      <w:pPr>
        <w:ind w:left="2832"/>
        <w:jc w:val="both"/>
        <w:rPr>
          <w:b/>
        </w:rPr>
      </w:pPr>
      <w:r w:rsidRPr="0089575C">
        <w:rPr>
          <w:b/>
        </w:rPr>
        <w:t xml:space="preserve">ZAŁĄCZNIK NR </w:t>
      </w:r>
      <w:r>
        <w:rPr>
          <w:b/>
        </w:rPr>
        <w:t>1</w:t>
      </w:r>
      <w:r w:rsidRPr="0089575C">
        <w:rPr>
          <w:b/>
        </w:rPr>
        <w:t xml:space="preserve"> DO SW</w:t>
      </w:r>
      <w:r>
        <w:rPr>
          <w:b/>
        </w:rPr>
        <w:t xml:space="preserve">Z - OPIS PRZEDMIOTU ZAMÓWIENIA </w:t>
      </w:r>
    </w:p>
    <w:p w14:paraId="6E3CC2CA" w14:textId="77777777" w:rsidR="00EB676D" w:rsidRDefault="00EB676D" w:rsidP="00EB676D">
      <w:pPr>
        <w:jc w:val="both"/>
        <w:rPr>
          <w:b/>
        </w:rPr>
      </w:pPr>
    </w:p>
    <w:p w14:paraId="0B640220" w14:textId="77777777" w:rsidR="00EB676D" w:rsidRDefault="00EB676D" w:rsidP="00EB676D">
      <w:pPr>
        <w:ind w:left="2832"/>
        <w:jc w:val="both"/>
        <w:rPr>
          <w:b/>
        </w:rPr>
      </w:pPr>
    </w:p>
    <w:p w14:paraId="31E4CB49" w14:textId="77777777" w:rsidR="00EB676D" w:rsidRPr="00FE578A" w:rsidRDefault="00EB676D" w:rsidP="00EB676D">
      <w:pPr>
        <w:pStyle w:val="Akapitzlist"/>
        <w:numPr>
          <w:ilvl w:val="0"/>
          <w:numId w:val="39"/>
        </w:numPr>
        <w:spacing w:after="0" w:line="288" w:lineRule="auto"/>
        <w:ind w:hanging="578"/>
        <w:jc w:val="both"/>
      </w:pPr>
      <w:bookmarkStart w:id="62" w:name="_Hlk196476220"/>
      <w:r w:rsidRPr="00FE578A">
        <w:t xml:space="preserve">Przedmiotem zamówienia jest </w:t>
      </w:r>
      <w:r>
        <w:t xml:space="preserve">usługa </w:t>
      </w:r>
      <w:r w:rsidRPr="00FE578A">
        <w:t xml:space="preserve">aktualizacja oprogramowania firmy </w:t>
      </w:r>
      <w:proofErr w:type="spellStart"/>
      <w:r w:rsidRPr="00FE578A">
        <w:t>OpenText</w:t>
      </w:r>
      <w:proofErr w:type="spellEnd"/>
      <w:r w:rsidRPr="00FE578A">
        <w:t xml:space="preserve"> Analytics Database (</w:t>
      </w:r>
      <w:proofErr w:type="spellStart"/>
      <w:r w:rsidRPr="00FE578A">
        <w:t>Vertica</w:t>
      </w:r>
      <w:proofErr w:type="spellEnd"/>
      <w:r w:rsidRPr="00FE578A">
        <w:t xml:space="preserve">)  na dwóch środowiskach PGES (DEV oraz PRD) z obecnie posiadanej wersji „12.0.4-0” zainstalowanej na RHEL 7.9 do </w:t>
      </w:r>
      <w:r>
        <w:t>n</w:t>
      </w:r>
      <w:r w:rsidRPr="00FE578A">
        <w:t>ajnowszej dostępnej wersji oprogramowania na dzień podpisania umowy, która spełnia poniższe kryteria:</w:t>
      </w:r>
    </w:p>
    <w:p w14:paraId="31577415" w14:textId="77777777" w:rsidR="00EB676D" w:rsidRPr="00FE578A" w:rsidRDefault="00EB676D" w:rsidP="00EB676D">
      <w:pPr>
        <w:pStyle w:val="Akapitzlist"/>
        <w:numPr>
          <w:ilvl w:val="1"/>
          <w:numId w:val="39"/>
        </w:numPr>
        <w:spacing w:after="0" w:line="288" w:lineRule="auto"/>
        <w:ind w:left="1418" w:hanging="567"/>
        <w:jc w:val="both"/>
      </w:pPr>
      <w:r w:rsidRPr="00FE578A">
        <w:t xml:space="preserve">zawiera wsparcie producenta do 07.2027 roku  </w:t>
      </w:r>
    </w:p>
    <w:p w14:paraId="030D04D4" w14:textId="77777777" w:rsidR="00EB676D" w:rsidRPr="00FE578A" w:rsidRDefault="00EB676D" w:rsidP="00EB676D">
      <w:pPr>
        <w:pStyle w:val="Akapitzlist"/>
        <w:numPr>
          <w:ilvl w:val="1"/>
          <w:numId w:val="39"/>
        </w:numPr>
        <w:spacing w:after="0" w:line="288" w:lineRule="auto"/>
        <w:ind w:left="1418" w:hanging="567"/>
        <w:jc w:val="both"/>
      </w:pPr>
      <w:r w:rsidRPr="00FE578A">
        <w:t xml:space="preserve">wspiera OS RHEL w wersji 8.10 w tym czasie </w:t>
      </w:r>
    </w:p>
    <w:p w14:paraId="257ED929" w14:textId="77777777" w:rsidR="00EB676D" w:rsidRPr="00FE578A" w:rsidRDefault="00EB676D" w:rsidP="00EB676D">
      <w:pPr>
        <w:pStyle w:val="Akapitzlist"/>
        <w:numPr>
          <w:ilvl w:val="1"/>
          <w:numId w:val="39"/>
        </w:numPr>
        <w:spacing w:after="0" w:line="288" w:lineRule="auto"/>
        <w:ind w:left="1418" w:hanging="567"/>
        <w:jc w:val="both"/>
      </w:pPr>
      <w:r w:rsidRPr="00FE578A">
        <w:t>zapewnia co najmniej taką samą wydajność środowiska jak obecnie zainstalowana wersja w PGE.</w:t>
      </w:r>
    </w:p>
    <w:p w14:paraId="0E5DD0D1" w14:textId="77777777" w:rsidR="00EB676D" w:rsidRPr="00FE578A" w:rsidRDefault="00EB676D" w:rsidP="00EB676D">
      <w:pPr>
        <w:pStyle w:val="Akapitzlist"/>
        <w:numPr>
          <w:ilvl w:val="0"/>
          <w:numId w:val="39"/>
        </w:numPr>
        <w:spacing w:after="0" w:line="288" w:lineRule="auto"/>
        <w:ind w:hanging="578"/>
        <w:jc w:val="both"/>
      </w:pPr>
      <w:r w:rsidRPr="00FE578A">
        <w:t xml:space="preserve">W ramach umowy wykonawca zobowiązany jest do: </w:t>
      </w:r>
    </w:p>
    <w:p w14:paraId="4020A104" w14:textId="77777777" w:rsidR="00EB676D" w:rsidRPr="00FE578A" w:rsidRDefault="00EB676D" w:rsidP="00EB676D">
      <w:pPr>
        <w:numPr>
          <w:ilvl w:val="1"/>
          <w:numId w:val="39"/>
        </w:numPr>
        <w:spacing w:after="0" w:line="288" w:lineRule="auto"/>
        <w:ind w:left="1418" w:hanging="567"/>
        <w:jc w:val="both"/>
      </w:pPr>
      <w:r w:rsidRPr="00FE578A">
        <w:t xml:space="preserve">Instalacji nowej wersji </w:t>
      </w:r>
      <w:proofErr w:type="spellStart"/>
      <w:r w:rsidRPr="00FE578A">
        <w:t>OpenText</w:t>
      </w:r>
      <w:proofErr w:type="spellEnd"/>
      <w:r w:rsidRPr="00FE578A">
        <w:t xml:space="preserve"> Analytics Database (</w:t>
      </w:r>
      <w:proofErr w:type="spellStart"/>
      <w:r w:rsidRPr="00FE578A">
        <w:t>Vertica</w:t>
      </w:r>
      <w:proofErr w:type="spellEnd"/>
      <w:r w:rsidRPr="00FE578A">
        <w:t>) na RHEL 8.10.</w:t>
      </w:r>
    </w:p>
    <w:p w14:paraId="3ECDEE0B" w14:textId="77777777" w:rsidR="00EB676D" w:rsidRPr="00FE578A" w:rsidRDefault="00EB676D" w:rsidP="00EB676D">
      <w:pPr>
        <w:numPr>
          <w:ilvl w:val="1"/>
          <w:numId w:val="39"/>
        </w:numPr>
        <w:spacing w:after="0" w:line="288" w:lineRule="auto"/>
        <w:ind w:left="1418" w:hanging="567"/>
        <w:jc w:val="both"/>
      </w:pPr>
      <w:r w:rsidRPr="00FE578A">
        <w:t xml:space="preserve">Koordynacji i wykonania działań zapewniających poprawność wszystkich czynności niezbędnych do przeprowadzenia aktualizacji oprogramowania firmy </w:t>
      </w:r>
      <w:proofErr w:type="spellStart"/>
      <w:r w:rsidRPr="00FE578A">
        <w:t>OpenText</w:t>
      </w:r>
      <w:proofErr w:type="spellEnd"/>
      <w:r w:rsidRPr="00FE578A">
        <w:t xml:space="preserve"> Analytics Database (</w:t>
      </w:r>
      <w:proofErr w:type="spellStart"/>
      <w:r w:rsidRPr="00FE578A">
        <w:t>Vertica</w:t>
      </w:r>
      <w:proofErr w:type="spellEnd"/>
      <w:r w:rsidRPr="00FE578A">
        <w:t>).</w:t>
      </w:r>
    </w:p>
    <w:p w14:paraId="7D3202CB" w14:textId="77777777" w:rsidR="00EB676D" w:rsidRPr="00FE578A" w:rsidRDefault="00EB676D" w:rsidP="00EB676D">
      <w:pPr>
        <w:numPr>
          <w:ilvl w:val="1"/>
          <w:numId w:val="39"/>
        </w:numPr>
        <w:spacing w:after="0" w:line="288" w:lineRule="auto"/>
        <w:ind w:left="1418" w:hanging="567"/>
        <w:jc w:val="both"/>
      </w:pPr>
      <w:r w:rsidRPr="00FE578A">
        <w:t xml:space="preserve">Dostosowania działania nowej wersji oprogramowania </w:t>
      </w:r>
      <w:proofErr w:type="spellStart"/>
      <w:r w:rsidRPr="00FE578A">
        <w:t>OpenText</w:t>
      </w:r>
      <w:proofErr w:type="spellEnd"/>
      <w:r w:rsidRPr="00FE578A">
        <w:t xml:space="preserve"> Analytics Database (</w:t>
      </w:r>
      <w:proofErr w:type="spellStart"/>
      <w:r w:rsidRPr="00FE578A">
        <w:t>Vertica</w:t>
      </w:r>
      <w:proofErr w:type="spellEnd"/>
      <w:r w:rsidRPr="00FE578A">
        <w:t>) na docelowej wersji RHEL 8.10 OS z zaimplementowanymi  (wszystkimi bądź wypracowanymi wspólnie z GKPGE) rekomendacjami CIS (h</w:t>
      </w:r>
      <w:hyperlink r:id="rId22" w:history="1">
        <w:r w:rsidRPr="00FE578A">
          <w:rPr>
            <w:rStyle w:val="Hipercze"/>
          </w:rPr>
          <w:t>ttps://www.cisecurity.org/benchmark/red_hat_linux</w:t>
        </w:r>
      </w:hyperlink>
      <w:r w:rsidRPr="00FE578A">
        <w:t xml:space="preserve"> ) </w:t>
      </w:r>
    </w:p>
    <w:p w14:paraId="02A22E0B" w14:textId="77777777" w:rsidR="00EB676D" w:rsidRPr="00FE578A" w:rsidRDefault="00EB676D" w:rsidP="00EB676D">
      <w:pPr>
        <w:numPr>
          <w:ilvl w:val="1"/>
          <w:numId w:val="39"/>
        </w:numPr>
        <w:spacing w:after="0" w:line="288" w:lineRule="auto"/>
        <w:ind w:left="1418" w:hanging="567"/>
        <w:jc w:val="both"/>
      </w:pPr>
      <w:r w:rsidRPr="00FE578A">
        <w:t xml:space="preserve">Zapewnienie integracji i poprawnego działania z systemami bezpieczeństwa GKPGE oraz źródłami danych i innymi funkcjonalnościami wykorzystywanymi obecnie przez </w:t>
      </w:r>
      <w:proofErr w:type="spellStart"/>
      <w:r w:rsidRPr="00FE578A">
        <w:t>OpenText</w:t>
      </w:r>
      <w:proofErr w:type="spellEnd"/>
      <w:r w:rsidRPr="00FE578A">
        <w:t xml:space="preserve"> Analytics Database (</w:t>
      </w:r>
      <w:proofErr w:type="spellStart"/>
      <w:r w:rsidRPr="00FE578A">
        <w:t>Vertica</w:t>
      </w:r>
      <w:proofErr w:type="spellEnd"/>
      <w:r w:rsidRPr="00FE578A">
        <w:t>) w GKPGE.</w:t>
      </w:r>
    </w:p>
    <w:p w14:paraId="22CD1F0F" w14:textId="77777777" w:rsidR="00EB676D" w:rsidRPr="00FE578A" w:rsidRDefault="00EB676D" w:rsidP="00EB676D">
      <w:pPr>
        <w:numPr>
          <w:ilvl w:val="1"/>
          <w:numId w:val="39"/>
        </w:numPr>
        <w:spacing w:after="0" w:line="288" w:lineRule="auto"/>
        <w:ind w:left="1418" w:hanging="567"/>
        <w:jc w:val="both"/>
      </w:pPr>
      <w:r w:rsidRPr="00FE578A">
        <w:t xml:space="preserve">Zapewnienie poprawnego działania nowej wersji </w:t>
      </w:r>
      <w:proofErr w:type="spellStart"/>
      <w:r w:rsidRPr="00FE578A">
        <w:t>OpenText</w:t>
      </w:r>
      <w:proofErr w:type="spellEnd"/>
      <w:r w:rsidRPr="00FE578A">
        <w:t xml:space="preserve"> Analytics Database (</w:t>
      </w:r>
      <w:proofErr w:type="spellStart"/>
      <w:r w:rsidRPr="00FE578A">
        <w:t>Vertica</w:t>
      </w:r>
      <w:proofErr w:type="spellEnd"/>
      <w:r w:rsidRPr="00FE578A">
        <w:t>) z:</w:t>
      </w:r>
    </w:p>
    <w:p w14:paraId="322D4BBC" w14:textId="77777777" w:rsidR="00EB676D" w:rsidRPr="00FE578A" w:rsidRDefault="00EB676D" w:rsidP="00EB676D">
      <w:pPr>
        <w:numPr>
          <w:ilvl w:val="2"/>
          <w:numId w:val="39"/>
        </w:numPr>
        <w:spacing w:after="0" w:line="288" w:lineRule="auto"/>
        <w:ind w:left="1843" w:hanging="425"/>
        <w:jc w:val="both"/>
      </w:pPr>
      <w:r w:rsidRPr="00FE578A">
        <w:t xml:space="preserve">Apache </w:t>
      </w:r>
      <w:proofErr w:type="spellStart"/>
      <w:r w:rsidRPr="00FE578A">
        <w:t>NiFi</w:t>
      </w:r>
      <w:proofErr w:type="spellEnd"/>
    </w:p>
    <w:p w14:paraId="0EBF2824" w14:textId="77777777" w:rsidR="00EB676D" w:rsidRPr="00FE578A" w:rsidRDefault="00EB676D" w:rsidP="00EB676D">
      <w:pPr>
        <w:numPr>
          <w:ilvl w:val="2"/>
          <w:numId w:val="39"/>
        </w:numPr>
        <w:spacing w:after="0" w:line="288" w:lineRule="auto"/>
        <w:ind w:left="1843" w:hanging="425"/>
      </w:pPr>
      <w:r w:rsidRPr="00FE578A">
        <w:t xml:space="preserve">Apache </w:t>
      </w:r>
      <w:proofErr w:type="spellStart"/>
      <w:r w:rsidRPr="00FE578A">
        <w:t>Hive</w:t>
      </w:r>
      <w:proofErr w:type="spellEnd"/>
    </w:p>
    <w:p w14:paraId="5673B36F" w14:textId="77777777" w:rsidR="00EB676D" w:rsidRPr="00FE578A" w:rsidRDefault="00EB676D" w:rsidP="00EB676D">
      <w:pPr>
        <w:numPr>
          <w:ilvl w:val="2"/>
          <w:numId w:val="39"/>
        </w:numPr>
        <w:spacing w:after="0" w:line="288" w:lineRule="auto"/>
        <w:ind w:left="1843" w:hanging="425"/>
        <w:jc w:val="both"/>
      </w:pPr>
      <w:r w:rsidRPr="00FE578A">
        <w:t>MS SQL od wersji 2017 wzwyż</w:t>
      </w:r>
    </w:p>
    <w:p w14:paraId="2FB798AB" w14:textId="77777777" w:rsidR="00EB676D" w:rsidRPr="00FE578A" w:rsidRDefault="00EB676D" w:rsidP="00EB676D">
      <w:pPr>
        <w:numPr>
          <w:ilvl w:val="2"/>
          <w:numId w:val="39"/>
        </w:numPr>
        <w:spacing w:after="0" w:line="288" w:lineRule="auto"/>
        <w:ind w:left="1843" w:hanging="425"/>
        <w:jc w:val="both"/>
      </w:pPr>
      <w:r w:rsidRPr="00FE578A">
        <w:t xml:space="preserve">NFS4 w obszarze integracji z HPE </w:t>
      </w:r>
      <w:proofErr w:type="spellStart"/>
      <w:r w:rsidRPr="00FE578A">
        <w:t>Ezmeral</w:t>
      </w:r>
      <w:proofErr w:type="spellEnd"/>
    </w:p>
    <w:p w14:paraId="3168AED0" w14:textId="77777777" w:rsidR="00EB676D" w:rsidRPr="00FE578A" w:rsidRDefault="00EB676D" w:rsidP="00EB676D">
      <w:pPr>
        <w:numPr>
          <w:ilvl w:val="2"/>
          <w:numId w:val="39"/>
        </w:numPr>
        <w:spacing w:after="0" w:line="288" w:lineRule="auto"/>
        <w:ind w:left="2127" w:hanging="709"/>
        <w:jc w:val="both"/>
      </w:pPr>
      <w:r w:rsidRPr="00FE578A">
        <w:t>AD/LDAPS (połączenie szyfrowane LDAP) w obszarze autentykacji i przydzielania oraz zarządzania uprawnieniami</w:t>
      </w:r>
    </w:p>
    <w:p w14:paraId="18074179" w14:textId="77777777" w:rsidR="00EB676D" w:rsidRPr="00086977" w:rsidRDefault="00EB676D" w:rsidP="00EB676D">
      <w:pPr>
        <w:numPr>
          <w:ilvl w:val="1"/>
          <w:numId w:val="39"/>
        </w:numPr>
        <w:spacing w:after="0" w:line="288" w:lineRule="auto"/>
        <w:ind w:left="1418" w:hanging="567"/>
        <w:jc w:val="both"/>
      </w:pPr>
      <w:r w:rsidRPr="00086977">
        <w:t>Zapewnienie działania na docelowej wersji w środowisku wirtualnym DEV oraz fizyczny</w:t>
      </w:r>
      <w:r>
        <w:t>m</w:t>
      </w:r>
      <w:r w:rsidRPr="00086977">
        <w:t xml:space="preserve"> PRD.</w:t>
      </w:r>
    </w:p>
    <w:p w14:paraId="6967859D" w14:textId="77777777" w:rsidR="00EB676D" w:rsidRPr="00086977" w:rsidRDefault="00EB676D" w:rsidP="00EB676D">
      <w:pPr>
        <w:numPr>
          <w:ilvl w:val="1"/>
          <w:numId w:val="39"/>
        </w:numPr>
        <w:spacing w:after="0" w:line="288" w:lineRule="auto"/>
        <w:ind w:left="1418" w:hanging="567"/>
        <w:jc w:val="both"/>
      </w:pPr>
      <w:r w:rsidRPr="00086977">
        <w:t>Wykonawca przekaże dokument opisujący proces instalacji wraz z procedurą zatrzymania i uruchomienia zaktualizowanego systemu. </w:t>
      </w:r>
    </w:p>
    <w:bookmarkEnd w:id="62"/>
    <w:p w14:paraId="437DBCE4" w14:textId="77777777" w:rsidR="00EB676D" w:rsidRPr="00403CE0" w:rsidRDefault="00EB676D" w:rsidP="00EB676D">
      <w:pPr>
        <w:rPr>
          <w:rFonts w:ascii="Arial" w:eastAsia="Times New Roman" w:hAnsi="Arial" w:cs="Arial"/>
          <w:b/>
          <w:bCs/>
          <w:sz w:val="24"/>
          <w:szCs w:val="24"/>
        </w:rPr>
      </w:pPr>
    </w:p>
    <w:p w14:paraId="4D6DD5D1" w14:textId="77777777" w:rsidR="00EB676D" w:rsidRDefault="00EB676D" w:rsidP="00EB676D">
      <w:pPr>
        <w:ind w:left="1134"/>
        <w:rPr>
          <w:b/>
        </w:rPr>
      </w:pPr>
    </w:p>
    <w:p w14:paraId="555729E6" w14:textId="77777777" w:rsidR="00EB676D" w:rsidRDefault="00EB676D" w:rsidP="00EB676D">
      <w:pPr>
        <w:ind w:left="2832"/>
        <w:jc w:val="both"/>
        <w:rPr>
          <w:b/>
        </w:rPr>
      </w:pPr>
    </w:p>
    <w:p w14:paraId="76005017" w14:textId="77777777" w:rsidR="00EB676D" w:rsidRDefault="00EB676D" w:rsidP="00EB676D">
      <w:pPr>
        <w:ind w:left="2832"/>
        <w:jc w:val="both"/>
        <w:rPr>
          <w:b/>
        </w:rPr>
      </w:pPr>
    </w:p>
    <w:p w14:paraId="6F963974" w14:textId="77777777" w:rsidR="00EB676D" w:rsidRDefault="00EB676D" w:rsidP="00EB676D">
      <w:pPr>
        <w:ind w:left="2832"/>
        <w:jc w:val="both"/>
        <w:rPr>
          <w:b/>
        </w:rPr>
      </w:pPr>
    </w:p>
    <w:p w14:paraId="01D192A7" w14:textId="77777777" w:rsidR="00EB676D" w:rsidRDefault="00EB676D" w:rsidP="00EB676D">
      <w:pPr>
        <w:ind w:left="2832"/>
        <w:jc w:val="both"/>
        <w:rPr>
          <w:b/>
        </w:rPr>
      </w:pPr>
    </w:p>
    <w:p w14:paraId="22E431B5" w14:textId="77777777" w:rsidR="00EB676D" w:rsidRDefault="00EB676D" w:rsidP="00EB676D">
      <w:pPr>
        <w:ind w:left="2832"/>
        <w:jc w:val="both"/>
        <w:rPr>
          <w:b/>
        </w:rPr>
      </w:pPr>
    </w:p>
    <w:p w14:paraId="51FF7D86" w14:textId="77777777" w:rsidR="00EB676D" w:rsidRDefault="00EB676D" w:rsidP="00EB676D">
      <w:pPr>
        <w:ind w:left="2832"/>
        <w:jc w:val="both"/>
        <w:rPr>
          <w:b/>
        </w:rPr>
      </w:pPr>
    </w:p>
    <w:p w14:paraId="1C140916" w14:textId="77777777" w:rsidR="00EB676D" w:rsidRDefault="00EB676D" w:rsidP="00EB676D">
      <w:pPr>
        <w:ind w:left="2832"/>
        <w:jc w:val="both"/>
        <w:rPr>
          <w:b/>
        </w:rPr>
      </w:pPr>
    </w:p>
    <w:p w14:paraId="612AB318" w14:textId="77777777" w:rsidR="00EB676D" w:rsidRDefault="00EB676D" w:rsidP="00EB676D">
      <w:pPr>
        <w:ind w:left="2832"/>
        <w:jc w:val="both"/>
        <w:rPr>
          <w:b/>
        </w:rPr>
      </w:pPr>
    </w:p>
    <w:p w14:paraId="42612A55" w14:textId="77777777" w:rsidR="00EB676D" w:rsidRDefault="00EB676D" w:rsidP="00EB676D">
      <w:pPr>
        <w:ind w:left="2832"/>
        <w:jc w:val="both"/>
        <w:rPr>
          <w:b/>
        </w:rPr>
      </w:pPr>
    </w:p>
    <w:p w14:paraId="64E4B674" w14:textId="77777777" w:rsidR="00EB676D" w:rsidRDefault="00EB676D" w:rsidP="00EB676D">
      <w:pPr>
        <w:jc w:val="both"/>
        <w:rPr>
          <w:b/>
        </w:rPr>
      </w:pPr>
    </w:p>
    <w:p w14:paraId="50142A82" w14:textId="77777777" w:rsidR="00EB676D" w:rsidRDefault="00EB676D" w:rsidP="00EB676D">
      <w:pPr>
        <w:ind w:left="2832"/>
        <w:jc w:val="both"/>
        <w:rPr>
          <w:b/>
        </w:rPr>
      </w:pPr>
    </w:p>
    <w:p w14:paraId="5AE17D3E" w14:textId="77777777" w:rsidR="00EB676D" w:rsidRDefault="00EB676D" w:rsidP="00EB676D">
      <w:pPr>
        <w:ind w:left="2832"/>
        <w:jc w:val="both"/>
        <w:rPr>
          <w:b/>
        </w:rPr>
      </w:pPr>
    </w:p>
    <w:p w14:paraId="483EE6B3" w14:textId="30AF9485" w:rsidR="00DC2E4C" w:rsidRPr="0089575C" w:rsidRDefault="00EB676D" w:rsidP="00EB676D">
      <w:pPr>
        <w:ind w:left="2832"/>
        <w:jc w:val="both"/>
        <w:rPr>
          <w:b/>
        </w:rPr>
      </w:pPr>
      <w:r>
        <w:rPr>
          <w:b/>
        </w:rPr>
        <w:t xml:space="preserve"> </w:t>
      </w:r>
      <w:r w:rsidR="00DC2E4C" w:rsidRPr="0089575C">
        <w:rPr>
          <w:b/>
        </w:rPr>
        <w:t xml:space="preserve">ZAŁĄCZNIK NR </w:t>
      </w:r>
      <w:r w:rsidR="00406652">
        <w:rPr>
          <w:b/>
        </w:rPr>
        <w:t>2</w:t>
      </w:r>
      <w:r w:rsidR="00E83282" w:rsidRPr="0089575C">
        <w:rPr>
          <w:b/>
        </w:rPr>
        <w:t xml:space="preserve"> </w:t>
      </w:r>
      <w:r w:rsidR="00DC2E4C" w:rsidRPr="0089575C">
        <w:rPr>
          <w:b/>
        </w:rPr>
        <w:t>DO SWZ – FORMULARZ OFERTY WSTĘPNEJ</w:t>
      </w:r>
      <w:r w:rsidR="00664F7B" w:rsidRPr="0089575C">
        <w:rPr>
          <w:b/>
        </w:rPr>
        <w:t xml:space="preserve"> </w:t>
      </w:r>
    </w:p>
    <w:p w14:paraId="30254A74" w14:textId="77777777" w:rsidR="006856B7" w:rsidRPr="0089575C" w:rsidRDefault="006856B7" w:rsidP="007969F6">
      <w:pPr>
        <w:jc w:val="right"/>
      </w:pPr>
    </w:p>
    <w:p w14:paraId="21A60D6C" w14:textId="77777777" w:rsidR="00DC2E4C" w:rsidRPr="0089575C" w:rsidRDefault="00DC2E4C" w:rsidP="007969F6">
      <w:pPr>
        <w:jc w:val="right"/>
        <w:rPr>
          <w:b/>
        </w:rPr>
      </w:pPr>
      <w:r w:rsidRPr="0089575C">
        <w:rPr>
          <w:b/>
        </w:rPr>
        <w:t>Zamawiający:</w:t>
      </w:r>
    </w:p>
    <w:p w14:paraId="7A5DB46F" w14:textId="77777777" w:rsidR="00DC2E4C" w:rsidRPr="0089575C" w:rsidRDefault="008F25B3" w:rsidP="007969F6">
      <w:pPr>
        <w:jc w:val="right"/>
      </w:pPr>
      <w:r w:rsidRPr="0089575C">
        <w:t>PGE Systemy S.A.</w:t>
      </w:r>
    </w:p>
    <w:p w14:paraId="77DFFC1C" w14:textId="77777777" w:rsidR="008F25B3" w:rsidRPr="0089575C" w:rsidRDefault="008F25B3" w:rsidP="007969F6">
      <w:pPr>
        <w:jc w:val="right"/>
      </w:pPr>
      <w:r w:rsidRPr="0089575C">
        <w:t>Ul. Sienna 39</w:t>
      </w:r>
    </w:p>
    <w:p w14:paraId="66D7ACB0" w14:textId="77777777" w:rsidR="008F25B3" w:rsidRPr="0089575C" w:rsidRDefault="008F25B3" w:rsidP="007969F6">
      <w:pPr>
        <w:jc w:val="right"/>
      </w:pPr>
      <w:r w:rsidRPr="0089575C">
        <w:t>00-121 Warszawa</w:t>
      </w:r>
    </w:p>
    <w:p w14:paraId="7B08D924" w14:textId="77777777" w:rsidR="00B71AA7" w:rsidRPr="0089575C" w:rsidRDefault="00B71AA7" w:rsidP="007969F6">
      <w:pPr>
        <w:jc w:val="center"/>
        <w:rPr>
          <w:rFonts w:asciiTheme="majorHAnsi" w:hAnsiTheme="majorHAnsi"/>
          <w:color w:val="1A7466" w:themeColor="text2"/>
          <w:sz w:val="32"/>
          <w:szCs w:val="32"/>
        </w:rPr>
      </w:pPr>
    </w:p>
    <w:p w14:paraId="1D7F27ED" w14:textId="77777777" w:rsidR="00DC2E4C" w:rsidRPr="0089575C" w:rsidRDefault="00DC2E4C" w:rsidP="007969F6">
      <w:pPr>
        <w:jc w:val="center"/>
        <w:rPr>
          <w:rFonts w:asciiTheme="majorHAnsi" w:hAnsiTheme="majorHAnsi"/>
          <w:color w:val="1A7466" w:themeColor="text2"/>
          <w:sz w:val="32"/>
          <w:szCs w:val="32"/>
        </w:rPr>
      </w:pPr>
      <w:r w:rsidRPr="0089575C">
        <w:rPr>
          <w:rFonts w:asciiTheme="majorHAnsi" w:hAnsiTheme="majorHAnsi"/>
          <w:color w:val="1A7466" w:themeColor="text2"/>
          <w:sz w:val="32"/>
          <w:szCs w:val="32"/>
        </w:rPr>
        <w:t>OFERTA WSTĘPNA</w:t>
      </w:r>
    </w:p>
    <w:p w14:paraId="322B6DAA" w14:textId="2026420E" w:rsidR="00DC2E4C" w:rsidRPr="0089575C" w:rsidRDefault="00DC2E4C" w:rsidP="007969F6">
      <w:pPr>
        <w:jc w:val="center"/>
      </w:pPr>
      <w:r w:rsidRPr="0089575C">
        <w:t xml:space="preserve">w Postępowaniu na </w:t>
      </w:r>
      <w:r w:rsidR="00664F7B" w:rsidRPr="0089575C">
        <w:t>„</w:t>
      </w:r>
      <w:r w:rsidR="00406652" w:rsidRPr="00406652">
        <w:t xml:space="preserve">Zakup usługi aktualizacji oprogramowania </w:t>
      </w:r>
      <w:proofErr w:type="spellStart"/>
      <w:r w:rsidR="00406652" w:rsidRPr="00406652">
        <w:t>Vertica</w:t>
      </w:r>
      <w:proofErr w:type="spellEnd"/>
      <w:r w:rsidR="00664F7B" w:rsidRPr="0089575C">
        <w:t>”</w:t>
      </w:r>
    </w:p>
    <w:p w14:paraId="471ADFEF" w14:textId="77777777" w:rsidR="00664F7B" w:rsidRPr="0089575C" w:rsidRDefault="00DC2E4C" w:rsidP="00664F7B">
      <w:pPr>
        <w:jc w:val="center"/>
      </w:pPr>
      <w:r w:rsidRPr="0089575C">
        <w:t xml:space="preserve">Nr Postępowania nadany sprawie przez Zamawiającego: </w:t>
      </w:r>
    </w:p>
    <w:p w14:paraId="6D0DB11C" w14:textId="5703F80B" w:rsidR="00DC2E4C" w:rsidRPr="0089575C" w:rsidRDefault="00664F7B" w:rsidP="00664F7B">
      <w:pPr>
        <w:jc w:val="center"/>
      </w:pPr>
      <w:r w:rsidRPr="0089575C">
        <w:t>POST/PGE/SYS/DZ/00</w:t>
      </w:r>
      <w:r w:rsidR="00406652">
        <w:t>204</w:t>
      </w:r>
      <w:r w:rsidRPr="0089575C">
        <w:t>/2025</w:t>
      </w:r>
    </w:p>
    <w:p w14:paraId="41505E7B" w14:textId="77777777" w:rsidR="00DC2E4C" w:rsidRPr="0089575C" w:rsidRDefault="00DC2E4C" w:rsidP="007969F6"/>
    <w:p w14:paraId="43457052" w14:textId="77777777" w:rsidR="00DC2E4C" w:rsidRPr="0089575C" w:rsidRDefault="00DC2E4C" w:rsidP="007969F6">
      <w:pPr>
        <w:pStyle w:val="Akapitzlist"/>
        <w:numPr>
          <w:ilvl w:val="0"/>
          <w:numId w:val="5"/>
        </w:numPr>
        <w:rPr>
          <w:b/>
        </w:rPr>
      </w:pPr>
      <w:r w:rsidRPr="0089575C">
        <w:rPr>
          <w:b/>
        </w:rPr>
        <w:t>OFERTĘ WSTĘPNĄ SKŁADA:</w:t>
      </w:r>
    </w:p>
    <w:p w14:paraId="59F2D93F" w14:textId="77777777" w:rsidR="00B71AA7" w:rsidRPr="0089575C" w:rsidRDefault="00B71AA7" w:rsidP="007969F6">
      <w:pPr>
        <w:pStyle w:val="Akapitzlist"/>
      </w:pP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B71AA7" w:rsidRPr="0089575C" w14:paraId="3E4FA4F4" w14:textId="77777777" w:rsidTr="00B71AA7">
        <w:trPr>
          <w:trHeight w:val="454"/>
        </w:trPr>
        <w:tc>
          <w:tcPr>
            <w:tcW w:w="3119" w:type="dxa"/>
            <w:shd w:val="clear" w:color="auto" w:fill="1A7466" w:themeFill="text2"/>
            <w:vAlign w:val="center"/>
          </w:tcPr>
          <w:p w14:paraId="54852F76" w14:textId="77777777" w:rsidR="00B71AA7" w:rsidRPr="0089575C" w:rsidRDefault="00B71AA7" w:rsidP="007969F6">
            <w:pPr>
              <w:spacing w:before="120" w:after="120" w:line="276" w:lineRule="auto"/>
              <w:rPr>
                <w:rFonts w:eastAsia="Times New Roman" w:cs="Calibri"/>
                <w:b/>
                <w:szCs w:val="18"/>
              </w:rPr>
            </w:pPr>
            <w:r w:rsidRPr="0089575C">
              <w:rPr>
                <w:rFonts w:eastAsia="Times New Roman" w:cs="Calibri"/>
                <w:b/>
                <w:szCs w:val="18"/>
              </w:rPr>
              <w:t xml:space="preserve">Wykonawca </w:t>
            </w:r>
            <w:r w:rsidRPr="0089575C">
              <w:rPr>
                <w:rFonts w:eastAsia="Times New Roman" w:cs="Calibri"/>
                <w:b/>
                <w:szCs w:val="18"/>
              </w:rPr>
              <w:br/>
              <w:t>(Nazwa, adres, NIP)</w:t>
            </w:r>
          </w:p>
        </w:tc>
        <w:tc>
          <w:tcPr>
            <w:tcW w:w="5528" w:type="dxa"/>
          </w:tcPr>
          <w:p w14:paraId="147A9916" w14:textId="77777777" w:rsidR="00B71AA7" w:rsidRPr="0089575C" w:rsidRDefault="00B71AA7" w:rsidP="007969F6">
            <w:pPr>
              <w:spacing w:before="120" w:after="120" w:line="276" w:lineRule="auto"/>
              <w:ind w:left="1571" w:right="-275" w:hanging="851"/>
              <w:jc w:val="both"/>
              <w:rPr>
                <w:rFonts w:eastAsia="Times New Roman" w:cs="Calibri"/>
                <w:color w:val="000000"/>
                <w:szCs w:val="18"/>
              </w:rPr>
            </w:pPr>
          </w:p>
        </w:tc>
      </w:tr>
      <w:tr w:rsidR="00B71AA7" w:rsidRPr="0089575C" w14:paraId="0E35CE8E" w14:textId="77777777" w:rsidTr="00B71AA7">
        <w:trPr>
          <w:trHeight w:val="454"/>
        </w:trPr>
        <w:tc>
          <w:tcPr>
            <w:tcW w:w="3119" w:type="dxa"/>
            <w:shd w:val="clear" w:color="auto" w:fill="1A7466" w:themeFill="text2"/>
            <w:vAlign w:val="center"/>
          </w:tcPr>
          <w:p w14:paraId="1077F4D1" w14:textId="77777777" w:rsidR="00B71AA7" w:rsidRPr="0089575C" w:rsidRDefault="00B71AA7" w:rsidP="007969F6">
            <w:pPr>
              <w:spacing w:before="120" w:after="120" w:line="276" w:lineRule="auto"/>
              <w:rPr>
                <w:rFonts w:eastAsia="Times New Roman" w:cs="Calibri"/>
                <w:b/>
                <w:szCs w:val="18"/>
              </w:rPr>
            </w:pPr>
            <w:r w:rsidRPr="0089575C">
              <w:rPr>
                <w:rFonts w:eastAsia="Times New Roman" w:cs="Calibri"/>
                <w:b/>
                <w:szCs w:val="18"/>
              </w:rPr>
              <w:t>Wykonawca</w:t>
            </w:r>
            <w:r w:rsidRPr="0089575C">
              <w:rPr>
                <w:rFonts w:eastAsia="Times New Roman" w:cs="Calibri"/>
                <w:b/>
                <w:szCs w:val="18"/>
                <w:vertAlign w:val="superscript"/>
              </w:rPr>
              <w:footnoteReference w:id="1"/>
            </w:r>
            <w:r w:rsidRPr="0089575C">
              <w:rPr>
                <w:rFonts w:eastAsia="Times New Roman" w:cs="Calibri"/>
                <w:b/>
                <w:szCs w:val="18"/>
              </w:rPr>
              <w:t xml:space="preserve"> </w:t>
            </w:r>
            <w:r w:rsidRPr="0089575C">
              <w:rPr>
                <w:rFonts w:eastAsia="Times New Roman" w:cs="Calibri"/>
                <w:b/>
                <w:szCs w:val="18"/>
              </w:rPr>
              <w:br/>
              <w:t>( Nazwa, adres, NIP)</w:t>
            </w:r>
          </w:p>
        </w:tc>
        <w:tc>
          <w:tcPr>
            <w:tcW w:w="5528" w:type="dxa"/>
          </w:tcPr>
          <w:p w14:paraId="64F7B709" w14:textId="77777777" w:rsidR="00B71AA7" w:rsidRPr="0089575C" w:rsidRDefault="00B71AA7" w:rsidP="007969F6">
            <w:pPr>
              <w:spacing w:before="120" w:after="120" w:line="276" w:lineRule="auto"/>
              <w:ind w:left="1571" w:right="-275" w:hanging="851"/>
              <w:jc w:val="both"/>
              <w:rPr>
                <w:rFonts w:eastAsia="Times New Roman" w:cs="Calibri"/>
                <w:color w:val="000000"/>
                <w:szCs w:val="18"/>
              </w:rPr>
            </w:pPr>
          </w:p>
        </w:tc>
      </w:tr>
      <w:tr w:rsidR="00B71AA7" w:rsidRPr="0089575C" w14:paraId="726729F1" w14:textId="77777777" w:rsidTr="00B71AA7">
        <w:trPr>
          <w:trHeight w:val="960"/>
        </w:trPr>
        <w:tc>
          <w:tcPr>
            <w:tcW w:w="3119" w:type="dxa"/>
            <w:shd w:val="clear" w:color="auto" w:fill="1A7466" w:themeFill="text2"/>
            <w:vAlign w:val="center"/>
          </w:tcPr>
          <w:p w14:paraId="4141E1D9" w14:textId="77777777" w:rsidR="00B71AA7" w:rsidRPr="0089575C" w:rsidRDefault="00B71AA7" w:rsidP="007969F6">
            <w:pPr>
              <w:spacing w:before="120" w:after="120" w:line="276" w:lineRule="auto"/>
              <w:rPr>
                <w:rFonts w:eastAsia="Times New Roman" w:cs="Calibri"/>
                <w:b/>
                <w:szCs w:val="18"/>
              </w:rPr>
            </w:pPr>
            <w:r w:rsidRPr="0089575C">
              <w:rPr>
                <w:rFonts w:eastAsia="Times New Roman" w:cs="Calibri"/>
                <w:b/>
                <w:szCs w:val="18"/>
              </w:rPr>
              <w:t>Osoba uprawniona do reprezentacji Wykonawcy/Wykonawców</w:t>
            </w:r>
          </w:p>
        </w:tc>
        <w:tc>
          <w:tcPr>
            <w:tcW w:w="5528" w:type="dxa"/>
          </w:tcPr>
          <w:p w14:paraId="17820785" w14:textId="77777777" w:rsidR="00B71AA7" w:rsidRPr="0089575C" w:rsidRDefault="00B71AA7" w:rsidP="007969F6">
            <w:pPr>
              <w:spacing w:before="120" w:after="120" w:line="276" w:lineRule="auto"/>
              <w:ind w:left="1571" w:right="-275" w:hanging="851"/>
              <w:jc w:val="both"/>
              <w:rPr>
                <w:rFonts w:eastAsia="Times New Roman" w:cs="Calibri"/>
                <w:color w:val="000000"/>
                <w:szCs w:val="18"/>
              </w:rPr>
            </w:pPr>
          </w:p>
        </w:tc>
      </w:tr>
    </w:tbl>
    <w:p w14:paraId="7AC0FE54" w14:textId="77777777" w:rsidR="00DC2E4C" w:rsidRPr="0089575C" w:rsidRDefault="00DC2E4C" w:rsidP="007969F6"/>
    <w:p w14:paraId="58E9DF6A" w14:textId="77777777" w:rsidR="00DC2E4C" w:rsidRPr="0089575C" w:rsidRDefault="00DC2E4C" w:rsidP="007969F6">
      <w:pPr>
        <w:ind w:firstLine="708"/>
        <w:rPr>
          <w:b/>
        </w:rPr>
      </w:pPr>
      <w:r w:rsidRPr="0089575C">
        <w:rPr>
          <w:b/>
        </w:rPr>
        <w:t>OSOBA UPRAWNIONA DO KONTAKTÓW Z ZAMAWIAJĄCYM:</w:t>
      </w:r>
    </w:p>
    <w:p w14:paraId="1F2CCBF0" w14:textId="77777777" w:rsidR="00DC2E4C" w:rsidRPr="0089575C" w:rsidRDefault="00DC2E4C" w:rsidP="007969F6">
      <w:pPr>
        <w:rPr>
          <w:b/>
        </w:rPr>
      </w:pPr>
    </w:p>
    <w:tbl>
      <w:tblPr>
        <w:tblW w:w="8667"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119"/>
        <w:gridCol w:w="5548"/>
      </w:tblGrid>
      <w:tr w:rsidR="00B71AA7" w:rsidRPr="0089575C" w14:paraId="73FA2266"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14987548" w14:textId="77777777" w:rsidR="00B71AA7" w:rsidRPr="0089575C" w:rsidRDefault="00B71AA7" w:rsidP="007969F6">
            <w:pPr>
              <w:suppressAutoHyphens/>
              <w:spacing w:after="0"/>
              <w:ind w:left="567" w:hanging="567"/>
              <w:rPr>
                <w:rFonts w:eastAsia="Times New Roman" w:cs="Calibri"/>
                <w:b/>
                <w:szCs w:val="18"/>
                <w:lang w:eastAsia="zh-CN"/>
              </w:rPr>
            </w:pPr>
            <w:r w:rsidRPr="0089575C">
              <w:rPr>
                <w:rFonts w:eastAsia="Times New Roman" w:cs="Calibri"/>
                <w:b/>
                <w:szCs w:val="18"/>
                <w:lang w:eastAsia="zh-CN"/>
              </w:rPr>
              <w:t>Imię i nazwisko:</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37D7FC63" w14:textId="77777777" w:rsidR="00B71AA7" w:rsidRPr="0089575C" w:rsidRDefault="00B71AA7" w:rsidP="007969F6">
            <w:pPr>
              <w:suppressAutoHyphens/>
              <w:snapToGrid w:val="0"/>
              <w:spacing w:after="0"/>
              <w:ind w:left="567" w:hanging="567"/>
              <w:rPr>
                <w:rFonts w:eastAsia="Times New Roman" w:cs="Calibri"/>
                <w:szCs w:val="18"/>
                <w:lang w:eastAsia="zh-CN"/>
              </w:rPr>
            </w:pPr>
          </w:p>
        </w:tc>
      </w:tr>
      <w:tr w:rsidR="00B71AA7" w:rsidRPr="0089575C" w14:paraId="2D8801C2"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5E06AB59" w14:textId="77777777" w:rsidR="00B71AA7" w:rsidRPr="0089575C" w:rsidRDefault="00B71AA7" w:rsidP="007969F6">
            <w:pPr>
              <w:tabs>
                <w:tab w:val="center" w:pos="4536"/>
                <w:tab w:val="right" w:pos="9072"/>
              </w:tabs>
              <w:suppressAutoHyphens/>
              <w:spacing w:after="0"/>
              <w:ind w:left="567" w:hanging="567"/>
              <w:rPr>
                <w:rFonts w:eastAsia="Times New Roman" w:cs="Calibri"/>
                <w:b/>
                <w:szCs w:val="18"/>
              </w:rPr>
            </w:pPr>
            <w:r w:rsidRPr="0089575C">
              <w:rPr>
                <w:rFonts w:eastAsia="Times New Roman" w:cs="Calibri"/>
                <w:b/>
                <w:szCs w:val="18"/>
              </w:rPr>
              <w:t>Firma:</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0E85EC2" w14:textId="77777777" w:rsidR="00B71AA7" w:rsidRPr="0089575C" w:rsidRDefault="00B71AA7" w:rsidP="007969F6">
            <w:pPr>
              <w:suppressAutoHyphens/>
              <w:snapToGrid w:val="0"/>
              <w:spacing w:after="0"/>
              <w:ind w:left="567" w:hanging="567"/>
              <w:rPr>
                <w:rFonts w:eastAsia="Times New Roman" w:cs="Calibri"/>
                <w:szCs w:val="18"/>
              </w:rPr>
            </w:pPr>
          </w:p>
        </w:tc>
      </w:tr>
      <w:tr w:rsidR="00B71AA7" w:rsidRPr="0089575C" w14:paraId="1406A260"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55B83BAD" w14:textId="77777777" w:rsidR="00B71AA7" w:rsidRPr="0089575C" w:rsidRDefault="00B71AA7" w:rsidP="007969F6">
            <w:pPr>
              <w:tabs>
                <w:tab w:val="center" w:pos="4536"/>
                <w:tab w:val="right" w:pos="9072"/>
              </w:tabs>
              <w:suppressAutoHyphens/>
              <w:spacing w:after="0"/>
              <w:ind w:left="567" w:hanging="567"/>
              <w:rPr>
                <w:rFonts w:eastAsia="Times New Roman" w:cs="Calibri"/>
                <w:b/>
                <w:szCs w:val="18"/>
              </w:rPr>
            </w:pPr>
            <w:r w:rsidRPr="0089575C">
              <w:rPr>
                <w:rFonts w:eastAsia="Times New Roman" w:cs="Calibri"/>
                <w:b/>
                <w:szCs w:val="18"/>
              </w:rPr>
              <w:t>Telefon:</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17D651A3" w14:textId="77777777" w:rsidR="00B71AA7" w:rsidRPr="0089575C" w:rsidRDefault="00B71AA7" w:rsidP="007969F6">
            <w:pPr>
              <w:suppressAutoHyphens/>
              <w:snapToGrid w:val="0"/>
              <w:spacing w:after="0"/>
              <w:ind w:left="567" w:hanging="567"/>
              <w:rPr>
                <w:rFonts w:eastAsia="Times New Roman" w:cs="Calibri"/>
                <w:szCs w:val="18"/>
              </w:rPr>
            </w:pPr>
          </w:p>
        </w:tc>
      </w:tr>
      <w:tr w:rsidR="00B71AA7" w:rsidRPr="0089575C" w14:paraId="7C29C004"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5D8FED47" w14:textId="77777777" w:rsidR="00B71AA7" w:rsidRPr="0089575C" w:rsidRDefault="00B71AA7" w:rsidP="007969F6">
            <w:pPr>
              <w:suppressAutoHyphens/>
              <w:spacing w:after="0"/>
              <w:ind w:left="567" w:hanging="567"/>
              <w:rPr>
                <w:rFonts w:eastAsia="Times New Roman" w:cs="Calibri"/>
                <w:b/>
                <w:szCs w:val="18"/>
                <w:lang w:eastAsia="zh-CN"/>
              </w:rPr>
            </w:pPr>
            <w:r w:rsidRPr="0089575C">
              <w:rPr>
                <w:rFonts w:eastAsia="Times New Roman" w:cs="Calibri"/>
                <w:b/>
                <w:szCs w:val="18"/>
                <w:lang w:eastAsia="zh-CN"/>
              </w:rPr>
              <w:t>E-mail:</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758EA3AB" w14:textId="77777777" w:rsidR="00B71AA7" w:rsidRPr="0089575C" w:rsidRDefault="00B71AA7" w:rsidP="007969F6">
            <w:pPr>
              <w:suppressAutoHyphens/>
              <w:snapToGrid w:val="0"/>
              <w:spacing w:after="0"/>
              <w:ind w:left="567" w:hanging="567"/>
              <w:rPr>
                <w:rFonts w:eastAsia="Times New Roman" w:cs="Calibri"/>
                <w:szCs w:val="18"/>
                <w:lang w:eastAsia="zh-CN"/>
              </w:rPr>
            </w:pPr>
          </w:p>
        </w:tc>
      </w:tr>
    </w:tbl>
    <w:p w14:paraId="68B8650B" w14:textId="77777777" w:rsidR="00DC2E4C" w:rsidRPr="0089575C" w:rsidRDefault="00DC2E4C" w:rsidP="007969F6"/>
    <w:p w14:paraId="05094020" w14:textId="77777777" w:rsidR="00DC2E4C" w:rsidRPr="0089575C" w:rsidRDefault="00DC2E4C" w:rsidP="007969F6">
      <w:pPr>
        <w:pStyle w:val="Akapitzlist"/>
        <w:numPr>
          <w:ilvl w:val="0"/>
          <w:numId w:val="5"/>
        </w:numPr>
        <w:spacing w:after="240"/>
        <w:rPr>
          <w:b/>
        </w:rPr>
      </w:pPr>
      <w:r w:rsidRPr="0089575C">
        <w:rPr>
          <w:b/>
        </w:rPr>
        <w:t xml:space="preserve">CENA OFERTY WSTĘPNEJ: </w:t>
      </w:r>
    </w:p>
    <w:p w14:paraId="4EEDB908" w14:textId="2949EA46" w:rsidR="00DC2E4C" w:rsidRDefault="00DC2E4C" w:rsidP="005E68F4">
      <w:pPr>
        <w:spacing w:beforeLines="40" w:before="96" w:after="240"/>
        <w:jc w:val="both"/>
        <w:outlineLvl w:val="1"/>
      </w:pPr>
      <w:r w:rsidRPr="0089575C">
        <w:t>Oferujemy, wykonanie przedmiotu Zamówienia zgodnie z wymaganiami zawartymi w SWZ</w:t>
      </w:r>
      <w:r w:rsidR="005E68F4">
        <w:t xml:space="preserve"> </w:t>
      </w:r>
      <w:proofErr w:type="spellStart"/>
      <w:r w:rsidR="005E68F4">
        <w:t>Wstęnej</w:t>
      </w:r>
      <w:proofErr w:type="spellEnd"/>
      <w:r w:rsidR="005E68F4">
        <w:t xml:space="preserve"> </w:t>
      </w:r>
      <w:r w:rsidRPr="0089575C">
        <w:t xml:space="preserve"> za cenę:</w:t>
      </w:r>
    </w:p>
    <w:p w14:paraId="10E04499" w14:textId="52E203ED" w:rsidR="002A76A8" w:rsidRDefault="00E50556" w:rsidP="007969F6">
      <w:pPr>
        <w:spacing w:beforeLines="40" w:before="96" w:after="240"/>
        <w:ind w:left="1296" w:hangingChars="720" w:hanging="1296"/>
        <w:jc w:val="both"/>
        <w:outlineLvl w:val="1"/>
      </w:pPr>
      <w:r>
        <w:t xml:space="preserve">Cena netto ……………………….., </w:t>
      </w:r>
    </w:p>
    <w:p w14:paraId="06B44926" w14:textId="43BD8F89" w:rsidR="00E50556" w:rsidRPr="0089575C" w:rsidRDefault="002A76A8" w:rsidP="007969F6">
      <w:pPr>
        <w:spacing w:beforeLines="40" w:before="96" w:after="240"/>
        <w:ind w:left="1296" w:hangingChars="720" w:hanging="1296"/>
        <w:jc w:val="both"/>
        <w:outlineLvl w:val="1"/>
      </w:pPr>
      <w:r>
        <w:t>C</w:t>
      </w:r>
      <w:r w:rsidR="00E50556">
        <w:t>ena brutto ……………………………………</w:t>
      </w:r>
    </w:p>
    <w:p w14:paraId="4D66E6AF" w14:textId="77777777" w:rsidR="00DC2E4C" w:rsidRPr="0089575C" w:rsidRDefault="00DC2E4C" w:rsidP="00354EA4">
      <w:pPr>
        <w:pStyle w:val="Akapitzlist"/>
        <w:numPr>
          <w:ilvl w:val="0"/>
          <w:numId w:val="5"/>
        </w:numPr>
        <w:spacing w:beforeLines="40" w:before="96" w:after="240"/>
        <w:contextualSpacing w:val="0"/>
        <w:jc w:val="both"/>
        <w:rPr>
          <w:b/>
        </w:rPr>
      </w:pPr>
      <w:r w:rsidRPr="0089575C">
        <w:rPr>
          <w:b/>
        </w:rPr>
        <w:t>OŚWIADCZENIA I INFORMACJE:</w:t>
      </w:r>
    </w:p>
    <w:p w14:paraId="7FACA408" w14:textId="77777777" w:rsidR="00DC2E4C" w:rsidRPr="0089575C" w:rsidRDefault="00DC2E4C" w:rsidP="00E331E9">
      <w:pPr>
        <w:pStyle w:val="Styl1"/>
      </w:pPr>
      <w:r w:rsidRPr="0089575C">
        <w:t>My, niżej podpisani, niniejszym oświadczamy , co następuje:</w:t>
      </w:r>
    </w:p>
    <w:p w14:paraId="1D1DCCA8" w14:textId="561E2B42" w:rsidR="00B71AA7" w:rsidRPr="0089575C" w:rsidRDefault="00DC2E4C" w:rsidP="00354EA4">
      <w:pPr>
        <w:pStyle w:val="Akapitzlist"/>
        <w:numPr>
          <w:ilvl w:val="0"/>
          <w:numId w:val="12"/>
        </w:numPr>
        <w:spacing w:beforeLines="40" w:before="96" w:after="240"/>
        <w:contextualSpacing w:val="0"/>
        <w:jc w:val="both"/>
        <w:outlineLvl w:val="1"/>
      </w:pPr>
      <w:r w:rsidRPr="0089575C">
        <w:lastRenderedPageBreak/>
        <w:t>posiadamy niezbędną wiedzę i doświadczenie oraz dysponu</w:t>
      </w:r>
      <w:r w:rsidR="00307E83" w:rsidRPr="0089575C">
        <w:t xml:space="preserve">jemy potencjałem technicznym </w:t>
      </w:r>
      <w:r w:rsidR="007F0328">
        <w:t xml:space="preserve">                        </w:t>
      </w:r>
      <w:r w:rsidR="00307E83" w:rsidRPr="0089575C">
        <w:t xml:space="preserve">i </w:t>
      </w:r>
      <w:r w:rsidRPr="0089575C">
        <w:t>osobami zdolnymi do wykonania Zakupu,</w:t>
      </w:r>
    </w:p>
    <w:p w14:paraId="1B41055A" w14:textId="77777777" w:rsidR="00B71AA7" w:rsidRPr="0089575C" w:rsidRDefault="00DC2E4C" w:rsidP="00354EA4">
      <w:pPr>
        <w:pStyle w:val="Akapitzlist"/>
        <w:numPr>
          <w:ilvl w:val="0"/>
          <w:numId w:val="12"/>
        </w:numPr>
        <w:spacing w:before="40" w:after="240"/>
        <w:contextualSpacing w:val="0"/>
        <w:jc w:val="both"/>
        <w:outlineLvl w:val="1"/>
      </w:pPr>
      <w:r w:rsidRPr="0089575C">
        <w:t>posiadamy uprawnienia do wykonywania określonych czynności, jeżeli ustawy nakładają obowiązek posiadania takich uprawnień,</w:t>
      </w:r>
    </w:p>
    <w:p w14:paraId="287709A4" w14:textId="77777777" w:rsidR="00B71AA7" w:rsidRPr="0089575C" w:rsidRDefault="00DC2E4C" w:rsidP="00354EA4">
      <w:pPr>
        <w:pStyle w:val="Akapitzlist"/>
        <w:numPr>
          <w:ilvl w:val="0"/>
          <w:numId w:val="12"/>
        </w:numPr>
        <w:spacing w:before="40" w:after="240"/>
        <w:contextualSpacing w:val="0"/>
        <w:jc w:val="both"/>
        <w:outlineLvl w:val="1"/>
      </w:pPr>
      <w:r w:rsidRPr="0089575C">
        <w:t xml:space="preserve">znajdujemy się w sytuacji ekonomicznej i/lub finansowej zapewniającej wykonanie Zakupu, </w:t>
      </w:r>
    </w:p>
    <w:p w14:paraId="79B9980A" w14:textId="77777777" w:rsidR="00DC2E4C" w:rsidRDefault="00DC2E4C" w:rsidP="00481BB9">
      <w:pPr>
        <w:pStyle w:val="Akapitzlist"/>
        <w:numPr>
          <w:ilvl w:val="0"/>
          <w:numId w:val="12"/>
        </w:numPr>
        <w:spacing w:before="40" w:after="240"/>
        <w:contextualSpacing w:val="0"/>
        <w:jc w:val="both"/>
        <w:outlineLvl w:val="1"/>
      </w:pPr>
      <w:r w:rsidRPr="0089575C">
        <w:t xml:space="preserve">nie podlegamy wykluczeniu na podstawie pkt </w:t>
      </w:r>
      <w:r w:rsidR="00481BB9" w:rsidRPr="0089575C">
        <w:t>9.4.2</w:t>
      </w:r>
      <w:r w:rsidRPr="0089575C">
        <w:t xml:space="preserve"> oraz pkt 9.4.3.1-9.4.3.</w:t>
      </w:r>
      <w:r w:rsidR="00481BB9" w:rsidRPr="0089575C">
        <w:t>4</w:t>
      </w:r>
      <w:r w:rsidRPr="0089575C">
        <w:t xml:space="preserve"> Procedury. </w:t>
      </w:r>
    </w:p>
    <w:p w14:paraId="600AB210" w14:textId="77777777" w:rsidR="009F1505" w:rsidRPr="0089575C" w:rsidRDefault="009F1505" w:rsidP="00481BB9">
      <w:pPr>
        <w:pStyle w:val="Akapitzlist"/>
        <w:numPr>
          <w:ilvl w:val="0"/>
          <w:numId w:val="12"/>
        </w:numPr>
        <w:spacing w:before="40" w:after="240"/>
        <w:contextualSpacing w:val="0"/>
        <w:jc w:val="both"/>
        <w:outlineLvl w:val="1"/>
      </w:pPr>
      <w:r w:rsidRPr="003C4E98">
        <w:t>nie</w:t>
      </w:r>
      <w:r w:rsidRPr="0089575C">
        <w:rPr>
          <w:rStyle w:val="Nagwek3Znak"/>
        </w:rPr>
        <w:t xml:space="preserve"> zalega</w:t>
      </w:r>
      <w:r>
        <w:rPr>
          <w:rStyle w:val="Nagwek3Znak"/>
        </w:rPr>
        <w:t>my</w:t>
      </w:r>
      <w:r w:rsidRPr="0089575C">
        <w:rPr>
          <w:rStyle w:val="Nagwek3Znak"/>
        </w:rPr>
        <w:t xml:space="preserve"> z opłacaniem podatków i opłat</w:t>
      </w:r>
      <w:r>
        <w:rPr>
          <w:rStyle w:val="Nagwek3Znak"/>
          <w:i/>
        </w:rPr>
        <w:t>.</w:t>
      </w:r>
    </w:p>
    <w:p w14:paraId="5379C80F" w14:textId="77777777" w:rsidR="008D1218" w:rsidRPr="0089575C" w:rsidRDefault="00DC2E4C" w:rsidP="008440B2">
      <w:pPr>
        <w:pStyle w:val="Styl1"/>
        <w:jc w:val="both"/>
      </w:pPr>
      <w:r w:rsidRPr="0089575C">
        <w:t>Zapoznaliśmy się i w pełni akceptujemy treść SWZ Wstępną wraz ze wszystkimi załącznikami oraz treść wyjaśnień i modyfikacji do SWZ Wstępnej i nie wnosim</w:t>
      </w:r>
      <w:r w:rsidR="00B71AA7" w:rsidRPr="0089575C">
        <w:t>y do nich zastrzeżeń.</w:t>
      </w:r>
      <w:r w:rsidR="008D1218" w:rsidRPr="0089575C">
        <w:t xml:space="preserve">/Zapoznaliśmy się z treścią SWZ ze wszystkimi załącznikami i zgłaszamy uwagi do Projektu umowy w trybie śledzenia zmian </w:t>
      </w:r>
      <w:r w:rsidR="00F13D31" w:rsidRPr="0089575C">
        <w:t>w postaci Załącznika do Oferty</w:t>
      </w:r>
      <w:r w:rsidR="008D1218" w:rsidRPr="0089575C">
        <w:rPr>
          <w:i/>
          <w:iCs/>
        </w:rPr>
        <w:t>(niewłaściwe skreślić)</w:t>
      </w:r>
      <w:r w:rsidR="008D1218" w:rsidRPr="0089575C">
        <w:t xml:space="preserve">  </w:t>
      </w:r>
    </w:p>
    <w:p w14:paraId="01FCB6F4" w14:textId="77777777" w:rsidR="00063C0D" w:rsidRPr="0089575C" w:rsidRDefault="00DC2E4C" w:rsidP="008440B2">
      <w:pPr>
        <w:pStyle w:val="Styl1"/>
        <w:jc w:val="both"/>
      </w:pPr>
      <w:r w:rsidRPr="0089575C">
        <w:t>Otrzymaliśmy konieczne informacje do przygotowania Oferty wstępnej i wykonania Zamówienia.</w:t>
      </w:r>
    </w:p>
    <w:p w14:paraId="57035767" w14:textId="77777777" w:rsidR="00063C0D" w:rsidRPr="0089575C" w:rsidRDefault="00354EA4" w:rsidP="00354EA4">
      <w:pPr>
        <w:pStyle w:val="Styl1"/>
        <w:jc w:val="both"/>
      </w:pPr>
      <w:r w:rsidRPr="0089575C">
        <w:t>Z</w:t>
      </w:r>
      <w:r w:rsidR="00DC2E4C" w:rsidRPr="0089575C">
        <w:t>achowamy poufność danych uzyskanych w procesie toczącego się niniejszego Postępowania.</w:t>
      </w:r>
    </w:p>
    <w:p w14:paraId="363CDD11" w14:textId="2F83AC2B" w:rsidR="00063C0D" w:rsidRPr="0089575C" w:rsidRDefault="00DC2E4C" w:rsidP="00354EA4">
      <w:pPr>
        <w:pStyle w:val="Styl1"/>
        <w:jc w:val="both"/>
      </w:pPr>
      <w:r w:rsidRPr="0089575C">
        <w:t xml:space="preserve">Podane w Ofercie wstępnej elementy ceny obejmują przedmiot i zakres Zamówienia zgodnie </w:t>
      </w:r>
      <w:r w:rsidR="00EB676D">
        <w:t xml:space="preserve">                     </w:t>
      </w:r>
      <w:r w:rsidRPr="0089575C">
        <w:t>z zasadami i warunkami określonymi w SWZ</w:t>
      </w:r>
      <w:r w:rsidR="00B71AA7" w:rsidRPr="0089575C">
        <w:t>.</w:t>
      </w:r>
    </w:p>
    <w:p w14:paraId="57F9AD11" w14:textId="77777777" w:rsidR="00DC2E4C" w:rsidRPr="0089575C" w:rsidRDefault="00B71AA7" w:rsidP="00354EA4">
      <w:pPr>
        <w:pStyle w:val="Styl1"/>
        <w:jc w:val="both"/>
      </w:pPr>
      <w:r w:rsidRPr="0089575C">
        <w:t>Wybór naszej Oferty</w:t>
      </w:r>
      <w:r w:rsidR="00DC2E4C" w:rsidRPr="0089575C">
        <w:t>:</w:t>
      </w:r>
    </w:p>
    <w:p w14:paraId="2071417D" w14:textId="77777777" w:rsidR="00DC2E4C" w:rsidRPr="0089575C" w:rsidRDefault="00DC2E4C" w:rsidP="00354EA4">
      <w:pPr>
        <w:spacing w:before="40" w:after="240"/>
        <w:ind w:left="587"/>
        <w:jc w:val="both"/>
        <w:outlineLvl w:val="1"/>
      </w:pPr>
      <w:r w:rsidRPr="0089575C">
        <w:rPr>
          <w:rFonts w:ascii="Segoe UI Symbol" w:hAnsi="Segoe UI Symbol" w:cs="Segoe UI Symbol"/>
        </w:rPr>
        <w:t>☐</w:t>
      </w:r>
      <w:r w:rsidRPr="0089575C">
        <w:t xml:space="preserve">   </w:t>
      </w:r>
      <w:r w:rsidR="00542277" w:rsidRPr="0089575C">
        <w:tab/>
      </w:r>
      <w:r w:rsidRPr="0089575C">
        <w:t>nie będzie prowadzić do powstania u Zamawiającego obowiązku podatkowego.</w:t>
      </w:r>
    </w:p>
    <w:p w14:paraId="33EA29DC" w14:textId="77777777" w:rsidR="00DC2E4C" w:rsidRPr="0089575C" w:rsidRDefault="00DC2E4C" w:rsidP="00542277">
      <w:pPr>
        <w:spacing w:before="40" w:after="240"/>
        <w:ind w:left="1416" w:hanging="829"/>
        <w:jc w:val="both"/>
        <w:outlineLvl w:val="1"/>
      </w:pPr>
      <w:r w:rsidRPr="0089575C">
        <w:rPr>
          <w:rFonts w:ascii="Segoe UI Symbol" w:hAnsi="Segoe UI Symbol" w:cs="Segoe UI Symbol"/>
        </w:rPr>
        <w:t>☐</w:t>
      </w:r>
      <w:r w:rsidRPr="0089575C">
        <w:t xml:space="preserve"> </w:t>
      </w:r>
      <w:r w:rsidR="00542277" w:rsidRPr="0089575C">
        <w:tab/>
      </w:r>
      <w:r w:rsidRPr="0089575C">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3954A168" w14:textId="41C2427C" w:rsidR="00063C0D" w:rsidRPr="0089575C" w:rsidRDefault="00354EA4" w:rsidP="00354EA4">
      <w:pPr>
        <w:pStyle w:val="Styl1"/>
        <w:jc w:val="both"/>
      </w:pPr>
      <w:r w:rsidRPr="0089575C">
        <w:t>J</w:t>
      </w:r>
      <w:r w:rsidR="00DC2E4C" w:rsidRPr="0089575C">
        <w:t xml:space="preserve">esteśmy zdolni do wykonania przedmiotu Zamówienia zgodnie z wymaganiami podanymi </w:t>
      </w:r>
      <w:r w:rsidR="00EB676D">
        <w:t xml:space="preserve">                        </w:t>
      </w:r>
      <w:r w:rsidR="00DC2E4C" w:rsidRPr="0089575C">
        <w:t>w SWZ</w:t>
      </w:r>
      <w:r w:rsidR="00EB676D">
        <w:t xml:space="preserve"> Wstępnej</w:t>
      </w:r>
      <w:r w:rsidR="00DC2E4C" w:rsidRPr="0089575C">
        <w:t>.</w:t>
      </w:r>
    </w:p>
    <w:p w14:paraId="7EC0ED5E" w14:textId="77777777" w:rsidR="00DC2E4C" w:rsidRPr="0089575C" w:rsidRDefault="00B126A1" w:rsidP="00354EA4">
      <w:pPr>
        <w:pStyle w:val="Styl1"/>
        <w:jc w:val="both"/>
      </w:pPr>
      <w:r w:rsidRPr="0089575C">
        <w:t>Oświadczamy, że</w:t>
      </w:r>
      <w:r w:rsidR="00DC2E4C" w:rsidRPr="0089575C">
        <w:t xml:space="preserve">: </w:t>
      </w:r>
    </w:p>
    <w:p w14:paraId="4A5F2024" w14:textId="77777777" w:rsidR="00DC2E4C" w:rsidRPr="0089575C" w:rsidRDefault="00DC2E4C" w:rsidP="00354EA4">
      <w:pPr>
        <w:spacing w:before="40" w:after="240"/>
        <w:ind w:left="587"/>
        <w:jc w:val="both"/>
        <w:outlineLvl w:val="1"/>
      </w:pPr>
      <w:r w:rsidRPr="0089575C">
        <w:rPr>
          <w:rFonts w:ascii="Segoe UI Symbol" w:hAnsi="Segoe UI Symbol" w:cs="Segoe UI Symbol"/>
        </w:rPr>
        <w:t>☐</w:t>
      </w:r>
      <w:r w:rsidRPr="0089575C">
        <w:t xml:space="preserve">   </w:t>
      </w:r>
      <w:r w:rsidR="00542277" w:rsidRPr="0089575C">
        <w:tab/>
      </w:r>
      <w:r w:rsidRPr="0089575C">
        <w:t>Przedmiot Zamó</w:t>
      </w:r>
      <w:r w:rsidR="00B126A1" w:rsidRPr="0089575C">
        <w:t>wienia wykonamy siłami własnymi,</w:t>
      </w:r>
    </w:p>
    <w:p w14:paraId="3E60DB9F" w14:textId="77777777" w:rsidR="00B71AA7" w:rsidRPr="0089575C" w:rsidRDefault="00DC2E4C" w:rsidP="00354EA4">
      <w:pPr>
        <w:spacing w:before="40" w:after="240"/>
        <w:ind w:left="119" w:firstLine="468"/>
        <w:jc w:val="both"/>
        <w:outlineLvl w:val="1"/>
      </w:pPr>
      <w:r w:rsidRPr="0089575C">
        <w:rPr>
          <w:rFonts w:ascii="Segoe UI Symbol" w:hAnsi="Segoe UI Symbol" w:cs="Segoe UI Symbol"/>
        </w:rPr>
        <w:t>☐</w:t>
      </w:r>
      <w:r w:rsidRPr="0089575C">
        <w:t xml:space="preserve">   </w:t>
      </w:r>
      <w:r w:rsidR="00542277" w:rsidRPr="0089575C">
        <w:tab/>
      </w:r>
      <w:r w:rsidRPr="0089575C">
        <w:t>Powierzymy realizację następujących części/zakresu podwykonawcom</w:t>
      </w:r>
      <w:r w:rsidR="00B126A1" w:rsidRPr="0089575C">
        <w:t>.</w:t>
      </w:r>
      <w:r w:rsidRPr="0089575C">
        <w:t xml:space="preserve"> </w:t>
      </w:r>
    </w:p>
    <w:tbl>
      <w:tblPr>
        <w:tblStyle w:val="Tabela-Siatka1"/>
        <w:tblpPr w:leftFromText="141" w:rightFromText="141" w:vertAnchor="text" w:horzAnchor="margin" w:tblpX="562" w:tblpY="24"/>
        <w:tblW w:w="8500" w:type="dxa"/>
        <w:tblLook w:val="04A0" w:firstRow="1" w:lastRow="0" w:firstColumn="1" w:lastColumn="0" w:noHBand="0" w:noVBand="1"/>
      </w:tblPr>
      <w:tblGrid>
        <w:gridCol w:w="547"/>
        <w:gridCol w:w="2492"/>
        <w:gridCol w:w="5461"/>
      </w:tblGrid>
      <w:tr w:rsidR="00B71AA7" w:rsidRPr="0089575C" w14:paraId="7DE568C0" w14:textId="77777777" w:rsidTr="00EB676D">
        <w:tc>
          <w:tcPr>
            <w:tcW w:w="547" w:type="dxa"/>
            <w:shd w:val="clear" w:color="auto" w:fill="1A7466" w:themeFill="text2"/>
          </w:tcPr>
          <w:p w14:paraId="24D634BC" w14:textId="77777777" w:rsidR="00B71AA7" w:rsidRPr="0089575C" w:rsidRDefault="00B71AA7" w:rsidP="00BC5792">
            <w:pPr>
              <w:spacing w:before="120" w:after="120" w:line="276" w:lineRule="auto"/>
              <w:ind w:right="-284"/>
              <w:jc w:val="center"/>
              <w:rPr>
                <w:rFonts w:eastAsia="Times New Roman" w:cs="Calibri"/>
                <w:b/>
                <w:szCs w:val="18"/>
                <w:lang w:eastAsia="pl-PL"/>
              </w:rPr>
            </w:pPr>
            <w:r w:rsidRPr="0089575C">
              <w:rPr>
                <w:rFonts w:eastAsia="Times New Roman" w:cs="Calibri"/>
                <w:b/>
                <w:szCs w:val="18"/>
                <w:lang w:eastAsia="pl-PL"/>
              </w:rPr>
              <w:t>Lp.</w:t>
            </w:r>
          </w:p>
        </w:tc>
        <w:tc>
          <w:tcPr>
            <w:tcW w:w="2492" w:type="dxa"/>
            <w:shd w:val="clear" w:color="auto" w:fill="1A7466" w:themeFill="text2"/>
          </w:tcPr>
          <w:p w14:paraId="48B1DF32" w14:textId="77777777" w:rsidR="00B71AA7" w:rsidRPr="0089575C" w:rsidRDefault="00B71AA7" w:rsidP="00BC5792">
            <w:pPr>
              <w:spacing w:before="120" w:after="120" w:line="276" w:lineRule="auto"/>
              <w:jc w:val="center"/>
              <w:rPr>
                <w:rFonts w:eastAsia="Times New Roman" w:cs="Calibri"/>
                <w:b/>
                <w:szCs w:val="18"/>
                <w:lang w:eastAsia="pl-PL"/>
              </w:rPr>
            </w:pPr>
            <w:r w:rsidRPr="0089575C">
              <w:rPr>
                <w:rFonts w:eastAsia="Times New Roman" w:cs="Calibri"/>
                <w:b/>
                <w:szCs w:val="18"/>
                <w:lang w:eastAsia="pl-PL"/>
              </w:rPr>
              <w:t>Nazwa i adres podwykonawcy (jeżeli są znani)</w:t>
            </w:r>
          </w:p>
        </w:tc>
        <w:tc>
          <w:tcPr>
            <w:tcW w:w="5461" w:type="dxa"/>
            <w:shd w:val="clear" w:color="auto" w:fill="1A7466" w:themeFill="text2"/>
          </w:tcPr>
          <w:p w14:paraId="6ACC6544" w14:textId="77777777" w:rsidR="00C93907" w:rsidRPr="0089575C" w:rsidRDefault="00B71AA7" w:rsidP="00BC5792">
            <w:pPr>
              <w:spacing w:before="120" w:after="120" w:line="276" w:lineRule="auto"/>
              <w:ind w:right="-284"/>
              <w:jc w:val="center"/>
              <w:rPr>
                <w:rFonts w:eastAsia="Times New Roman" w:cs="Calibri"/>
                <w:b/>
                <w:szCs w:val="18"/>
                <w:lang w:eastAsia="pl-PL"/>
              </w:rPr>
            </w:pPr>
            <w:r w:rsidRPr="0089575C">
              <w:rPr>
                <w:rFonts w:eastAsia="Times New Roman" w:cs="Calibri"/>
                <w:b/>
                <w:szCs w:val="18"/>
                <w:lang w:eastAsia="pl-PL"/>
              </w:rPr>
              <w:t xml:space="preserve">Zakres zamówienia, </w:t>
            </w:r>
          </w:p>
          <w:p w14:paraId="3E55D551" w14:textId="77777777" w:rsidR="00B71AA7" w:rsidRPr="0089575C" w:rsidRDefault="00B71AA7" w:rsidP="00BC5792">
            <w:pPr>
              <w:spacing w:before="120" w:after="120" w:line="276" w:lineRule="auto"/>
              <w:ind w:right="-284"/>
              <w:jc w:val="center"/>
              <w:rPr>
                <w:rFonts w:eastAsia="Times New Roman" w:cs="Calibri"/>
                <w:b/>
                <w:szCs w:val="18"/>
                <w:lang w:eastAsia="pl-PL"/>
              </w:rPr>
            </w:pPr>
            <w:r w:rsidRPr="0089575C">
              <w:rPr>
                <w:rFonts w:eastAsia="Times New Roman" w:cs="Calibri"/>
                <w:b/>
                <w:szCs w:val="18"/>
                <w:lang w:eastAsia="pl-PL"/>
              </w:rPr>
              <w:t>który zostanie powierzony podwykonawcy</w:t>
            </w:r>
          </w:p>
        </w:tc>
      </w:tr>
      <w:tr w:rsidR="00B71AA7" w:rsidRPr="0089575C" w14:paraId="78863BCD" w14:textId="77777777" w:rsidTr="00EB676D">
        <w:tc>
          <w:tcPr>
            <w:tcW w:w="547" w:type="dxa"/>
          </w:tcPr>
          <w:p w14:paraId="64F09644" w14:textId="77777777" w:rsidR="00B71AA7" w:rsidRPr="0089575C" w:rsidRDefault="00B71AA7" w:rsidP="00354EA4">
            <w:pPr>
              <w:spacing w:before="120" w:after="120" w:line="276" w:lineRule="auto"/>
              <w:ind w:left="1571" w:right="-284" w:hanging="851"/>
              <w:jc w:val="both"/>
              <w:rPr>
                <w:rFonts w:eastAsia="Times New Roman" w:cs="Calibri"/>
                <w:szCs w:val="18"/>
                <w:lang w:eastAsia="pl-PL"/>
              </w:rPr>
            </w:pPr>
          </w:p>
        </w:tc>
        <w:tc>
          <w:tcPr>
            <w:tcW w:w="2492" w:type="dxa"/>
          </w:tcPr>
          <w:p w14:paraId="7CC1AD1B" w14:textId="77777777" w:rsidR="00B71AA7" w:rsidRPr="0089575C" w:rsidRDefault="00B71AA7" w:rsidP="00354EA4">
            <w:pPr>
              <w:spacing w:before="120" w:after="120" w:line="276" w:lineRule="auto"/>
              <w:ind w:left="1571" w:right="-284" w:hanging="851"/>
              <w:jc w:val="both"/>
              <w:rPr>
                <w:rFonts w:eastAsia="Times New Roman" w:cs="Calibri"/>
                <w:szCs w:val="18"/>
                <w:lang w:eastAsia="pl-PL"/>
              </w:rPr>
            </w:pPr>
          </w:p>
        </w:tc>
        <w:tc>
          <w:tcPr>
            <w:tcW w:w="5461" w:type="dxa"/>
          </w:tcPr>
          <w:p w14:paraId="2D1ACF0F" w14:textId="77777777" w:rsidR="00B71AA7" w:rsidRPr="0089575C" w:rsidRDefault="00B71AA7" w:rsidP="00354EA4">
            <w:pPr>
              <w:spacing w:before="120" w:after="120" w:line="276" w:lineRule="auto"/>
              <w:ind w:left="1571" w:right="-284" w:hanging="851"/>
              <w:jc w:val="both"/>
              <w:rPr>
                <w:rFonts w:eastAsia="Times New Roman" w:cs="Calibri"/>
                <w:szCs w:val="18"/>
                <w:lang w:eastAsia="pl-PL"/>
              </w:rPr>
            </w:pPr>
          </w:p>
        </w:tc>
      </w:tr>
    </w:tbl>
    <w:p w14:paraId="50B12101" w14:textId="77777777" w:rsidR="00B71AA7" w:rsidRPr="0089575C" w:rsidRDefault="00B71AA7" w:rsidP="00354EA4">
      <w:pPr>
        <w:jc w:val="both"/>
      </w:pPr>
    </w:p>
    <w:p w14:paraId="364C152E" w14:textId="77777777" w:rsidR="00B71AA7" w:rsidRPr="0089575C" w:rsidRDefault="00B71AA7" w:rsidP="00354EA4">
      <w:pPr>
        <w:jc w:val="both"/>
      </w:pPr>
    </w:p>
    <w:p w14:paraId="1FD55C2E" w14:textId="77777777" w:rsidR="00B71AA7" w:rsidRPr="0089575C" w:rsidRDefault="00B71AA7" w:rsidP="00354EA4">
      <w:pPr>
        <w:jc w:val="both"/>
      </w:pPr>
    </w:p>
    <w:p w14:paraId="573E1BB7" w14:textId="77777777" w:rsidR="00B71AA7" w:rsidRPr="0089575C" w:rsidRDefault="00B71AA7" w:rsidP="00354EA4">
      <w:pPr>
        <w:jc w:val="both"/>
      </w:pPr>
    </w:p>
    <w:p w14:paraId="04BA0E81" w14:textId="77777777" w:rsidR="00B71AA7" w:rsidRPr="0089575C" w:rsidRDefault="00B71AA7" w:rsidP="00354EA4">
      <w:pPr>
        <w:jc w:val="both"/>
      </w:pPr>
    </w:p>
    <w:p w14:paraId="70CB283A" w14:textId="77777777" w:rsidR="00B71AA7" w:rsidRPr="0089575C" w:rsidRDefault="00B71AA7" w:rsidP="00354EA4">
      <w:pPr>
        <w:jc w:val="both"/>
      </w:pPr>
    </w:p>
    <w:p w14:paraId="3CD33035" w14:textId="77777777" w:rsidR="00063C0D" w:rsidRPr="0089575C" w:rsidRDefault="001058AF" w:rsidP="00354EA4">
      <w:pPr>
        <w:pStyle w:val="Styl1"/>
        <w:jc w:val="both"/>
      </w:pPr>
      <w:r w:rsidRPr="0089575C">
        <w:t>P</w:t>
      </w:r>
      <w:r w:rsidR="00DC2E4C" w:rsidRPr="0089575C">
        <w:t>rzedmiot Oferty wstępnej jest zgodny z opisem Przedmiotu Zamówienia.</w:t>
      </w:r>
    </w:p>
    <w:p w14:paraId="0CED33E7" w14:textId="77777777" w:rsidR="00063C0D" w:rsidRPr="0089575C" w:rsidRDefault="001058AF" w:rsidP="00354EA4">
      <w:pPr>
        <w:pStyle w:val="Styl1"/>
        <w:jc w:val="both"/>
      </w:pPr>
      <w:r w:rsidRPr="0089575C">
        <w:t>A</w:t>
      </w:r>
      <w:r w:rsidR="00DC2E4C" w:rsidRPr="0089575C">
        <w:t xml:space="preserve">kceptujemy termin realizacji Zamówienia wskazany przez Zamawiającego w SWZ, wraz z terminami cząstkowymi (pośrednimi). </w:t>
      </w:r>
    </w:p>
    <w:p w14:paraId="02ECE5CF" w14:textId="77777777" w:rsidR="00063C0D" w:rsidRPr="0089575C" w:rsidRDefault="00DC2E4C" w:rsidP="00354EA4">
      <w:pPr>
        <w:pStyle w:val="Styl1"/>
        <w:jc w:val="both"/>
      </w:pPr>
      <w:r w:rsidRPr="0089575C">
        <w:t>Uważamy się za związanych niniejszą Ofertą na czas wskazany w SWZ, tj. przez okres 90 dni</w:t>
      </w:r>
      <w:r w:rsidR="00664F7B" w:rsidRPr="0089575C">
        <w:t xml:space="preserve"> </w:t>
      </w:r>
      <w:r w:rsidR="00B16BAA" w:rsidRPr="0089575C">
        <w:t>o</w:t>
      </w:r>
      <w:r w:rsidRPr="0089575C">
        <w:t>d upływu terminu składania Ofert.</w:t>
      </w:r>
    </w:p>
    <w:p w14:paraId="5538F537" w14:textId="77777777" w:rsidR="00DC2E4C" w:rsidRPr="0089575C" w:rsidRDefault="00B71AA7" w:rsidP="00842E5C">
      <w:pPr>
        <w:pStyle w:val="Styl1"/>
        <w:keepNext/>
      </w:pPr>
      <w:r w:rsidRPr="0089575C">
        <w:lastRenderedPageBreak/>
        <w:t>Informujemy, że</w:t>
      </w:r>
      <w:r w:rsidR="00DC2E4C" w:rsidRPr="0089575C">
        <w:t>:</w:t>
      </w:r>
    </w:p>
    <w:p w14:paraId="05240F9C" w14:textId="77777777" w:rsidR="00DC2E4C" w:rsidRPr="0089575C" w:rsidRDefault="00DC2E4C" w:rsidP="00354EA4">
      <w:pPr>
        <w:spacing w:before="40" w:after="240"/>
        <w:ind w:left="1416" w:hanging="772"/>
        <w:jc w:val="both"/>
      </w:pPr>
      <w:r w:rsidRPr="0089575C">
        <w:rPr>
          <w:rFonts w:ascii="Segoe UI Symbol" w:hAnsi="Segoe UI Symbol" w:cs="Segoe UI Symbol"/>
        </w:rPr>
        <w:t>☐</w:t>
      </w:r>
      <w:r w:rsidRPr="0089575C">
        <w:tab/>
        <w:t>niniejsza Oferta wstępna oraz wszelkie załączniki są jawne i nie zawierają informacji stanowiących tajemnicę przedsiębiorstwa</w:t>
      </w:r>
      <w:r w:rsidR="00307E83" w:rsidRPr="0089575C">
        <w:t>.</w:t>
      </w:r>
      <w:r w:rsidRPr="0089575C">
        <w:t xml:space="preserve"> </w:t>
      </w:r>
    </w:p>
    <w:p w14:paraId="537788DF" w14:textId="30636B57" w:rsidR="00DC2E4C" w:rsidRPr="0089575C" w:rsidRDefault="00DC2E4C" w:rsidP="00354EA4">
      <w:pPr>
        <w:spacing w:before="40" w:after="240"/>
        <w:ind w:left="1416" w:hanging="772"/>
        <w:jc w:val="both"/>
      </w:pPr>
      <w:r w:rsidRPr="0089575C">
        <w:rPr>
          <w:rFonts w:ascii="Segoe UI Symbol" w:hAnsi="Segoe UI Symbol" w:cs="Segoe UI Symbol"/>
        </w:rPr>
        <w:t>☐</w:t>
      </w:r>
      <w:r w:rsidRPr="0089575C">
        <w:tab/>
        <w:t xml:space="preserve">informacje stanowiące tajemnicę przedsiębiorstwa w rozumieniu przepisów ustawy </w:t>
      </w:r>
      <w:r w:rsidR="00EB676D">
        <w:t xml:space="preserve">                       </w:t>
      </w:r>
      <w:r w:rsidRPr="0089575C">
        <w:t xml:space="preserve">o zwalczaniu nieuczciwej konkurencji - które jako takie nie mogą być udostępnianie innym uczestnikom Postępowania – zostały złożone w Sekcji Systemu Zakupowego GK PGE „Dokumenty” w katalogu „Dokument niejawny (tajemnica przedsiębiorstwa). </w:t>
      </w:r>
      <w:r w:rsidR="00EB676D">
        <w:t xml:space="preserve">                 </w:t>
      </w:r>
      <w:r w:rsidRPr="0089575C">
        <w:t>Do Oferty załączamy uzasa</w:t>
      </w:r>
      <w:r w:rsidR="00B126A1" w:rsidRPr="0089575C">
        <w:t>dnienie zastrzeżenia informacji.</w:t>
      </w:r>
    </w:p>
    <w:p w14:paraId="2BCAAB81" w14:textId="77777777" w:rsidR="0035204E" w:rsidRPr="0089575C" w:rsidRDefault="001058AF" w:rsidP="00354EA4">
      <w:pPr>
        <w:pStyle w:val="Styl1"/>
        <w:jc w:val="both"/>
      </w:pPr>
      <w:r w:rsidRPr="0089575C">
        <w:t>P</w:t>
      </w:r>
      <w:r w:rsidR="00DC2E4C" w:rsidRPr="0089575C">
        <w:t>rzedstawione w Ofercie wstępnej informacje oraz załączone do Oferty wstępnej dokumenty oraz oświadczenia opisują stan faktyczny i prawny, aktualny na dzień składania Oferty wstępnej.</w:t>
      </w:r>
    </w:p>
    <w:p w14:paraId="19223B33" w14:textId="77777777" w:rsidR="0035204E" w:rsidRPr="0089575C" w:rsidRDefault="00DC2E4C" w:rsidP="00354EA4">
      <w:pPr>
        <w:pStyle w:val="Styl1"/>
        <w:jc w:val="both"/>
      </w:pPr>
      <w:r w:rsidRPr="0089575C">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5145C401" w14:textId="28841241" w:rsidR="0035204E" w:rsidRPr="0089575C" w:rsidRDefault="00D23577" w:rsidP="00354EA4">
      <w:pPr>
        <w:pStyle w:val="Styl1"/>
        <w:jc w:val="both"/>
      </w:pPr>
      <w:r w:rsidRPr="0089575C">
        <w:t xml:space="preserve">W przypadku, gdy realizacja przez nas Zamówienia </w:t>
      </w:r>
      <w:r w:rsidR="00307E83" w:rsidRPr="0089575C">
        <w:t xml:space="preserve">będzie wymagała </w:t>
      </w:r>
      <w:r w:rsidR="00DC2E4C" w:rsidRPr="0089575C">
        <w:t xml:space="preserve">powierzenia przez PGE danych osobowych do przetwarzania, zobowiązujemy się do przyjęcia wszystkich obowiązków wynikających z art. 28 RODO, przedstawimy wypełnioną Ankietę dla Przetwarzającego </w:t>
      </w:r>
      <w:r w:rsidR="005E68F4">
        <w:t xml:space="preserve">                             </w:t>
      </w:r>
      <w:r w:rsidR="00DC2E4C" w:rsidRPr="0089575C">
        <w:t xml:space="preserve">i zapewnimy wystarczające gwarancje wdrożenia odpowiednich środków technicznych i organizacyjnych, aby przetwarzanie danych osobowych spełniało wymogi wynikające </w:t>
      </w:r>
      <w:r w:rsidR="005E68F4">
        <w:t xml:space="preserve">                                </w:t>
      </w:r>
      <w:r w:rsidR="00DC2E4C" w:rsidRPr="0089575C">
        <w:t>z obowiązujących przepisów o ochronie danych osobowych oraz przepisów Rozporządzenia (ogólne rozporządzenie o ochronie danych) – dalej: „RODO”, mających zastosowanie i chroniło prawa osób, których dane dotyczą.</w:t>
      </w:r>
    </w:p>
    <w:p w14:paraId="7C7D4834" w14:textId="77777777" w:rsidR="0035204E" w:rsidRPr="0089575C" w:rsidRDefault="00DC2E4C" w:rsidP="00354EA4">
      <w:pPr>
        <w:pStyle w:val="Styl1"/>
        <w:jc w:val="both"/>
      </w:pPr>
      <w:r w:rsidRPr="0089575C">
        <w:t>Znane są nam wszelkie obowiązki wynikające z obowiązujących przepisów o ochronie danych osobowych i przepisów RODO mających zastosowanie, które zobowiązany jest wykonywać podmiot przetwarzający dane osobowe na zlecenie administratora danych.</w:t>
      </w:r>
    </w:p>
    <w:p w14:paraId="6D47FE08" w14:textId="77777777" w:rsidR="0035204E" w:rsidRPr="0089575C" w:rsidRDefault="00DC2E4C" w:rsidP="00354EA4">
      <w:pPr>
        <w:pStyle w:val="Styl1"/>
        <w:jc w:val="both"/>
      </w:pPr>
      <w:r w:rsidRPr="0089575C">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35204E" w:rsidRPr="0089575C">
        <w:t>.</w:t>
      </w:r>
    </w:p>
    <w:p w14:paraId="7DE95E95" w14:textId="172F2A80" w:rsidR="0035204E" w:rsidRPr="0089575C" w:rsidRDefault="00DC2E4C" w:rsidP="003C4E98">
      <w:pPr>
        <w:pStyle w:val="Styl1"/>
        <w:jc w:val="both"/>
      </w:pPr>
      <w:r w:rsidRPr="0089575C">
        <w:t xml:space="preserve">Przekazywane przez nas dane osobowe mogą być wykorzystane wyłącznie w celach związanych z prowadzonym Postępowaniem niepublicznym nr </w:t>
      </w:r>
      <w:r w:rsidR="002A76A8" w:rsidRPr="002A76A8">
        <w:t>POST/PGE/SYS/DZ/00</w:t>
      </w:r>
      <w:r w:rsidR="00406652">
        <w:t>204</w:t>
      </w:r>
      <w:r w:rsidR="002A76A8" w:rsidRPr="002A76A8">
        <w:t>/2025</w:t>
      </w:r>
    </w:p>
    <w:p w14:paraId="7CDE66B2" w14:textId="77777777" w:rsidR="00DC2E4C" w:rsidRPr="0089575C" w:rsidRDefault="00DC2E4C" w:rsidP="00354EA4">
      <w:pPr>
        <w:pStyle w:val="Styl1"/>
        <w:jc w:val="both"/>
      </w:pPr>
      <w:r w:rsidRPr="0089575C">
        <w:t>Załącznikami do Oferty wstępnej są (prosimy wymienić wszystkie załączniki):</w:t>
      </w:r>
    </w:p>
    <w:p w14:paraId="7B16C281" w14:textId="77777777" w:rsidR="0035204E" w:rsidRPr="0089575C" w:rsidRDefault="00DC2E4C" w:rsidP="007969F6">
      <w:pPr>
        <w:pStyle w:val="Akapitzlist"/>
        <w:numPr>
          <w:ilvl w:val="0"/>
          <w:numId w:val="6"/>
        </w:numPr>
        <w:spacing w:before="40" w:after="240"/>
        <w:ind w:left="851"/>
        <w:contextualSpacing w:val="0"/>
        <w:jc w:val="both"/>
      </w:pPr>
      <w:r w:rsidRPr="0089575C">
        <w:t>__________________________________________</w:t>
      </w:r>
    </w:p>
    <w:p w14:paraId="3330DB35" w14:textId="77777777" w:rsidR="00DC2E4C" w:rsidRPr="0089575C" w:rsidRDefault="00DC2E4C" w:rsidP="007969F6">
      <w:pPr>
        <w:pStyle w:val="Akapitzlist"/>
        <w:numPr>
          <w:ilvl w:val="0"/>
          <w:numId w:val="6"/>
        </w:numPr>
        <w:spacing w:before="40" w:after="240"/>
        <w:ind w:left="851"/>
        <w:contextualSpacing w:val="0"/>
      </w:pPr>
      <w:r w:rsidRPr="0089575C">
        <w:t>__________________________________________</w:t>
      </w:r>
    </w:p>
    <w:p w14:paraId="74563BF8" w14:textId="77777777" w:rsidR="0035204E" w:rsidRPr="0089575C" w:rsidRDefault="0035204E" w:rsidP="007969F6"/>
    <w:p w14:paraId="2B479062" w14:textId="77777777" w:rsidR="0035204E" w:rsidRPr="0089575C" w:rsidRDefault="0035204E" w:rsidP="007969F6"/>
    <w:p w14:paraId="737AB9AB" w14:textId="77777777" w:rsidR="0035204E" w:rsidRPr="0089575C" w:rsidRDefault="0035204E" w:rsidP="007969F6">
      <w:pPr>
        <w:tabs>
          <w:tab w:val="left" w:pos="851"/>
        </w:tabs>
        <w:suppressAutoHyphens/>
        <w:spacing w:after="0" w:line="276" w:lineRule="auto"/>
        <w:ind w:left="5529" w:hanging="4820"/>
        <w:jc w:val="both"/>
        <w:rPr>
          <w:rFonts w:eastAsia="Times New Roman" w:cs="Calibri"/>
          <w:szCs w:val="18"/>
        </w:rPr>
      </w:pPr>
      <w:r w:rsidRPr="0089575C">
        <w:rPr>
          <w:rFonts w:eastAsia="Times New Roman" w:cs="Calibri"/>
          <w:szCs w:val="18"/>
        </w:rPr>
        <w:t xml:space="preserve">___________________, dn. ___________                                      </w:t>
      </w:r>
    </w:p>
    <w:p w14:paraId="4631CC8F" w14:textId="77777777" w:rsidR="00225CCB" w:rsidRPr="0089575C" w:rsidRDefault="0035204E" w:rsidP="00481BB9">
      <w:pPr>
        <w:tabs>
          <w:tab w:val="left" w:pos="851"/>
        </w:tabs>
        <w:suppressAutoHyphens/>
        <w:spacing w:after="0"/>
        <w:ind w:left="5529" w:right="68"/>
        <w:jc w:val="both"/>
        <w:rPr>
          <w:rFonts w:eastAsia="Times New Roman" w:cs="Calibri"/>
          <w:i/>
          <w:sz w:val="14"/>
          <w:szCs w:val="14"/>
        </w:rPr>
      </w:pPr>
      <w:r w:rsidRPr="0089575C">
        <w:rPr>
          <w:rFonts w:eastAsia="Times New Roman" w:cs="Calibri"/>
          <w:i/>
          <w:sz w:val="14"/>
          <w:szCs w:val="14"/>
        </w:rPr>
        <w:t>Podpis(-y) osoby(-</w:t>
      </w:r>
      <w:proofErr w:type="spellStart"/>
      <w:r w:rsidRPr="0089575C">
        <w:rPr>
          <w:rFonts w:eastAsia="Times New Roman" w:cs="Calibri"/>
          <w:i/>
          <w:sz w:val="14"/>
          <w:szCs w:val="14"/>
        </w:rPr>
        <w:t>ób</w:t>
      </w:r>
      <w:proofErr w:type="spellEnd"/>
      <w:r w:rsidRPr="0089575C">
        <w:rPr>
          <w:rFonts w:eastAsia="Times New Roman" w:cs="Calibri"/>
          <w:i/>
          <w:sz w:val="14"/>
          <w:szCs w:val="14"/>
        </w:rPr>
        <w:t>) uprawnionej(-</w:t>
      </w:r>
      <w:proofErr w:type="spellStart"/>
      <w:r w:rsidRPr="0089575C">
        <w:rPr>
          <w:rFonts w:eastAsia="Times New Roman" w:cs="Calibri"/>
          <w:i/>
          <w:sz w:val="14"/>
          <w:szCs w:val="14"/>
        </w:rPr>
        <w:t>ych</w:t>
      </w:r>
      <w:proofErr w:type="spellEnd"/>
      <w:r w:rsidRPr="0089575C">
        <w:rPr>
          <w:rFonts w:eastAsia="Times New Roman" w:cs="Calibri"/>
          <w:i/>
          <w:sz w:val="14"/>
          <w:szCs w:val="14"/>
        </w:rPr>
        <w:t xml:space="preserve">) do składania oświadczeń woli w imieniu Wykonawcy </w:t>
      </w:r>
    </w:p>
    <w:p w14:paraId="7F81521A" w14:textId="77777777" w:rsidR="002A76A8" w:rsidRDefault="002A76A8">
      <w:pPr>
        <w:rPr>
          <w:rFonts w:ascii="Verdana" w:eastAsia="Times New Roman" w:hAnsi="Verdana" w:cs="Times New Roman"/>
          <w:b/>
          <w:szCs w:val="18"/>
        </w:rPr>
      </w:pPr>
      <w:r>
        <w:rPr>
          <w:rFonts w:ascii="Verdana" w:eastAsia="Times New Roman" w:hAnsi="Verdana" w:cs="Times New Roman"/>
          <w:b/>
          <w:szCs w:val="18"/>
        </w:rPr>
        <w:br w:type="page"/>
      </w:r>
    </w:p>
    <w:p w14:paraId="1F37AC94" w14:textId="77777777" w:rsidR="00827A74" w:rsidRPr="0089575C" w:rsidRDefault="00827A74" w:rsidP="00225CCB">
      <w:pPr>
        <w:jc w:val="right"/>
        <w:rPr>
          <w:rFonts w:ascii="Verdana" w:eastAsia="Times New Roman" w:hAnsi="Verdana" w:cs="Times New Roman"/>
          <w:b/>
          <w:szCs w:val="18"/>
        </w:rPr>
      </w:pPr>
    </w:p>
    <w:p w14:paraId="35E46A6E" w14:textId="0C56C995" w:rsidR="00225CCB" w:rsidRPr="0089575C" w:rsidRDefault="00225CCB" w:rsidP="00C205C6">
      <w:pPr>
        <w:jc w:val="right"/>
        <w:rPr>
          <w:rFonts w:ascii="Calibri" w:eastAsia="Times New Roman" w:hAnsi="Calibri" w:cs="Times New Roman"/>
          <w:b/>
          <w:sz w:val="20"/>
          <w:szCs w:val="20"/>
        </w:rPr>
      </w:pPr>
      <w:r w:rsidRPr="0089575C">
        <w:rPr>
          <w:rFonts w:ascii="Verdana" w:eastAsia="Times New Roman" w:hAnsi="Verdana" w:cs="Times New Roman"/>
          <w:b/>
          <w:szCs w:val="18"/>
        </w:rPr>
        <w:t xml:space="preserve">ZAŁĄCZNIK NR </w:t>
      </w:r>
      <w:r w:rsidR="00406652">
        <w:rPr>
          <w:rFonts w:ascii="Verdana" w:eastAsia="Times New Roman" w:hAnsi="Verdana" w:cs="Times New Roman"/>
          <w:b/>
          <w:szCs w:val="18"/>
        </w:rPr>
        <w:t>3</w:t>
      </w:r>
      <w:r w:rsidR="00621D7C" w:rsidRPr="0089575C">
        <w:rPr>
          <w:rFonts w:ascii="Verdana" w:eastAsia="Times New Roman" w:hAnsi="Verdana" w:cs="Times New Roman"/>
          <w:b/>
          <w:szCs w:val="18"/>
        </w:rPr>
        <w:t xml:space="preserve"> </w:t>
      </w:r>
      <w:r w:rsidRPr="0089575C">
        <w:rPr>
          <w:rFonts w:ascii="Verdana" w:eastAsia="Times New Roman" w:hAnsi="Verdana" w:cs="Times New Roman"/>
          <w:b/>
          <w:szCs w:val="18"/>
        </w:rPr>
        <w:t xml:space="preserve">DO SWZ – WYKAZ </w:t>
      </w:r>
      <w:r w:rsidR="00B16BAA" w:rsidRPr="0089575C">
        <w:rPr>
          <w:rFonts w:ascii="Verdana" w:eastAsia="Times New Roman" w:hAnsi="Verdana" w:cs="Times New Roman"/>
          <w:b/>
          <w:szCs w:val="18"/>
        </w:rPr>
        <w:t>USŁUG</w:t>
      </w:r>
    </w:p>
    <w:p w14:paraId="16D3CE70" w14:textId="77777777" w:rsidR="00225CCB" w:rsidRPr="0089575C" w:rsidRDefault="00225CCB" w:rsidP="00225CCB">
      <w:pPr>
        <w:jc w:val="center"/>
        <w:rPr>
          <w:rFonts w:ascii="Trebuchet MS" w:eastAsia="Times New Roman" w:hAnsi="Trebuchet MS" w:cs="Arial"/>
          <w:b/>
          <w:color w:val="1A7466" w:themeColor="text2"/>
          <w:sz w:val="32"/>
          <w:szCs w:val="32"/>
        </w:rPr>
      </w:pPr>
    </w:p>
    <w:p w14:paraId="56A3554F" w14:textId="77777777" w:rsidR="00225CCB" w:rsidRPr="0089575C" w:rsidRDefault="00B16BAA" w:rsidP="00B16BAA">
      <w:pPr>
        <w:jc w:val="center"/>
        <w:rPr>
          <w:rFonts w:ascii="Trebuchet MS" w:eastAsia="Times New Roman" w:hAnsi="Trebuchet MS" w:cs="Arial"/>
          <w:b/>
          <w:color w:val="1A7466" w:themeColor="text2"/>
          <w:sz w:val="32"/>
          <w:szCs w:val="32"/>
        </w:rPr>
      </w:pPr>
      <w:r w:rsidRPr="0089575C">
        <w:rPr>
          <w:rFonts w:ascii="Trebuchet MS" w:eastAsia="Times New Roman" w:hAnsi="Trebuchet MS" w:cs="Arial"/>
          <w:b/>
          <w:color w:val="1A7466" w:themeColor="text2"/>
          <w:sz w:val="32"/>
          <w:szCs w:val="32"/>
        </w:rPr>
        <w:t xml:space="preserve">WYKAZ </w:t>
      </w:r>
      <w:r w:rsidR="00225CCB" w:rsidRPr="0089575C">
        <w:rPr>
          <w:rFonts w:ascii="Trebuchet MS" w:eastAsia="Times New Roman" w:hAnsi="Trebuchet MS" w:cs="Arial"/>
          <w:b/>
          <w:color w:val="1A7466" w:themeColor="text2"/>
          <w:sz w:val="32"/>
          <w:szCs w:val="32"/>
        </w:rPr>
        <w:t>WYKONANYCH USŁUG</w:t>
      </w:r>
    </w:p>
    <w:p w14:paraId="530CA17F" w14:textId="77777777" w:rsidR="00225CCB" w:rsidRPr="0089575C" w:rsidRDefault="00225CCB" w:rsidP="00225CCB">
      <w:pPr>
        <w:rPr>
          <w:rFonts w:ascii="Verdana" w:eastAsia="Times New Roman" w:hAnsi="Verdana" w:cs="Times New Roman"/>
          <w:b/>
          <w:szCs w:val="18"/>
        </w:rPr>
      </w:pPr>
    </w:p>
    <w:p w14:paraId="269C7143" w14:textId="77777777" w:rsidR="00225CCB" w:rsidRPr="0089575C" w:rsidRDefault="00225CCB" w:rsidP="00225CCB">
      <w:pPr>
        <w:rPr>
          <w:rFonts w:ascii="Verdana" w:eastAsia="Times New Roman" w:hAnsi="Verdana" w:cs="Times New Roman"/>
          <w:b/>
          <w:szCs w:val="18"/>
        </w:rPr>
      </w:pPr>
    </w:p>
    <w:p w14:paraId="5AB1CEEF" w14:textId="77777777" w:rsidR="00225CCB" w:rsidRPr="0089575C" w:rsidRDefault="00225CCB" w:rsidP="005E68F4">
      <w:pPr>
        <w:ind w:right="-118"/>
        <w:rPr>
          <w:rFonts w:ascii="Verdana" w:eastAsia="Times New Roman" w:hAnsi="Verdana" w:cs="Times New Roman"/>
          <w:b/>
          <w:szCs w:val="18"/>
        </w:rPr>
      </w:pPr>
    </w:p>
    <w:p w14:paraId="725C9E7B" w14:textId="61BC7B8F" w:rsidR="00B16BAA" w:rsidRPr="0089575C" w:rsidRDefault="00225CCB" w:rsidP="005E68F4">
      <w:pPr>
        <w:jc w:val="both"/>
        <w:rPr>
          <w:rFonts w:ascii="Verdana" w:eastAsia="Times New Roman" w:hAnsi="Verdana" w:cs="Times New Roman"/>
          <w:szCs w:val="18"/>
        </w:rPr>
      </w:pPr>
      <w:r w:rsidRPr="0089575C">
        <w:rPr>
          <w:rFonts w:ascii="Verdana" w:eastAsia="Times New Roman" w:hAnsi="Verdana" w:cs="Times New Roman"/>
          <w:szCs w:val="18"/>
        </w:rPr>
        <w:t xml:space="preserve">Składając Ofertę wstępną w Postępowaniu zakupowym na </w:t>
      </w:r>
      <w:r w:rsidR="00B16BAA" w:rsidRPr="0089575C">
        <w:rPr>
          <w:rFonts w:ascii="Verdana" w:eastAsia="Times New Roman" w:hAnsi="Verdana" w:cs="Times New Roman"/>
          <w:szCs w:val="18"/>
        </w:rPr>
        <w:t>„</w:t>
      </w:r>
      <w:r w:rsidR="00406652" w:rsidRPr="00406652">
        <w:rPr>
          <w:rFonts w:ascii="Verdana" w:eastAsia="Times New Roman" w:hAnsi="Verdana" w:cs="Times New Roman"/>
          <w:szCs w:val="18"/>
        </w:rPr>
        <w:t xml:space="preserve">Zakup usługi aktualizacji oprogramowania </w:t>
      </w:r>
      <w:proofErr w:type="spellStart"/>
      <w:r w:rsidR="00406652" w:rsidRPr="00406652">
        <w:rPr>
          <w:rFonts w:ascii="Verdana" w:eastAsia="Times New Roman" w:hAnsi="Verdana" w:cs="Times New Roman"/>
          <w:szCs w:val="18"/>
        </w:rPr>
        <w:t>Vertica</w:t>
      </w:r>
      <w:proofErr w:type="spellEnd"/>
      <w:r w:rsidR="00B16BAA" w:rsidRPr="0089575C">
        <w:rPr>
          <w:rFonts w:ascii="Verdana" w:eastAsia="Times New Roman" w:hAnsi="Verdana" w:cs="Times New Roman"/>
          <w:szCs w:val="18"/>
        </w:rPr>
        <w:t>”</w:t>
      </w:r>
      <w:r w:rsidRPr="0089575C">
        <w:rPr>
          <w:rFonts w:ascii="Verdana" w:eastAsia="Times New Roman" w:hAnsi="Verdana" w:cs="Times New Roman"/>
          <w:szCs w:val="18"/>
        </w:rPr>
        <w:t xml:space="preserve"> nr Postępowania: </w:t>
      </w:r>
    </w:p>
    <w:p w14:paraId="6638D7F5" w14:textId="4E58387D" w:rsidR="00225CCB" w:rsidRPr="0089575C" w:rsidRDefault="00B16BAA" w:rsidP="005E68F4">
      <w:pPr>
        <w:jc w:val="both"/>
        <w:rPr>
          <w:rFonts w:ascii="Verdana" w:eastAsia="Times New Roman" w:hAnsi="Verdana" w:cs="Times New Roman"/>
          <w:szCs w:val="18"/>
        </w:rPr>
      </w:pPr>
      <w:r w:rsidRPr="0089575C">
        <w:rPr>
          <w:rFonts w:ascii="Verdana" w:eastAsia="Times New Roman" w:hAnsi="Verdana" w:cs="Times New Roman"/>
          <w:szCs w:val="18"/>
        </w:rPr>
        <w:t>POST/PGE/SYS/DZ/00</w:t>
      </w:r>
      <w:r w:rsidR="00406652">
        <w:rPr>
          <w:rFonts w:ascii="Verdana" w:eastAsia="Times New Roman" w:hAnsi="Verdana" w:cs="Times New Roman"/>
          <w:szCs w:val="18"/>
        </w:rPr>
        <w:t>204</w:t>
      </w:r>
      <w:r w:rsidRPr="0089575C">
        <w:rPr>
          <w:rFonts w:ascii="Verdana" w:eastAsia="Times New Roman" w:hAnsi="Verdana" w:cs="Times New Roman"/>
          <w:szCs w:val="18"/>
        </w:rPr>
        <w:t>/2025</w:t>
      </w:r>
    </w:p>
    <w:p w14:paraId="2DC1B4D6" w14:textId="49BC5890" w:rsidR="00225CCB" w:rsidRPr="0089575C" w:rsidRDefault="00225CCB" w:rsidP="005E68F4">
      <w:pPr>
        <w:jc w:val="both"/>
        <w:rPr>
          <w:rFonts w:ascii="Verdana" w:eastAsia="Times New Roman" w:hAnsi="Verdana" w:cs="Times New Roman"/>
          <w:b/>
          <w:szCs w:val="18"/>
        </w:rPr>
      </w:pPr>
      <w:r w:rsidRPr="0089575C">
        <w:rPr>
          <w:rFonts w:ascii="Verdana" w:eastAsia="Times New Roman" w:hAnsi="Verdana" w:cs="Times New Roman"/>
          <w:szCs w:val="18"/>
        </w:rPr>
        <w:t xml:space="preserve">Zgodnie z pkt </w:t>
      </w:r>
      <w:proofErr w:type="spellStart"/>
      <w:r w:rsidR="00481BB9" w:rsidRPr="0089575C">
        <w:rPr>
          <w:rFonts w:ascii="Verdana" w:eastAsia="Times New Roman" w:hAnsi="Verdana" w:cs="Times New Roman"/>
          <w:szCs w:val="18"/>
        </w:rPr>
        <w:t>pkt</w:t>
      </w:r>
      <w:proofErr w:type="spellEnd"/>
      <w:r w:rsidR="00481BB9" w:rsidRPr="0089575C">
        <w:rPr>
          <w:rFonts w:ascii="Verdana" w:eastAsia="Times New Roman" w:hAnsi="Verdana" w:cs="Times New Roman"/>
          <w:szCs w:val="18"/>
        </w:rPr>
        <w:t xml:space="preserve"> 5.</w:t>
      </w:r>
      <w:r w:rsidR="000459A1">
        <w:rPr>
          <w:rFonts w:ascii="Verdana" w:eastAsia="Times New Roman" w:hAnsi="Verdana" w:cs="Times New Roman"/>
          <w:szCs w:val="18"/>
        </w:rPr>
        <w:t>2.5</w:t>
      </w:r>
      <w:r w:rsidRPr="0089575C">
        <w:rPr>
          <w:rFonts w:ascii="Verdana" w:eastAsia="Times New Roman" w:hAnsi="Verdana" w:cs="Times New Roman"/>
          <w:szCs w:val="18"/>
        </w:rPr>
        <w:t xml:space="preserve"> SWZ, przedstawiamy wykaz doświadczenia należycie wykonanych lub wykonywanych przez Wykonawcę, w celu potwierdzenia spełniania warunku udziału w postępowaniu</w:t>
      </w:r>
      <w:r w:rsidR="00481BB9" w:rsidRPr="0089575C">
        <w:rPr>
          <w:rFonts w:ascii="Verdana" w:eastAsia="Times New Roman" w:hAnsi="Verdana" w:cs="Times New Roman"/>
          <w:szCs w:val="18"/>
        </w:rPr>
        <w:t xml:space="preserve"> określonego w pkt 5.1.3</w:t>
      </w:r>
      <w:r w:rsidR="000459A1">
        <w:rPr>
          <w:rFonts w:ascii="Verdana" w:eastAsia="Times New Roman" w:hAnsi="Verdana" w:cs="Times New Roman"/>
          <w:szCs w:val="18"/>
        </w:rPr>
        <w:t>.1</w:t>
      </w:r>
      <w:r w:rsidRPr="0089575C">
        <w:rPr>
          <w:rFonts w:ascii="Verdana" w:eastAsia="Times New Roman" w:hAnsi="Verdana" w:cs="Times New Roman"/>
          <w:szCs w:val="18"/>
        </w:rPr>
        <w:t xml:space="preserve"> SWZ:</w:t>
      </w:r>
    </w:p>
    <w:tbl>
      <w:tblPr>
        <w:tblW w:w="9214"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268"/>
        <w:gridCol w:w="1276"/>
        <w:gridCol w:w="1134"/>
        <w:gridCol w:w="1134"/>
        <w:gridCol w:w="1843"/>
        <w:gridCol w:w="1133"/>
      </w:tblGrid>
      <w:tr w:rsidR="00225CCB" w:rsidRPr="0089575C" w14:paraId="0014C2CB" w14:textId="77777777" w:rsidTr="005E68F4">
        <w:trPr>
          <w:cantSplit/>
          <w:trHeight w:val="731"/>
          <w:tblHeader/>
        </w:trPr>
        <w:tc>
          <w:tcPr>
            <w:tcW w:w="426" w:type="dxa"/>
            <w:vMerge w:val="restart"/>
            <w:tcBorders>
              <w:top w:val="single" w:sz="4" w:space="0" w:color="auto"/>
              <w:left w:val="single" w:sz="4" w:space="0" w:color="auto"/>
            </w:tcBorders>
            <w:shd w:val="clear" w:color="auto" w:fill="1A7466" w:themeFill="text2"/>
            <w:vAlign w:val="center"/>
          </w:tcPr>
          <w:p w14:paraId="7B433F9E" w14:textId="77777777" w:rsidR="00225CCB" w:rsidRPr="0089575C" w:rsidRDefault="00225CCB" w:rsidP="00225CCB">
            <w:pPr>
              <w:jc w:val="center"/>
              <w:rPr>
                <w:rFonts w:eastAsia="Times New Roman" w:cs="Calibri"/>
                <w:i/>
                <w:sz w:val="14"/>
                <w:szCs w:val="14"/>
              </w:rPr>
            </w:pPr>
          </w:p>
          <w:p w14:paraId="5DEC9458" w14:textId="77777777" w:rsidR="00225CCB" w:rsidRPr="0089575C" w:rsidRDefault="00225CCB" w:rsidP="00225CCB">
            <w:pPr>
              <w:jc w:val="center"/>
              <w:rPr>
                <w:rFonts w:eastAsia="Times New Roman" w:cs="Calibri"/>
                <w:i/>
                <w:sz w:val="14"/>
                <w:szCs w:val="14"/>
              </w:rPr>
            </w:pPr>
            <w:r w:rsidRPr="0089575C">
              <w:rPr>
                <w:rFonts w:eastAsia="Times New Roman" w:cs="Calibri"/>
                <w:i/>
                <w:sz w:val="14"/>
                <w:szCs w:val="14"/>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5803EF3A" w14:textId="77777777" w:rsidR="00225CCB" w:rsidRPr="0089575C" w:rsidRDefault="00225CCB" w:rsidP="00225CCB">
            <w:pPr>
              <w:jc w:val="center"/>
              <w:rPr>
                <w:rFonts w:eastAsia="Times New Roman" w:cs="Calibri"/>
                <w:i/>
                <w:sz w:val="14"/>
                <w:szCs w:val="14"/>
              </w:rPr>
            </w:pPr>
          </w:p>
          <w:p w14:paraId="29FD5632" w14:textId="77777777" w:rsidR="00225CCB" w:rsidRPr="0089575C" w:rsidRDefault="00225CCB" w:rsidP="00225CCB">
            <w:pPr>
              <w:jc w:val="center"/>
              <w:rPr>
                <w:rFonts w:eastAsia="Times New Roman" w:cs="Calibri"/>
                <w:i/>
                <w:sz w:val="14"/>
                <w:szCs w:val="14"/>
              </w:rPr>
            </w:pPr>
            <w:r w:rsidRPr="0089575C">
              <w:rPr>
                <w:rFonts w:eastAsia="Times New Roman" w:cs="Calibri"/>
                <w:i/>
                <w:sz w:val="14"/>
                <w:szCs w:val="14"/>
              </w:rPr>
              <w:t xml:space="preserve">Przedmiot Zamówienia </w:t>
            </w:r>
          </w:p>
          <w:p w14:paraId="76E072A2" w14:textId="77777777" w:rsidR="00225CCB" w:rsidRPr="0089575C" w:rsidRDefault="00225CCB" w:rsidP="00225CCB">
            <w:pPr>
              <w:jc w:val="center"/>
              <w:rPr>
                <w:rFonts w:eastAsia="Times New Roman" w:cs="Calibri"/>
                <w:i/>
                <w:sz w:val="14"/>
                <w:szCs w:val="14"/>
              </w:rPr>
            </w:pPr>
          </w:p>
        </w:tc>
        <w:tc>
          <w:tcPr>
            <w:tcW w:w="1276" w:type="dxa"/>
            <w:vMerge w:val="restart"/>
            <w:tcBorders>
              <w:top w:val="single" w:sz="4" w:space="0" w:color="auto"/>
            </w:tcBorders>
            <w:shd w:val="clear" w:color="auto" w:fill="1A7466" w:themeFill="text2"/>
          </w:tcPr>
          <w:p w14:paraId="1B9AB314" w14:textId="77777777" w:rsidR="00225CCB" w:rsidRPr="0089575C" w:rsidRDefault="00225CCB" w:rsidP="00225CCB">
            <w:pPr>
              <w:jc w:val="center"/>
              <w:rPr>
                <w:rFonts w:eastAsia="Times New Roman" w:cs="Calibri"/>
                <w:i/>
                <w:sz w:val="14"/>
                <w:szCs w:val="14"/>
              </w:rPr>
            </w:pPr>
          </w:p>
          <w:p w14:paraId="18D4D46B" w14:textId="77777777" w:rsidR="00225CCB" w:rsidRPr="0089575C" w:rsidRDefault="00225CCB" w:rsidP="00225CCB">
            <w:pPr>
              <w:jc w:val="center"/>
              <w:rPr>
                <w:rFonts w:eastAsia="Times New Roman" w:cs="Calibri"/>
                <w:i/>
                <w:sz w:val="14"/>
                <w:szCs w:val="14"/>
              </w:rPr>
            </w:pPr>
            <w:r w:rsidRPr="0089575C">
              <w:rPr>
                <w:rFonts w:eastAsia="Times New Roman" w:cs="Calibri"/>
                <w:i/>
                <w:sz w:val="14"/>
                <w:szCs w:val="14"/>
              </w:rPr>
              <w:t xml:space="preserve">Wartość zrealizowanych u/d/r </w:t>
            </w:r>
          </w:p>
        </w:tc>
        <w:tc>
          <w:tcPr>
            <w:tcW w:w="2268" w:type="dxa"/>
            <w:gridSpan w:val="2"/>
            <w:tcBorders>
              <w:top w:val="single" w:sz="4" w:space="0" w:color="auto"/>
              <w:bottom w:val="single" w:sz="4" w:space="0" w:color="auto"/>
            </w:tcBorders>
            <w:shd w:val="clear" w:color="auto" w:fill="1A7466" w:themeFill="text2"/>
            <w:vAlign w:val="center"/>
          </w:tcPr>
          <w:p w14:paraId="37E5D1A8" w14:textId="77777777" w:rsidR="00225CCB" w:rsidRPr="0089575C" w:rsidRDefault="00225CCB" w:rsidP="00225CCB">
            <w:pPr>
              <w:jc w:val="center"/>
              <w:rPr>
                <w:rFonts w:eastAsia="Times New Roman" w:cs="Calibri"/>
                <w:i/>
                <w:sz w:val="14"/>
                <w:szCs w:val="14"/>
              </w:rPr>
            </w:pPr>
            <w:r w:rsidRPr="0089575C">
              <w:rPr>
                <w:rFonts w:eastAsia="Times New Roman" w:cs="Calibri"/>
                <w:i/>
                <w:sz w:val="14"/>
                <w:szCs w:val="14"/>
              </w:rPr>
              <w:t>Termin  realizacji usługi/dostawy/robót</w:t>
            </w:r>
          </w:p>
        </w:tc>
        <w:tc>
          <w:tcPr>
            <w:tcW w:w="1843" w:type="dxa"/>
            <w:vMerge w:val="restart"/>
            <w:tcBorders>
              <w:top w:val="single" w:sz="4" w:space="0" w:color="auto"/>
              <w:left w:val="nil"/>
              <w:right w:val="single" w:sz="4" w:space="0" w:color="auto"/>
            </w:tcBorders>
            <w:shd w:val="clear" w:color="auto" w:fill="1A7466" w:themeFill="text2"/>
            <w:vAlign w:val="center"/>
          </w:tcPr>
          <w:p w14:paraId="06A8EA22" w14:textId="77777777" w:rsidR="00225CCB" w:rsidRPr="0089575C" w:rsidRDefault="00225CCB" w:rsidP="00225CCB">
            <w:pPr>
              <w:jc w:val="center"/>
              <w:rPr>
                <w:rFonts w:eastAsia="Times New Roman" w:cs="Calibri"/>
                <w:i/>
                <w:sz w:val="14"/>
                <w:szCs w:val="14"/>
              </w:rPr>
            </w:pPr>
          </w:p>
          <w:p w14:paraId="192AD480" w14:textId="77777777" w:rsidR="00225CCB" w:rsidRPr="0089575C" w:rsidRDefault="00225CCB" w:rsidP="00225CCB">
            <w:pPr>
              <w:jc w:val="center"/>
              <w:rPr>
                <w:rFonts w:eastAsia="Times New Roman" w:cs="Calibri"/>
                <w:i/>
                <w:sz w:val="14"/>
                <w:szCs w:val="14"/>
                <w:lang w:eastAsia="pl-PL"/>
              </w:rPr>
            </w:pPr>
            <w:r w:rsidRPr="0089575C">
              <w:rPr>
                <w:rFonts w:eastAsia="Times New Roman" w:cs="Calibri"/>
                <w:i/>
                <w:sz w:val="14"/>
                <w:szCs w:val="14"/>
                <w:lang w:eastAsia="pl-PL"/>
              </w:rPr>
              <w:t>Nazwa Odbiorcy</w:t>
            </w:r>
          </w:p>
          <w:p w14:paraId="1B26E42E" w14:textId="77777777" w:rsidR="00225CCB" w:rsidRPr="0089575C" w:rsidRDefault="00225CCB" w:rsidP="00225CCB">
            <w:pPr>
              <w:jc w:val="center"/>
              <w:rPr>
                <w:rFonts w:eastAsia="Times New Roman" w:cs="Calibri"/>
                <w:i/>
                <w:sz w:val="14"/>
                <w:szCs w:val="14"/>
                <w:lang w:eastAsia="pl-PL"/>
              </w:rPr>
            </w:pPr>
            <w:r w:rsidRPr="0089575C">
              <w:rPr>
                <w:rFonts w:eastAsia="Times New Roman" w:cs="Calibri"/>
                <w:i/>
                <w:sz w:val="14"/>
                <w:szCs w:val="14"/>
                <w:lang w:eastAsia="pl-PL"/>
              </w:rPr>
              <w:t>(wraz z adresem i nr telefonu)</w:t>
            </w:r>
          </w:p>
        </w:tc>
        <w:tc>
          <w:tcPr>
            <w:tcW w:w="1133" w:type="dxa"/>
            <w:vMerge w:val="restart"/>
            <w:tcBorders>
              <w:top w:val="single" w:sz="4" w:space="0" w:color="auto"/>
              <w:left w:val="nil"/>
              <w:right w:val="single" w:sz="4" w:space="0" w:color="auto"/>
            </w:tcBorders>
            <w:shd w:val="clear" w:color="auto" w:fill="1A7466" w:themeFill="text2"/>
          </w:tcPr>
          <w:p w14:paraId="3E0C7C99" w14:textId="77777777" w:rsidR="00225CCB" w:rsidRPr="0089575C" w:rsidRDefault="00225CCB" w:rsidP="00225CCB">
            <w:pPr>
              <w:jc w:val="center"/>
              <w:rPr>
                <w:rFonts w:eastAsia="Times New Roman" w:cs="Calibri"/>
                <w:i/>
                <w:sz w:val="14"/>
                <w:szCs w:val="14"/>
              </w:rPr>
            </w:pPr>
            <w:r w:rsidRPr="0089575C">
              <w:rPr>
                <w:rFonts w:eastAsia="Times New Roman" w:cs="Calibri"/>
                <w:i/>
                <w:sz w:val="14"/>
                <w:szCs w:val="14"/>
              </w:rPr>
              <w:t>W przypadku braku referencji czy załączono inny dokument lub oświadczenie Wykonawcy</w:t>
            </w:r>
          </w:p>
        </w:tc>
      </w:tr>
      <w:tr w:rsidR="00225CCB" w:rsidRPr="0089575C" w14:paraId="47E7970D" w14:textId="77777777" w:rsidTr="005E68F4">
        <w:trPr>
          <w:cantSplit/>
          <w:trHeight w:val="218"/>
          <w:tblHeader/>
        </w:trPr>
        <w:tc>
          <w:tcPr>
            <w:tcW w:w="426" w:type="dxa"/>
            <w:vMerge/>
            <w:tcBorders>
              <w:left w:val="single" w:sz="4" w:space="0" w:color="auto"/>
            </w:tcBorders>
            <w:vAlign w:val="center"/>
          </w:tcPr>
          <w:p w14:paraId="3781849E" w14:textId="77777777" w:rsidR="00225CCB" w:rsidRPr="0089575C" w:rsidRDefault="00225CCB" w:rsidP="00225CCB">
            <w:pPr>
              <w:jc w:val="center"/>
              <w:rPr>
                <w:rFonts w:eastAsia="Times New Roman" w:cs="Calibri"/>
                <w:i/>
                <w:szCs w:val="18"/>
              </w:rPr>
            </w:pPr>
          </w:p>
        </w:tc>
        <w:tc>
          <w:tcPr>
            <w:tcW w:w="2268" w:type="dxa"/>
            <w:vMerge/>
            <w:tcBorders>
              <w:top w:val="nil"/>
              <w:right w:val="single" w:sz="4" w:space="0" w:color="auto"/>
            </w:tcBorders>
            <w:vAlign w:val="center"/>
          </w:tcPr>
          <w:p w14:paraId="7EC974F1" w14:textId="77777777" w:rsidR="00225CCB" w:rsidRPr="0089575C" w:rsidRDefault="00225CCB" w:rsidP="00225CCB">
            <w:pPr>
              <w:jc w:val="center"/>
              <w:rPr>
                <w:rFonts w:eastAsia="Times New Roman" w:cs="Calibri"/>
                <w:i/>
                <w:szCs w:val="18"/>
              </w:rPr>
            </w:pPr>
          </w:p>
        </w:tc>
        <w:tc>
          <w:tcPr>
            <w:tcW w:w="1276" w:type="dxa"/>
            <w:vMerge/>
          </w:tcPr>
          <w:p w14:paraId="11983D56" w14:textId="77777777" w:rsidR="00225CCB" w:rsidRPr="0089575C" w:rsidRDefault="00225CCB" w:rsidP="00225CCB">
            <w:pPr>
              <w:jc w:val="center"/>
              <w:rPr>
                <w:rFonts w:eastAsia="Times New Roman" w:cs="Calibri"/>
                <w:i/>
                <w:szCs w:val="18"/>
              </w:rPr>
            </w:pPr>
          </w:p>
        </w:tc>
        <w:tc>
          <w:tcPr>
            <w:tcW w:w="1134" w:type="dxa"/>
            <w:tcBorders>
              <w:top w:val="nil"/>
            </w:tcBorders>
            <w:shd w:val="clear" w:color="auto" w:fill="1A7466" w:themeFill="text2"/>
            <w:vAlign w:val="center"/>
          </w:tcPr>
          <w:p w14:paraId="1875C26B" w14:textId="77777777" w:rsidR="00225CCB" w:rsidRPr="0089575C" w:rsidRDefault="00225CCB" w:rsidP="00225CCB">
            <w:pPr>
              <w:jc w:val="center"/>
              <w:rPr>
                <w:rFonts w:eastAsia="Times New Roman" w:cs="Calibri"/>
                <w:i/>
                <w:sz w:val="14"/>
                <w:szCs w:val="14"/>
              </w:rPr>
            </w:pPr>
            <w:r w:rsidRPr="0089575C">
              <w:rPr>
                <w:rFonts w:eastAsia="Times New Roman" w:cs="Calibri"/>
                <w:i/>
                <w:sz w:val="14"/>
                <w:szCs w:val="14"/>
              </w:rPr>
              <w:t>Data</w:t>
            </w:r>
          </w:p>
          <w:p w14:paraId="78B042DB" w14:textId="77777777" w:rsidR="00225CCB" w:rsidRPr="0089575C" w:rsidRDefault="00307E83" w:rsidP="00225CCB">
            <w:pPr>
              <w:jc w:val="center"/>
              <w:rPr>
                <w:rFonts w:eastAsia="Times New Roman" w:cs="Calibri"/>
                <w:i/>
                <w:sz w:val="14"/>
                <w:szCs w:val="14"/>
              </w:rPr>
            </w:pPr>
            <w:r w:rsidRPr="0089575C">
              <w:rPr>
                <w:rFonts w:eastAsia="Times New Roman" w:cs="Calibri"/>
                <w:i/>
                <w:sz w:val="14"/>
                <w:szCs w:val="14"/>
              </w:rPr>
              <w:t>r</w:t>
            </w:r>
            <w:r w:rsidR="00225CCB" w:rsidRPr="0089575C">
              <w:rPr>
                <w:rFonts w:eastAsia="Times New Roman" w:cs="Calibri"/>
                <w:i/>
                <w:sz w:val="14"/>
                <w:szCs w:val="14"/>
              </w:rPr>
              <w:t>ozpoczęcia</w:t>
            </w:r>
          </w:p>
        </w:tc>
        <w:tc>
          <w:tcPr>
            <w:tcW w:w="1134" w:type="dxa"/>
            <w:tcBorders>
              <w:top w:val="nil"/>
              <w:right w:val="single" w:sz="4" w:space="0" w:color="auto"/>
            </w:tcBorders>
            <w:shd w:val="clear" w:color="auto" w:fill="1A7466" w:themeFill="text2"/>
            <w:vAlign w:val="center"/>
          </w:tcPr>
          <w:p w14:paraId="1D01D069" w14:textId="77777777" w:rsidR="00225CCB" w:rsidRPr="0089575C" w:rsidRDefault="00225CCB" w:rsidP="00225CCB">
            <w:pPr>
              <w:jc w:val="center"/>
              <w:rPr>
                <w:rFonts w:eastAsia="Times New Roman" w:cs="Calibri"/>
                <w:i/>
                <w:sz w:val="14"/>
                <w:szCs w:val="14"/>
              </w:rPr>
            </w:pPr>
            <w:r w:rsidRPr="0089575C">
              <w:rPr>
                <w:rFonts w:eastAsia="Times New Roman" w:cs="Calibri"/>
                <w:i/>
                <w:sz w:val="14"/>
                <w:szCs w:val="14"/>
              </w:rPr>
              <w:t>Data</w:t>
            </w:r>
          </w:p>
          <w:p w14:paraId="69A50191" w14:textId="77777777" w:rsidR="00225CCB" w:rsidRPr="0089575C" w:rsidRDefault="00225CCB" w:rsidP="00225CCB">
            <w:pPr>
              <w:jc w:val="center"/>
              <w:rPr>
                <w:rFonts w:eastAsia="Times New Roman" w:cs="Calibri"/>
                <w:i/>
                <w:sz w:val="14"/>
                <w:szCs w:val="14"/>
              </w:rPr>
            </w:pPr>
            <w:r w:rsidRPr="0089575C">
              <w:rPr>
                <w:rFonts w:eastAsia="Times New Roman" w:cs="Calibri"/>
                <w:i/>
                <w:sz w:val="14"/>
                <w:szCs w:val="14"/>
              </w:rPr>
              <w:t>zakończenia</w:t>
            </w:r>
          </w:p>
        </w:tc>
        <w:tc>
          <w:tcPr>
            <w:tcW w:w="1843" w:type="dxa"/>
            <w:vMerge/>
            <w:tcBorders>
              <w:left w:val="single" w:sz="4" w:space="0" w:color="auto"/>
              <w:bottom w:val="single" w:sz="4" w:space="0" w:color="auto"/>
              <w:right w:val="single" w:sz="4" w:space="0" w:color="auto"/>
            </w:tcBorders>
          </w:tcPr>
          <w:p w14:paraId="7A3A0511" w14:textId="77777777" w:rsidR="00225CCB" w:rsidRPr="0089575C" w:rsidRDefault="00225CCB" w:rsidP="00225CCB">
            <w:pPr>
              <w:jc w:val="center"/>
              <w:rPr>
                <w:rFonts w:eastAsia="Times New Roman" w:cs="Calibri"/>
                <w:i/>
                <w:szCs w:val="18"/>
              </w:rPr>
            </w:pPr>
          </w:p>
        </w:tc>
        <w:tc>
          <w:tcPr>
            <w:tcW w:w="1133" w:type="dxa"/>
            <w:vMerge/>
            <w:tcBorders>
              <w:left w:val="single" w:sz="4" w:space="0" w:color="auto"/>
              <w:bottom w:val="single" w:sz="4" w:space="0" w:color="auto"/>
              <w:right w:val="single" w:sz="4" w:space="0" w:color="auto"/>
            </w:tcBorders>
          </w:tcPr>
          <w:p w14:paraId="1EE164E0" w14:textId="77777777" w:rsidR="00225CCB" w:rsidRPr="0089575C" w:rsidRDefault="00225CCB" w:rsidP="00225CCB">
            <w:pPr>
              <w:jc w:val="center"/>
              <w:rPr>
                <w:rFonts w:eastAsia="Times New Roman" w:cs="Calibri"/>
                <w:i/>
                <w:szCs w:val="18"/>
              </w:rPr>
            </w:pPr>
          </w:p>
        </w:tc>
      </w:tr>
      <w:tr w:rsidR="00225CCB" w:rsidRPr="0089575C" w14:paraId="50C12A53" w14:textId="77777777" w:rsidTr="005E68F4">
        <w:trPr>
          <w:trHeight w:val="443"/>
        </w:trPr>
        <w:tc>
          <w:tcPr>
            <w:tcW w:w="426" w:type="dxa"/>
          </w:tcPr>
          <w:p w14:paraId="1A9AB7F9" w14:textId="77777777" w:rsidR="00225CCB" w:rsidRPr="0089575C" w:rsidRDefault="00225CCB" w:rsidP="00225CCB">
            <w:pPr>
              <w:numPr>
                <w:ilvl w:val="0"/>
                <w:numId w:val="14"/>
              </w:numPr>
              <w:tabs>
                <w:tab w:val="left" w:pos="376"/>
              </w:tabs>
              <w:autoSpaceDE w:val="0"/>
              <w:autoSpaceDN w:val="0"/>
              <w:spacing w:before="120" w:after="200" w:line="259" w:lineRule="auto"/>
              <w:ind w:hanging="614"/>
              <w:rPr>
                <w:rFonts w:eastAsia="Times New Roman" w:cs="Calibri"/>
                <w:szCs w:val="18"/>
              </w:rPr>
            </w:pPr>
          </w:p>
        </w:tc>
        <w:tc>
          <w:tcPr>
            <w:tcW w:w="2268" w:type="dxa"/>
            <w:tcBorders>
              <w:right w:val="single" w:sz="4" w:space="0" w:color="auto"/>
            </w:tcBorders>
          </w:tcPr>
          <w:p w14:paraId="3C9094AA" w14:textId="77777777" w:rsidR="00225CCB" w:rsidRPr="0089575C" w:rsidRDefault="00225CCB" w:rsidP="00225CCB">
            <w:pPr>
              <w:spacing w:before="120"/>
              <w:rPr>
                <w:rFonts w:eastAsia="Times New Roman" w:cs="Calibri"/>
                <w:szCs w:val="18"/>
              </w:rPr>
            </w:pPr>
          </w:p>
        </w:tc>
        <w:tc>
          <w:tcPr>
            <w:tcW w:w="1276" w:type="dxa"/>
            <w:tcBorders>
              <w:bottom w:val="single" w:sz="4" w:space="0" w:color="auto"/>
            </w:tcBorders>
          </w:tcPr>
          <w:p w14:paraId="11A402FF" w14:textId="77777777" w:rsidR="00225CCB" w:rsidRPr="0089575C" w:rsidRDefault="00225CCB" w:rsidP="00225CCB">
            <w:pPr>
              <w:spacing w:before="120"/>
              <w:rPr>
                <w:rFonts w:eastAsia="Times New Roman" w:cs="Calibri"/>
                <w:szCs w:val="18"/>
              </w:rPr>
            </w:pPr>
          </w:p>
        </w:tc>
        <w:tc>
          <w:tcPr>
            <w:tcW w:w="1134" w:type="dxa"/>
            <w:tcBorders>
              <w:top w:val="nil"/>
              <w:bottom w:val="single" w:sz="4" w:space="0" w:color="auto"/>
            </w:tcBorders>
          </w:tcPr>
          <w:p w14:paraId="5C139DD1" w14:textId="77777777" w:rsidR="00225CCB" w:rsidRPr="0089575C" w:rsidRDefault="00225CCB" w:rsidP="00225CCB">
            <w:pPr>
              <w:spacing w:before="120"/>
              <w:rPr>
                <w:rFonts w:eastAsia="Times New Roman" w:cs="Calibri"/>
                <w:szCs w:val="18"/>
              </w:rPr>
            </w:pPr>
          </w:p>
        </w:tc>
        <w:tc>
          <w:tcPr>
            <w:tcW w:w="1134" w:type="dxa"/>
            <w:tcBorders>
              <w:top w:val="nil"/>
              <w:bottom w:val="single" w:sz="4" w:space="0" w:color="auto"/>
              <w:right w:val="single" w:sz="4" w:space="0" w:color="auto"/>
            </w:tcBorders>
          </w:tcPr>
          <w:p w14:paraId="779A4911" w14:textId="77777777" w:rsidR="00225CCB" w:rsidRPr="0089575C" w:rsidRDefault="00225CCB" w:rsidP="00225CCB">
            <w:pPr>
              <w:spacing w:before="120"/>
              <w:rPr>
                <w:rFonts w:eastAsia="Times New Roman" w:cs="Calibri"/>
                <w:szCs w:val="18"/>
              </w:rPr>
            </w:pPr>
          </w:p>
        </w:tc>
        <w:tc>
          <w:tcPr>
            <w:tcW w:w="1843" w:type="dxa"/>
            <w:tcBorders>
              <w:top w:val="single" w:sz="4" w:space="0" w:color="auto"/>
              <w:left w:val="single" w:sz="4" w:space="0" w:color="auto"/>
              <w:bottom w:val="single" w:sz="4" w:space="0" w:color="auto"/>
              <w:right w:val="single" w:sz="4" w:space="0" w:color="auto"/>
            </w:tcBorders>
          </w:tcPr>
          <w:p w14:paraId="74F211D3" w14:textId="77777777" w:rsidR="00225CCB" w:rsidRPr="0089575C" w:rsidRDefault="00225CCB" w:rsidP="00225CCB">
            <w:pPr>
              <w:spacing w:before="120"/>
              <w:rPr>
                <w:rFonts w:eastAsia="Times New Roman" w:cs="Calibri"/>
                <w:szCs w:val="18"/>
              </w:rPr>
            </w:pPr>
          </w:p>
        </w:tc>
        <w:tc>
          <w:tcPr>
            <w:tcW w:w="1133" w:type="dxa"/>
            <w:tcBorders>
              <w:top w:val="single" w:sz="4" w:space="0" w:color="auto"/>
              <w:left w:val="single" w:sz="4" w:space="0" w:color="auto"/>
              <w:bottom w:val="single" w:sz="4" w:space="0" w:color="auto"/>
              <w:right w:val="single" w:sz="4" w:space="0" w:color="auto"/>
            </w:tcBorders>
          </w:tcPr>
          <w:p w14:paraId="05A2C737" w14:textId="77777777" w:rsidR="00225CCB" w:rsidRPr="0089575C" w:rsidRDefault="00225CCB" w:rsidP="00225CCB">
            <w:pPr>
              <w:spacing w:before="120"/>
              <w:rPr>
                <w:rFonts w:eastAsia="Times New Roman" w:cs="Calibri"/>
                <w:szCs w:val="18"/>
              </w:rPr>
            </w:pPr>
          </w:p>
        </w:tc>
      </w:tr>
      <w:tr w:rsidR="00225CCB" w:rsidRPr="0089575C" w14:paraId="6A7046EE" w14:textId="77777777" w:rsidTr="005E68F4">
        <w:trPr>
          <w:trHeight w:val="632"/>
        </w:trPr>
        <w:tc>
          <w:tcPr>
            <w:tcW w:w="426" w:type="dxa"/>
          </w:tcPr>
          <w:p w14:paraId="1D81857A" w14:textId="77777777" w:rsidR="00225CCB" w:rsidRPr="0089575C" w:rsidRDefault="00225CCB" w:rsidP="00225CCB">
            <w:pPr>
              <w:numPr>
                <w:ilvl w:val="0"/>
                <w:numId w:val="14"/>
              </w:numPr>
              <w:tabs>
                <w:tab w:val="left" w:pos="376"/>
              </w:tabs>
              <w:autoSpaceDE w:val="0"/>
              <w:autoSpaceDN w:val="0"/>
              <w:spacing w:before="120" w:after="200" w:line="259" w:lineRule="auto"/>
              <w:ind w:hanging="614"/>
              <w:rPr>
                <w:rFonts w:eastAsia="Times New Roman" w:cs="Calibri"/>
                <w:szCs w:val="18"/>
              </w:rPr>
            </w:pPr>
          </w:p>
        </w:tc>
        <w:tc>
          <w:tcPr>
            <w:tcW w:w="2268" w:type="dxa"/>
            <w:tcBorders>
              <w:right w:val="single" w:sz="4" w:space="0" w:color="auto"/>
            </w:tcBorders>
          </w:tcPr>
          <w:p w14:paraId="0CEA4C33" w14:textId="77777777" w:rsidR="00225CCB" w:rsidRPr="0089575C" w:rsidRDefault="00225CCB" w:rsidP="00225CCB">
            <w:pPr>
              <w:spacing w:before="120"/>
              <w:rPr>
                <w:rFonts w:eastAsia="Times New Roman" w:cs="Calibri"/>
                <w:szCs w:val="18"/>
              </w:rPr>
            </w:pPr>
          </w:p>
        </w:tc>
        <w:tc>
          <w:tcPr>
            <w:tcW w:w="1276" w:type="dxa"/>
            <w:tcBorders>
              <w:top w:val="single" w:sz="4" w:space="0" w:color="auto"/>
              <w:bottom w:val="single" w:sz="4" w:space="0" w:color="auto"/>
            </w:tcBorders>
          </w:tcPr>
          <w:p w14:paraId="137A00D2" w14:textId="77777777" w:rsidR="00225CCB" w:rsidRPr="0089575C" w:rsidRDefault="00225CCB" w:rsidP="00225CCB">
            <w:pPr>
              <w:spacing w:before="120"/>
              <w:rPr>
                <w:rFonts w:eastAsia="Times New Roman" w:cs="Calibri"/>
                <w:szCs w:val="18"/>
              </w:rPr>
            </w:pPr>
          </w:p>
        </w:tc>
        <w:tc>
          <w:tcPr>
            <w:tcW w:w="1134" w:type="dxa"/>
            <w:tcBorders>
              <w:top w:val="single" w:sz="4" w:space="0" w:color="auto"/>
              <w:bottom w:val="single" w:sz="4" w:space="0" w:color="auto"/>
            </w:tcBorders>
          </w:tcPr>
          <w:p w14:paraId="4A7E25EC" w14:textId="77777777" w:rsidR="00225CCB" w:rsidRPr="0089575C" w:rsidRDefault="00225CCB" w:rsidP="00225CCB">
            <w:pPr>
              <w:spacing w:before="120"/>
              <w:rPr>
                <w:rFonts w:eastAsia="Times New Roman" w:cs="Calibri"/>
                <w:szCs w:val="18"/>
              </w:rPr>
            </w:pPr>
          </w:p>
        </w:tc>
        <w:tc>
          <w:tcPr>
            <w:tcW w:w="1134" w:type="dxa"/>
            <w:tcBorders>
              <w:top w:val="single" w:sz="4" w:space="0" w:color="auto"/>
              <w:bottom w:val="single" w:sz="4" w:space="0" w:color="auto"/>
              <w:right w:val="single" w:sz="4" w:space="0" w:color="auto"/>
            </w:tcBorders>
          </w:tcPr>
          <w:p w14:paraId="648199F6" w14:textId="77777777" w:rsidR="00225CCB" w:rsidRPr="0089575C" w:rsidRDefault="00225CCB" w:rsidP="00225CCB">
            <w:pPr>
              <w:spacing w:before="120"/>
              <w:rPr>
                <w:rFonts w:eastAsia="Times New Roman" w:cs="Calibri"/>
                <w:szCs w:val="18"/>
              </w:rPr>
            </w:pPr>
          </w:p>
        </w:tc>
        <w:tc>
          <w:tcPr>
            <w:tcW w:w="1843" w:type="dxa"/>
            <w:tcBorders>
              <w:top w:val="single" w:sz="4" w:space="0" w:color="auto"/>
              <w:left w:val="single" w:sz="4" w:space="0" w:color="auto"/>
              <w:bottom w:val="single" w:sz="4" w:space="0" w:color="auto"/>
              <w:right w:val="single" w:sz="4" w:space="0" w:color="auto"/>
            </w:tcBorders>
          </w:tcPr>
          <w:p w14:paraId="5AFC5A4B" w14:textId="77777777" w:rsidR="00225CCB" w:rsidRPr="0089575C" w:rsidRDefault="00225CCB" w:rsidP="00225CCB">
            <w:pPr>
              <w:spacing w:before="120"/>
              <w:rPr>
                <w:rFonts w:eastAsia="Times New Roman" w:cs="Calibri"/>
                <w:szCs w:val="18"/>
              </w:rPr>
            </w:pPr>
          </w:p>
        </w:tc>
        <w:tc>
          <w:tcPr>
            <w:tcW w:w="1133" w:type="dxa"/>
            <w:tcBorders>
              <w:top w:val="single" w:sz="4" w:space="0" w:color="auto"/>
              <w:left w:val="single" w:sz="4" w:space="0" w:color="auto"/>
              <w:bottom w:val="single" w:sz="4" w:space="0" w:color="auto"/>
              <w:right w:val="single" w:sz="4" w:space="0" w:color="auto"/>
            </w:tcBorders>
          </w:tcPr>
          <w:p w14:paraId="1E20C69D" w14:textId="77777777" w:rsidR="00225CCB" w:rsidRPr="0089575C" w:rsidRDefault="00225CCB" w:rsidP="00225CCB">
            <w:pPr>
              <w:spacing w:before="120"/>
              <w:rPr>
                <w:rFonts w:eastAsia="Times New Roman" w:cs="Calibri"/>
                <w:szCs w:val="18"/>
              </w:rPr>
            </w:pPr>
          </w:p>
        </w:tc>
      </w:tr>
      <w:tr w:rsidR="00225CCB" w:rsidRPr="0089575C" w14:paraId="5F087BA2" w14:textId="77777777" w:rsidTr="005E68F4">
        <w:trPr>
          <w:trHeight w:val="443"/>
        </w:trPr>
        <w:tc>
          <w:tcPr>
            <w:tcW w:w="426" w:type="dxa"/>
          </w:tcPr>
          <w:p w14:paraId="705E06C1" w14:textId="77777777" w:rsidR="00225CCB" w:rsidRPr="0089575C" w:rsidRDefault="00225CCB" w:rsidP="00225CCB">
            <w:pPr>
              <w:numPr>
                <w:ilvl w:val="0"/>
                <w:numId w:val="14"/>
              </w:numPr>
              <w:tabs>
                <w:tab w:val="left" w:pos="376"/>
              </w:tabs>
              <w:autoSpaceDE w:val="0"/>
              <w:autoSpaceDN w:val="0"/>
              <w:spacing w:before="120" w:after="200" w:line="259" w:lineRule="auto"/>
              <w:ind w:hanging="614"/>
              <w:rPr>
                <w:rFonts w:eastAsia="Times New Roman" w:cs="Calibri"/>
                <w:szCs w:val="18"/>
              </w:rPr>
            </w:pPr>
          </w:p>
        </w:tc>
        <w:tc>
          <w:tcPr>
            <w:tcW w:w="2268" w:type="dxa"/>
            <w:tcBorders>
              <w:right w:val="single" w:sz="4" w:space="0" w:color="auto"/>
            </w:tcBorders>
          </w:tcPr>
          <w:p w14:paraId="62360256" w14:textId="77777777" w:rsidR="00225CCB" w:rsidRPr="0089575C" w:rsidRDefault="00225CCB" w:rsidP="00225CCB">
            <w:pPr>
              <w:spacing w:before="120"/>
              <w:rPr>
                <w:rFonts w:eastAsia="Times New Roman" w:cs="Calibri"/>
                <w:szCs w:val="18"/>
              </w:rPr>
            </w:pPr>
          </w:p>
        </w:tc>
        <w:tc>
          <w:tcPr>
            <w:tcW w:w="1276" w:type="dxa"/>
          </w:tcPr>
          <w:p w14:paraId="4D04908E" w14:textId="77777777" w:rsidR="00225CCB" w:rsidRPr="0089575C" w:rsidRDefault="00225CCB" w:rsidP="00225CCB">
            <w:pPr>
              <w:spacing w:before="120"/>
              <w:rPr>
                <w:rFonts w:eastAsia="Times New Roman" w:cs="Calibri"/>
                <w:szCs w:val="18"/>
              </w:rPr>
            </w:pPr>
          </w:p>
        </w:tc>
        <w:tc>
          <w:tcPr>
            <w:tcW w:w="1134" w:type="dxa"/>
            <w:tcBorders>
              <w:top w:val="nil"/>
            </w:tcBorders>
          </w:tcPr>
          <w:p w14:paraId="432A8655" w14:textId="77777777" w:rsidR="00225CCB" w:rsidRPr="0089575C" w:rsidRDefault="00225CCB" w:rsidP="00225CCB">
            <w:pPr>
              <w:spacing w:before="120"/>
              <w:rPr>
                <w:rFonts w:eastAsia="Times New Roman" w:cs="Calibri"/>
                <w:szCs w:val="18"/>
              </w:rPr>
            </w:pPr>
          </w:p>
        </w:tc>
        <w:tc>
          <w:tcPr>
            <w:tcW w:w="1134" w:type="dxa"/>
            <w:tcBorders>
              <w:top w:val="nil"/>
              <w:right w:val="single" w:sz="4" w:space="0" w:color="auto"/>
            </w:tcBorders>
          </w:tcPr>
          <w:p w14:paraId="51703030" w14:textId="77777777" w:rsidR="00225CCB" w:rsidRPr="0089575C" w:rsidRDefault="00225CCB" w:rsidP="00225CCB">
            <w:pPr>
              <w:spacing w:before="120"/>
              <w:rPr>
                <w:rFonts w:eastAsia="Times New Roman" w:cs="Calibri"/>
                <w:szCs w:val="18"/>
              </w:rPr>
            </w:pPr>
          </w:p>
        </w:tc>
        <w:tc>
          <w:tcPr>
            <w:tcW w:w="1843" w:type="dxa"/>
            <w:tcBorders>
              <w:top w:val="single" w:sz="4" w:space="0" w:color="auto"/>
              <w:left w:val="single" w:sz="4" w:space="0" w:color="auto"/>
              <w:bottom w:val="single" w:sz="4" w:space="0" w:color="auto"/>
              <w:right w:val="single" w:sz="4" w:space="0" w:color="auto"/>
            </w:tcBorders>
          </w:tcPr>
          <w:p w14:paraId="57F57BF3" w14:textId="77777777" w:rsidR="00225CCB" w:rsidRPr="0089575C" w:rsidRDefault="00225CCB" w:rsidP="00225CCB">
            <w:pPr>
              <w:spacing w:before="120"/>
              <w:rPr>
                <w:rFonts w:eastAsia="Times New Roman" w:cs="Calibri"/>
                <w:szCs w:val="18"/>
              </w:rPr>
            </w:pPr>
          </w:p>
        </w:tc>
        <w:tc>
          <w:tcPr>
            <w:tcW w:w="1133" w:type="dxa"/>
            <w:tcBorders>
              <w:top w:val="single" w:sz="4" w:space="0" w:color="auto"/>
              <w:left w:val="single" w:sz="4" w:space="0" w:color="auto"/>
              <w:bottom w:val="single" w:sz="4" w:space="0" w:color="auto"/>
              <w:right w:val="single" w:sz="4" w:space="0" w:color="auto"/>
            </w:tcBorders>
          </w:tcPr>
          <w:p w14:paraId="7FA1034C" w14:textId="77777777" w:rsidR="00225CCB" w:rsidRPr="0089575C" w:rsidRDefault="00225CCB" w:rsidP="00225CCB">
            <w:pPr>
              <w:spacing w:before="120"/>
              <w:rPr>
                <w:rFonts w:eastAsia="Times New Roman" w:cs="Calibri"/>
                <w:szCs w:val="18"/>
              </w:rPr>
            </w:pPr>
          </w:p>
        </w:tc>
      </w:tr>
    </w:tbl>
    <w:p w14:paraId="637BEDF6" w14:textId="77777777" w:rsidR="00225CCB" w:rsidRPr="0089575C" w:rsidRDefault="00225CCB" w:rsidP="00225CCB">
      <w:pPr>
        <w:tabs>
          <w:tab w:val="left" w:pos="7652"/>
        </w:tabs>
        <w:rPr>
          <w:rFonts w:ascii="Verdana" w:eastAsia="Verdana" w:hAnsi="Verdana" w:cs="Times New Roman"/>
        </w:rPr>
      </w:pPr>
    </w:p>
    <w:p w14:paraId="2464D6BA" w14:textId="77777777" w:rsidR="00225CCB" w:rsidRPr="0089575C" w:rsidRDefault="00225CCB" w:rsidP="00225CCB">
      <w:pPr>
        <w:tabs>
          <w:tab w:val="left" w:pos="7652"/>
        </w:tabs>
        <w:jc w:val="both"/>
        <w:rPr>
          <w:rFonts w:ascii="Verdana" w:eastAsia="Verdana" w:hAnsi="Verdana" w:cs="Times New Roman"/>
          <w:i/>
          <w:sz w:val="14"/>
          <w:szCs w:val="14"/>
        </w:rPr>
      </w:pPr>
      <w:r w:rsidRPr="0089575C">
        <w:rPr>
          <w:rFonts w:ascii="Verdana" w:eastAsia="Verdana" w:hAnsi="Verdana" w:cs="Times New Roman"/>
          <w:i/>
          <w:sz w:val="14"/>
          <w:szCs w:val="14"/>
        </w:rPr>
        <w:t>UWAGA!</w:t>
      </w:r>
    </w:p>
    <w:p w14:paraId="4B8E67AD" w14:textId="77777777" w:rsidR="00225CCB" w:rsidRPr="0089575C" w:rsidRDefault="00225CCB" w:rsidP="00225CCB">
      <w:pPr>
        <w:tabs>
          <w:tab w:val="left" w:pos="7652"/>
        </w:tabs>
        <w:jc w:val="both"/>
        <w:rPr>
          <w:rFonts w:ascii="Verdana" w:eastAsia="Verdana" w:hAnsi="Verdana" w:cs="Times New Roman"/>
          <w:i/>
          <w:sz w:val="14"/>
          <w:szCs w:val="14"/>
        </w:rPr>
      </w:pPr>
      <w:r w:rsidRPr="0089575C">
        <w:rPr>
          <w:rFonts w:ascii="Verdana" w:eastAsia="Verdana" w:hAnsi="Verdana" w:cs="Times New Roman"/>
          <w:i/>
          <w:sz w:val="14"/>
          <w:szCs w:val="14"/>
        </w:rPr>
        <w:t>Należy dostosować ilość wierszy do ilości wykazywanych zadań.</w:t>
      </w:r>
    </w:p>
    <w:p w14:paraId="312C23FA" w14:textId="77777777" w:rsidR="00225CCB" w:rsidRPr="0089575C" w:rsidRDefault="00225CCB" w:rsidP="00225CCB">
      <w:pPr>
        <w:tabs>
          <w:tab w:val="left" w:pos="7652"/>
        </w:tabs>
        <w:spacing w:after="160" w:line="259" w:lineRule="auto"/>
        <w:contextualSpacing/>
        <w:jc w:val="both"/>
        <w:rPr>
          <w:rFonts w:ascii="Verdana" w:eastAsia="Verdana" w:hAnsi="Verdana" w:cs="Times New Roman"/>
          <w:i/>
          <w:sz w:val="14"/>
          <w:szCs w:val="14"/>
        </w:rPr>
      </w:pPr>
      <w:r w:rsidRPr="0089575C">
        <w:rPr>
          <w:rFonts w:ascii="Verdana" w:eastAsia="Verdana" w:hAnsi="Verdana" w:cs="Times New Roman"/>
          <w:i/>
          <w:sz w:val="14"/>
          <w:szCs w:val="14"/>
        </w:rPr>
        <w:t>Należy dołączyć referencje lub inne dokumenty potwierdzające należyte wykonanie usług. W przypadku braku tych dokumentów, Zamawiający będzie traktować wykaz jako oświadczenie własne wykonawcy o należytej realizacji wskazanych usług.</w:t>
      </w:r>
      <w:r w:rsidRPr="0089575C">
        <w:rPr>
          <w:rFonts w:ascii="Verdana" w:eastAsia="Verdana" w:hAnsi="Verdana" w:cs="Times New Roman"/>
          <w:i/>
          <w:sz w:val="14"/>
          <w:szCs w:val="14"/>
        </w:rPr>
        <w:tab/>
      </w:r>
    </w:p>
    <w:p w14:paraId="056CF648" w14:textId="77777777" w:rsidR="00225CCB" w:rsidRPr="0089575C" w:rsidRDefault="00225CCB" w:rsidP="00225CCB">
      <w:pPr>
        <w:tabs>
          <w:tab w:val="left" w:pos="7652"/>
        </w:tabs>
        <w:jc w:val="both"/>
        <w:rPr>
          <w:rFonts w:ascii="Verdana" w:eastAsia="Verdana" w:hAnsi="Verdana" w:cs="Times New Roman"/>
        </w:rPr>
      </w:pPr>
    </w:p>
    <w:p w14:paraId="4030CE12" w14:textId="77777777" w:rsidR="00225CCB" w:rsidRPr="0089575C" w:rsidRDefault="00225CCB" w:rsidP="00225CCB"/>
    <w:p w14:paraId="2B5E5EEF" w14:textId="77777777" w:rsidR="00225CCB" w:rsidRPr="0089575C" w:rsidRDefault="00225CCB" w:rsidP="00225CCB"/>
    <w:p w14:paraId="5E6CBADC" w14:textId="77777777" w:rsidR="00225CCB" w:rsidRPr="0089575C" w:rsidRDefault="00225CCB" w:rsidP="00225CCB"/>
    <w:p w14:paraId="0C496111" w14:textId="77777777" w:rsidR="00225CCB" w:rsidRPr="0089575C" w:rsidRDefault="00225CCB" w:rsidP="00225CCB"/>
    <w:p w14:paraId="761D862A" w14:textId="77777777" w:rsidR="00225CCB" w:rsidRPr="0089575C" w:rsidRDefault="00225CCB" w:rsidP="00225CCB"/>
    <w:p w14:paraId="65B0F3EA" w14:textId="77777777" w:rsidR="00225CCB" w:rsidRPr="0089575C" w:rsidRDefault="00225CCB" w:rsidP="00225CCB"/>
    <w:p w14:paraId="508A3F2F" w14:textId="77777777" w:rsidR="00225CCB" w:rsidRPr="0089575C" w:rsidRDefault="00225CCB" w:rsidP="00225CCB">
      <w:pPr>
        <w:tabs>
          <w:tab w:val="left" w:pos="851"/>
        </w:tabs>
        <w:suppressAutoHyphens/>
        <w:spacing w:after="0" w:line="276" w:lineRule="auto"/>
        <w:ind w:left="5529" w:hanging="4820"/>
        <w:jc w:val="both"/>
        <w:rPr>
          <w:rFonts w:eastAsia="Times New Roman" w:cs="Calibri"/>
          <w:szCs w:val="18"/>
        </w:rPr>
      </w:pPr>
      <w:r w:rsidRPr="0089575C">
        <w:rPr>
          <w:rFonts w:eastAsia="Times New Roman" w:cs="Calibri"/>
          <w:szCs w:val="18"/>
        </w:rPr>
        <w:t xml:space="preserve">___________________, dn. ___________                                      </w:t>
      </w:r>
    </w:p>
    <w:p w14:paraId="62A6CC7B" w14:textId="77777777" w:rsidR="00225CCB" w:rsidRPr="0089575C" w:rsidRDefault="00225CCB" w:rsidP="00225CCB">
      <w:pPr>
        <w:tabs>
          <w:tab w:val="left" w:pos="851"/>
        </w:tabs>
        <w:suppressAutoHyphens/>
        <w:spacing w:after="0"/>
        <w:ind w:left="5529" w:right="68"/>
        <w:jc w:val="both"/>
        <w:rPr>
          <w:rFonts w:eastAsia="Times New Roman" w:cs="Calibri"/>
          <w:i/>
          <w:sz w:val="14"/>
          <w:szCs w:val="14"/>
        </w:rPr>
      </w:pPr>
      <w:r w:rsidRPr="0089575C">
        <w:rPr>
          <w:rFonts w:eastAsia="Times New Roman" w:cs="Calibri"/>
          <w:i/>
          <w:sz w:val="14"/>
          <w:szCs w:val="14"/>
        </w:rPr>
        <w:t>Podpis(-y) osoby(-</w:t>
      </w:r>
      <w:proofErr w:type="spellStart"/>
      <w:r w:rsidRPr="0089575C">
        <w:rPr>
          <w:rFonts w:eastAsia="Times New Roman" w:cs="Calibri"/>
          <w:i/>
          <w:sz w:val="14"/>
          <w:szCs w:val="14"/>
        </w:rPr>
        <w:t>ób</w:t>
      </w:r>
      <w:proofErr w:type="spellEnd"/>
      <w:r w:rsidRPr="0089575C">
        <w:rPr>
          <w:rFonts w:eastAsia="Times New Roman" w:cs="Calibri"/>
          <w:i/>
          <w:sz w:val="14"/>
          <w:szCs w:val="14"/>
        </w:rPr>
        <w:t>) uprawnionej(-</w:t>
      </w:r>
      <w:proofErr w:type="spellStart"/>
      <w:r w:rsidRPr="0089575C">
        <w:rPr>
          <w:rFonts w:eastAsia="Times New Roman" w:cs="Calibri"/>
          <w:i/>
          <w:sz w:val="14"/>
          <w:szCs w:val="14"/>
        </w:rPr>
        <w:t>ych</w:t>
      </w:r>
      <w:proofErr w:type="spellEnd"/>
      <w:r w:rsidRPr="0089575C">
        <w:rPr>
          <w:rFonts w:eastAsia="Times New Roman" w:cs="Calibri"/>
          <w:i/>
          <w:sz w:val="14"/>
          <w:szCs w:val="14"/>
        </w:rPr>
        <w:t xml:space="preserve">) do składania oświadczeń woli w imieniu Wykonawcy </w:t>
      </w:r>
    </w:p>
    <w:p w14:paraId="33FF85CB" w14:textId="77777777" w:rsidR="00225CCB" w:rsidRPr="0089575C" w:rsidRDefault="00225CCB" w:rsidP="00225CCB">
      <w:pPr>
        <w:tabs>
          <w:tab w:val="left" w:pos="7652"/>
        </w:tabs>
        <w:jc w:val="both"/>
        <w:rPr>
          <w:rFonts w:ascii="Verdana" w:eastAsia="Verdana" w:hAnsi="Verdana" w:cs="Times New Roman"/>
          <w:b/>
          <w:sz w:val="14"/>
          <w:szCs w:val="14"/>
        </w:rPr>
      </w:pPr>
    </w:p>
    <w:p w14:paraId="6CBC80EE" w14:textId="77777777" w:rsidR="002A76A8" w:rsidRDefault="002A76A8">
      <w:pPr>
        <w:rPr>
          <w:b/>
        </w:rPr>
      </w:pPr>
      <w:r>
        <w:rPr>
          <w:b/>
        </w:rPr>
        <w:br w:type="page"/>
      </w:r>
    </w:p>
    <w:p w14:paraId="16AB0F8B" w14:textId="77777777" w:rsidR="00225CCB" w:rsidRPr="0089575C" w:rsidRDefault="00225CCB" w:rsidP="007969F6">
      <w:pPr>
        <w:pStyle w:val="Akapitzlist"/>
        <w:jc w:val="right"/>
        <w:rPr>
          <w:b/>
        </w:rPr>
      </w:pPr>
    </w:p>
    <w:p w14:paraId="3B7FFC52" w14:textId="6C81DD5D" w:rsidR="00D81F08" w:rsidRPr="0089575C" w:rsidRDefault="00D81F08" w:rsidP="007969F6">
      <w:pPr>
        <w:pStyle w:val="Akapitzlist"/>
        <w:jc w:val="right"/>
        <w:rPr>
          <w:b/>
        </w:rPr>
      </w:pPr>
      <w:r w:rsidRPr="0089575C">
        <w:rPr>
          <w:b/>
        </w:rPr>
        <w:t xml:space="preserve">ZAŁĄCZNIK NR </w:t>
      </w:r>
      <w:r w:rsidR="00406652">
        <w:rPr>
          <w:b/>
        </w:rPr>
        <w:t>4</w:t>
      </w:r>
      <w:r w:rsidR="00621D7C" w:rsidRPr="0089575C">
        <w:rPr>
          <w:b/>
        </w:rPr>
        <w:t xml:space="preserve"> </w:t>
      </w:r>
      <w:r w:rsidRPr="0089575C">
        <w:rPr>
          <w:b/>
        </w:rPr>
        <w:t>DO SWZ – PROJEKT UMOWY</w:t>
      </w:r>
      <w:r w:rsidR="000459A1">
        <w:rPr>
          <w:b/>
        </w:rPr>
        <w:t xml:space="preserve"> </w:t>
      </w:r>
    </w:p>
    <w:p w14:paraId="55E53B5D" w14:textId="77777777" w:rsidR="007F0328" w:rsidRDefault="007F0328" w:rsidP="007F0328">
      <w:pPr>
        <w:pStyle w:val="Akapitzlist"/>
        <w:ind w:left="2136" w:firstLine="696"/>
        <w:jc w:val="center"/>
        <w:rPr>
          <w:bCs/>
          <w:i/>
          <w:iCs/>
        </w:rPr>
      </w:pPr>
    </w:p>
    <w:p w14:paraId="37FFB1CD" w14:textId="3ABF3F1E" w:rsidR="00D81F08" w:rsidRPr="007F0328" w:rsidRDefault="007F0328" w:rsidP="007F0328">
      <w:pPr>
        <w:pStyle w:val="Akapitzlist"/>
        <w:ind w:left="2844" w:firstLine="696"/>
        <w:jc w:val="center"/>
        <w:rPr>
          <w:bCs/>
          <w:i/>
          <w:iCs/>
        </w:rPr>
      </w:pPr>
      <w:r w:rsidRPr="007F0328">
        <w:rPr>
          <w:bCs/>
          <w:i/>
          <w:iCs/>
        </w:rPr>
        <w:t>Dokument w osobnym pliku</w:t>
      </w:r>
    </w:p>
    <w:p w14:paraId="6754E168" w14:textId="77777777" w:rsidR="002A76A8" w:rsidRPr="007F0328" w:rsidRDefault="002A76A8" w:rsidP="007F0328">
      <w:pPr>
        <w:jc w:val="center"/>
        <w:rPr>
          <w:bCs/>
          <w:i/>
          <w:iCs/>
        </w:rPr>
      </w:pPr>
      <w:r w:rsidRPr="007F0328">
        <w:rPr>
          <w:bCs/>
          <w:i/>
          <w:iCs/>
        </w:rPr>
        <w:br w:type="page"/>
      </w:r>
    </w:p>
    <w:p w14:paraId="3E584E1D" w14:textId="77777777" w:rsidR="0035204E" w:rsidRPr="0089575C" w:rsidRDefault="0035204E" w:rsidP="007969F6">
      <w:pPr>
        <w:pStyle w:val="Akapitzlist"/>
      </w:pPr>
    </w:p>
    <w:p w14:paraId="5CB987A0" w14:textId="7F9C9304" w:rsidR="00A633AE" w:rsidRPr="0089575C" w:rsidRDefault="00D81F08" w:rsidP="007969F6">
      <w:pPr>
        <w:shd w:val="clear" w:color="auto" w:fill="FFFFFF" w:themeFill="background1"/>
        <w:spacing w:before="120" w:after="120" w:line="276" w:lineRule="auto"/>
        <w:jc w:val="right"/>
        <w:outlineLvl w:val="0"/>
        <w:rPr>
          <w:rFonts w:eastAsia="Times New Roman" w:cs="Calibri"/>
          <w:b/>
          <w:szCs w:val="18"/>
        </w:rPr>
      </w:pPr>
      <w:r w:rsidRPr="0089575C">
        <w:rPr>
          <w:rFonts w:eastAsia="Times New Roman" w:cs="Calibri"/>
          <w:b/>
          <w:szCs w:val="18"/>
        </w:rPr>
        <w:t xml:space="preserve">ZAŁĄCZNIK NR </w:t>
      </w:r>
      <w:r w:rsidR="00FF3796">
        <w:rPr>
          <w:rFonts w:eastAsia="Times New Roman" w:cs="Calibri"/>
          <w:b/>
          <w:szCs w:val="18"/>
        </w:rPr>
        <w:t>5</w:t>
      </w:r>
      <w:r w:rsidR="00621D7C" w:rsidRPr="0089575C">
        <w:rPr>
          <w:rFonts w:eastAsia="Times New Roman" w:cs="Calibri"/>
          <w:b/>
          <w:szCs w:val="18"/>
        </w:rPr>
        <w:t xml:space="preserve"> </w:t>
      </w:r>
      <w:r w:rsidRPr="0089575C">
        <w:rPr>
          <w:rFonts w:eastAsia="Times New Roman" w:cs="Calibri"/>
          <w:b/>
          <w:szCs w:val="18"/>
        </w:rPr>
        <w:t xml:space="preserve">DO </w:t>
      </w:r>
      <w:r w:rsidR="0035204E" w:rsidRPr="0089575C">
        <w:rPr>
          <w:rFonts w:eastAsia="Times New Roman" w:cs="Calibri"/>
          <w:b/>
          <w:szCs w:val="18"/>
        </w:rPr>
        <w:t xml:space="preserve">SWZ – </w:t>
      </w:r>
      <w:r w:rsidRPr="0089575C">
        <w:rPr>
          <w:rFonts w:eastAsia="Times New Roman" w:cs="Calibri"/>
          <w:b/>
          <w:szCs w:val="18"/>
        </w:rPr>
        <w:t xml:space="preserve">OŚWIADCZENIE WYKONAWCY POTWIERDZAJĄCE </w:t>
      </w:r>
    </w:p>
    <w:p w14:paraId="5494DDD7" w14:textId="77777777" w:rsidR="0035204E" w:rsidRPr="0089575C" w:rsidRDefault="00D81F08" w:rsidP="007969F6">
      <w:pPr>
        <w:shd w:val="clear" w:color="auto" w:fill="FFFFFF" w:themeFill="background1"/>
        <w:spacing w:before="120" w:after="120" w:line="276" w:lineRule="auto"/>
        <w:jc w:val="right"/>
        <w:outlineLvl w:val="0"/>
        <w:rPr>
          <w:rFonts w:eastAsia="Times New Roman" w:cs="Calibri"/>
          <w:b/>
          <w:szCs w:val="18"/>
        </w:rPr>
      </w:pPr>
      <w:r w:rsidRPr="0089575C">
        <w:rPr>
          <w:rFonts w:eastAsia="Times New Roman" w:cs="Calibri"/>
          <w:b/>
          <w:szCs w:val="18"/>
        </w:rPr>
        <w:t xml:space="preserve">BRAK PODSTAW WYKLUCZENIA </w:t>
      </w:r>
    </w:p>
    <w:p w14:paraId="5E7CC372" w14:textId="0BC13AB9" w:rsidR="0035204E" w:rsidRPr="0089575C" w:rsidRDefault="00406652" w:rsidP="00406652">
      <w:pPr>
        <w:spacing w:before="120" w:after="120" w:line="276" w:lineRule="auto"/>
        <w:ind w:left="6372"/>
        <w:jc w:val="both"/>
        <w:rPr>
          <w:rFonts w:eastAsia="Times New Roman" w:cs="Arial"/>
          <w:b/>
          <w:szCs w:val="18"/>
        </w:rPr>
      </w:pPr>
      <w:r>
        <w:rPr>
          <w:rFonts w:ascii="Trebuchet MS" w:eastAsia="Times New Roman" w:hAnsi="Trebuchet MS" w:cs="Times New Roman"/>
          <w:b/>
          <w:sz w:val="22"/>
        </w:rPr>
        <w:t xml:space="preserve">        </w:t>
      </w:r>
      <w:r w:rsidR="0035204E" w:rsidRPr="0089575C">
        <w:rPr>
          <w:rFonts w:eastAsia="Times New Roman" w:cs="Arial"/>
          <w:b/>
          <w:szCs w:val="18"/>
        </w:rPr>
        <w:t>Zamawiający:</w:t>
      </w:r>
    </w:p>
    <w:p w14:paraId="7362DB88" w14:textId="77777777" w:rsidR="008F25B3" w:rsidRPr="0089575C" w:rsidRDefault="008F25B3" w:rsidP="008F25B3">
      <w:pPr>
        <w:jc w:val="right"/>
      </w:pPr>
      <w:r w:rsidRPr="0089575C">
        <w:t>PGE Systemy S.A.</w:t>
      </w:r>
    </w:p>
    <w:p w14:paraId="328CD88F" w14:textId="77777777" w:rsidR="008F25B3" w:rsidRPr="0089575C" w:rsidRDefault="008F25B3" w:rsidP="008F25B3">
      <w:pPr>
        <w:jc w:val="right"/>
      </w:pPr>
      <w:r w:rsidRPr="0089575C">
        <w:t>Ul. Sienna 39</w:t>
      </w:r>
    </w:p>
    <w:p w14:paraId="605CAC01" w14:textId="77777777" w:rsidR="008F25B3" w:rsidRPr="0089575C" w:rsidRDefault="008F25B3" w:rsidP="008F25B3">
      <w:pPr>
        <w:jc w:val="right"/>
      </w:pPr>
      <w:r w:rsidRPr="0089575C">
        <w:t>00-121 Warszawa</w:t>
      </w:r>
    </w:p>
    <w:p w14:paraId="5E3F9C32" w14:textId="77777777" w:rsidR="0035204E" w:rsidRPr="0089575C" w:rsidRDefault="0035204E" w:rsidP="007969F6">
      <w:pPr>
        <w:spacing w:before="120" w:after="120" w:line="276" w:lineRule="auto"/>
        <w:jc w:val="both"/>
        <w:rPr>
          <w:rFonts w:eastAsia="Times New Roman" w:cs="Arial"/>
          <w:b/>
          <w:szCs w:val="18"/>
        </w:rPr>
      </w:pPr>
      <w:r w:rsidRPr="0089575C">
        <w:rPr>
          <w:rFonts w:eastAsia="Times New Roman" w:cs="Arial"/>
          <w:b/>
          <w:szCs w:val="18"/>
        </w:rPr>
        <w:t>Wykonawca:</w:t>
      </w:r>
    </w:p>
    <w:p w14:paraId="49581157" w14:textId="77777777" w:rsidR="0035204E" w:rsidRPr="0089575C" w:rsidRDefault="0035204E" w:rsidP="007969F6">
      <w:pPr>
        <w:spacing w:before="120" w:after="120" w:line="276" w:lineRule="auto"/>
        <w:ind w:right="5954"/>
        <w:jc w:val="both"/>
        <w:rPr>
          <w:rFonts w:eastAsia="Times New Roman" w:cs="Arial"/>
          <w:szCs w:val="18"/>
        </w:rPr>
      </w:pPr>
      <w:r w:rsidRPr="0089575C">
        <w:rPr>
          <w:rFonts w:eastAsia="Times New Roman" w:cs="Arial"/>
          <w:szCs w:val="18"/>
        </w:rPr>
        <w:t>…………………………………………………</w:t>
      </w:r>
    </w:p>
    <w:p w14:paraId="529E1504" w14:textId="77777777" w:rsidR="0035204E" w:rsidRPr="0089575C" w:rsidRDefault="0035204E" w:rsidP="007969F6">
      <w:pPr>
        <w:spacing w:before="120" w:after="120" w:line="276" w:lineRule="auto"/>
        <w:ind w:right="5954"/>
        <w:jc w:val="both"/>
        <w:rPr>
          <w:rFonts w:eastAsia="Times New Roman" w:cs="Arial"/>
          <w:szCs w:val="18"/>
        </w:rPr>
      </w:pPr>
      <w:r w:rsidRPr="0089575C">
        <w:rPr>
          <w:rFonts w:eastAsia="Times New Roman" w:cs="Arial"/>
          <w:szCs w:val="18"/>
        </w:rPr>
        <w:t>……………………………..…………………</w:t>
      </w:r>
    </w:p>
    <w:p w14:paraId="15990F33" w14:textId="77777777" w:rsidR="0035204E" w:rsidRPr="0089575C" w:rsidRDefault="0035204E" w:rsidP="007969F6">
      <w:pPr>
        <w:spacing w:before="120" w:after="120" w:line="276" w:lineRule="auto"/>
        <w:ind w:right="5954"/>
        <w:jc w:val="both"/>
        <w:rPr>
          <w:rFonts w:eastAsia="Times New Roman" w:cs="Arial"/>
          <w:szCs w:val="18"/>
        </w:rPr>
      </w:pPr>
      <w:r w:rsidRPr="0089575C">
        <w:rPr>
          <w:rFonts w:eastAsia="Times New Roman" w:cs="Arial"/>
          <w:szCs w:val="18"/>
        </w:rPr>
        <w:t>…………………………………………………</w:t>
      </w:r>
    </w:p>
    <w:p w14:paraId="2BE8DBB7" w14:textId="77777777" w:rsidR="0035204E" w:rsidRPr="0089575C" w:rsidRDefault="0035204E" w:rsidP="007969F6">
      <w:pPr>
        <w:spacing w:before="120" w:after="120" w:line="276" w:lineRule="auto"/>
        <w:ind w:right="5953"/>
        <w:jc w:val="both"/>
        <w:rPr>
          <w:rFonts w:eastAsia="Times New Roman" w:cs="Arial"/>
          <w:i/>
          <w:szCs w:val="18"/>
        </w:rPr>
      </w:pPr>
      <w:r w:rsidRPr="0089575C">
        <w:rPr>
          <w:rFonts w:eastAsia="Times New Roman" w:cs="Arial"/>
          <w:i/>
          <w:szCs w:val="18"/>
        </w:rPr>
        <w:t>(pełna nazwa/firma, adres, w zależności od podmiotu: NIP/PESEL, KRS/</w:t>
      </w:r>
      <w:proofErr w:type="spellStart"/>
      <w:r w:rsidRPr="0089575C">
        <w:rPr>
          <w:rFonts w:eastAsia="Times New Roman" w:cs="Arial"/>
          <w:i/>
          <w:szCs w:val="18"/>
        </w:rPr>
        <w:t>CEiDG</w:t>
      </w:r>
      <w:proofErr w:type="spellEnd"/>
      <w:r w:rsidRPr="0089575C">
        <w:rPr>
          <w:rFonts w:eastAsia="Times New Roman" w:cs="Arial"/>
          <w:i/>
          <w:szCs w:val="18"/>
        </w:rPr>
        <w:t>)</w:t>
      </w:r>
    </w:p>
    <w:p w14:paraId="1F41BA33" w14:textId="77777777" w:rsidR="0035204E" w:rsidRPr="0089575C" w:rsidRDefault="0035204E" w:rsidP="007969F6">
      <w:pPr>
        <w:spacing w:before="120" w:after="120" w:line="276" w:lineRule="auto"/>
        <w:jc w:val="both"/>
        <w:rPr>
          <w:rFonts w:eastAsia="Times New Roman" w:cs="Arial"/>
          <w:szCs w:val="18"/>
          <w:u w:val="single"/>
        </w:rPr>
      </w:pPr>
    </w:p>
    <w:p w14:paraId="3790EB47" w14:textId="77777777" w:rsidR="0035204E" w:rsidRPr="0089575C" w:rsidRDefault="0035204E" w:rsidP="007969F6">
      <w:pPr>
        <w:spacing w:before="120" w:after="120" w:line="276" w:lineRule="auto"/>
        <w:jc w:val="both"/>
        <w:rPr>
          <w:rFonts w:eastAsia="Times New Roman" w:cs="Arial"/>
          <w:szCs w:val="18"/>
          <w:u w:val="single"/>
        </w:rPr>
      </w:pPr>
      <w:r w:rsidRPr="0089575C">
        <w:rPr>
          <w:rFonts w:eastAsia="Times New Roman" w:cs="Arial"/>
          <w:szCs w:val="18"/>
          <w:u w:val="single"/>
        </w:rPr>
        <w:t>reprezentowany przez:</w:t>
      </w:r>
    </w:p>
    <w:p w14:paraId="4D9ED7D6" w14:textId="77777777" w:rsidR="0035204E" w:rsidRPr="0089575C" w:rsidRDefault="0035204E" w:rsidP="007969F6">
      <w:pPr>
        <w:spacing w:before="120" w:after="120" w:line="276" w:lineRule="auto"/>
        <w:ind w:right="5954"/>
        <w:jc w:val="both"/>
        <w:rPr>
          <w:rFonts w:eastAsia="Times New Roman" w:cs="Arial"/>
          <w:szCs w:val="18"/>
        </w:rPr>
      </w:pPr>
      <w:r w:rsidRPr="0089575C">
        <w:rPr>
          <w:rFonts w:eastAsia="Times New Roman" w:cs="Arial"/>
          <w:szCs w:val="18"/>
        </w:rPr>
        <w:t>…………………………………………………</w:t>
      </w:r>
    </w:p>
    <w:p w14:paraId="61CB0CCC" w14:textId="77777777" w:rsidR="0035204E" w:rsidRPr="0089575C" w:rsidRDefault="0035204E" w:rsidP="007969F6">
      <w:pPr>
        <w:spacing w:before="120" w:after="120" w:line="276" w:lineRule="auto"/>
        <w:ind w:right="5954"/>
        <w:jc w:val="both"/>
        <w:rPr>
          <w:rFonts w:eastAsia="Times New Roman" w:cs="Arial"/>
          <w:szCs w:val="18"/>
        </w:rPr>
      </w:pPr>
      <w:r w:rsidRPr="0089575C">
        <w:rPr>
          <w:rFonts w:eastAsia="Times New Roman" w:cs="Arial"/>
          <w:szCs w:val="18"/>
        </w:rPr>
        <w:t>………………………..………………………</w:t>
      </w:r>
    </w:p>
    <w:p w14:paraId="45B6E911" w14:textId="77777777" w:rsidR="0035204E" w:rsidRPr="0089575C" w:rsidRDefault="0035204E" w:rsidP="007969F6">
      <w:pPr>
        <w:spacing w:before="120" w:after="120" w:line="276" w:lineRule="auto"/>
        <w:ind w:right="5953"/>
        <w:jc w:val="both"/>
        <w:rPr>
          <w:rFonts w:eastAsia="Times New Roman" w:cs="Arial"/>
          <w:i/>
          <w:szCs w:val="18"/>
        </w:rPr>
      </w:pPr>
      <w:r w:rsidRPr="0089575C">
        <w:rPr>
          <w:rFonts w:eastAsia="Times New Roman" w:cs="Arial"/>
          <w:i/>
          <w:szCs w:val="18"/>
        </w:rPr>
        <w:t>(imię, nazwisko, stanowisko/podstawa do reprezentacji)</w:t>
      </w:r>
    </w:p>
    <w:p w14:paraId="15180DCA" w14:textId="77777777" w:rsidR="0035204E" w:rsidRPr="0089575C" w:rsidRDefault="0035204E" w:rsidP="007969F6">
      <w:pPr>
        <w:spacing w:before="120" w:after="120" w:line="276" w:lineRule="auto"/>
        <w:jc w:val="center"/>
        <w:rPr>
          <w:rFonts w:ascii="Trebuchet MS" w:eastAsia="Times New Roman" w:hAnsi="Trebuchet MS" w:cs="Arial"/>
          <w:b/>
          <w:color w:val="1A7466" w:themeColor="text2"/>
          <w:sz w:val="32"/>
          <w:szCs w:val="32"/>
          <w:u w:val="single"/>
        </w:rPr>
      </w:pPr>
      <w:r w:rsidRPr="0089575C">
        <w:rPr>
          <w:rFonts w:ascii="Trebuchet MS" w:eastAsia="Times New Roman" w:hAnsi="Trebuchet MS" w:cs="Arial"/>
          <w:b/>
          <w:color w:val="1A7466" w:themeColor="text2"/>
          <w:sz w:val="32"/>
          <w:szCs w:val="32"/>
          <w:u w:val="single"/>
        </w:rPr>
        <w:t xml:space="preserve">Oświadczenia wykonawcy/wykonawcy wspólnie ubiegającego się o udzielenie zamówienia </w:t>
      </w:r>
    </w:p>
    <w:p w14:paraId="56D5C557" w14:textId="77777777" w:rsidR="0035204E" w:rsidRPr="0089575C" w:rsidRDefault="0035204E" w:rsidP="007969F6">
      <w:pPr>
        <w:spacing w:before="120" w:after="120" w:line="276" w:lineRule="auto"/>
        <w:jc w:val="center"/>
        <w:rPr>
          <w:rFonts w:ascii="Trebuchet MS" w:eastAsia="Times New Roman" w:hAnsi="Trebuchet MS" w:cs="Arial"/>
          <w:b/>
          <w:caps/>
          <w:sz w:val="22"/>
          <w:u w:val="single"/>
        </w:rPr>
      </w:pPr>
      <w:r w:rsidRPr="0089575C">
        <w:rPr>
          <w:rFonts w:ascii="Trebuchet MS" w:eastAsia="Times New Roman" w:hAnsi="Trebuchet MS" w:cs="Arial"/>
          <w:b/>
          <w:color w:val="1A7466" w:themeColor="text2"/>
          <w:sz w:val="32"/>
          <w:szCs w:val="32"/>
          <w:u w:val="single"/>
        </w:rPr>
        <w:t xml:space="preserve">DOTYCZĄCE PRZESŁANEK WYKLUCZENIA Z ART. 5K ROZPORZĄDZENIA 833/2014 ORAZ ART. 7 UST. 1 USTAWY </w:t>
      </w:r>
      <w:r w:rsidRPr="0089575C">
        <w:rPr>
          <w:rFonts w:ascii="Trebuchet MS" w:eastAsia="Times New Roman" w:hAnsi="Trebuchet MS" w:cs="Arial"/>
          <w:b/>
          <w:caps/>
          <w:color w:val="1A7466" w:themeColor="text2"/>
          <w:sz w:val="32"/>
          <w:szCs w:val="32"/>
          <w:u w:val="single"/>
        </w:rPr>
        <w:t>o szczególnych rozwiązaniach w zakresie przeciwdziałania wspieraniu agresji na Ukrainę oraz służących ochronie bezpieczeństwa narodowego</w:t>
      </w:r>
    </w:p>
    <w:p w14:paraId="620074F8" w14:textId="77777777" w:rsidR="0035204E" w:rsidRPr="0089575C" w:rsidRDefault="0035204E" w:rsidP="007969F6">
      <w:pPr>
        <w:spacing w:before="120" w:after="120" w:line="276" w:lineRule="auto"/>
        <w:jc w:val="center"/>
        <w:rPr>
          <w:rFonts w:ascii="Trebuchet MS" w:eastAsia="Times New Roman" w:hAnsi="Trebuchet MS" w:cs="Arial"/>
          <w:b/>
          <w:caps/>
          <w:sz w:val="22"/>
          <w:u w:val="single"/>
        </w:rPr>
      </w:pPr>
    </w:p>
    <w:p w14:paraId="46942A2E" w14:textId="00B18131" w:rsidR="0035204E" w:rsidRPr="0089575C" w:rsidRDefault="0035204E" w:rsidP="007969F6">
      <w:pPr>
        <w:tabs>
          <w:tab w:val="center" w:pos="4536"/>
          <w:tab w:val="right" w:pos="9072"/>
        </w:tabs>
        <w:spacing w:before="40" w:after="240"/>
        <w:jc w:val="both"/>
        <w:rPr>
          <w:rFonts w:eastAsia="Times New Roman" w:cs="Arial"/>
          <w:szCs w:val="18"/>
        </w:rPr>
      </w:pPr>
      <w:r w:rsidRPr="0089575C">
        <w:rPr>
          <w:rFonts w:eastAsia="Times New Roman" w:cs="Arial"/>
          <w:szCs w:val="18"/>
        </w:rPr>
        <w:t xml:space="preserve">Na potrzeby postępowania o udzielenie zamówienia niepublicznego pn. </w:t>
      </w:r>
      <w:r w:rsidR="00B16BAA" w:rsidRPr="0089575C">
        <w:rPr>
          <w:rFonts w:eastAsia="Times New Roman" w:cs="Arial"/>
          <w:szCs w:val="18"/>
        </w:rPr>
        <w:t>„</w:t>
      </w:r>
      <w:r w:rsidR="00406652" w:rsidRPr="00406652">
        <w:rPr>
          <w:rFonts w:eastAsia="Times New Roman" w:cs="Arial"/>
          <w:b/>
          <w:szCs w:val="18"/>
        </w:rPr>
        <w:t xml:space="preserve">Zakup usługi aktualizacji oprogramowania </w:t>
      </w:r>
      <w:proofErr w:type="spellStart"/>
      <w:r w:rsidR="00406652" w:rsidRPr="00406652">
        <w:rPr>
          <w:rFonts w:eastAsia="Times New Roman" w:cs="Arial"/>
          <w:b/>
          <w:szCs w:val="18"/>
        </w:rPr>
        <w:t>Vertica</w:t>
      </w:r>
      <w:proofErr w:type="spellEnd"/>
      <w:r w:rsidR="00B16BAA" w:rsidRPr="0089575C">
        <w:rPr>
          <w:rFonts w:eastAsia="Times New Roman" w:cs="Arial"/>
          <w:b/>
          <w:i/>
          <w:szCs w:val="18"/>
        </w:rPr>
        <w:t>”</w:t>
      </w:r>
      <w:r w:rsidRPr="0089575C">
        <w:rPr>
          <w:rFonts w:eastAsia="Times New Roman" w:cs="Arial"/>
          <w:szCs w:val="18"/>
        </w:rPr>
        <w:t>,</w:t>
      </w:r>
      <w:r w:rsidR="00C93907" w:rsidRPr="0089575C">
        <w:rPr>
          <w:rFonts w:eastAsia="Times New Roman" w:cs="Arial"/>
          <w:szCs w:val="18"/>
        </w:rPr>
        <w:t xml:space="preserve"> nr Postępowania</w:t>
      </w:r>
      <w:r w:rsidRPr="0089575C">
        <w:rPr>
          <w:rFonts w:eastAsia="Times New Roman" w:cs="Arial"/>
          <w:szCs w:val="18"/>
        </w:rPr>
        <w:t xml:space="preserve">: </w:t>
      </w:r>
      <w:r w:rsidR="00B16BAA" w:rsidRPr="0089575C">
        <w:rPr>
          <w:rFonts w:eastAsia="Times New Roman" w:cs="Arial"/>
          <w:szCs w:val="18"/>
        </w:rPr>
        <w:t>POST/PGE/SYS/DZ/00</w:t>
      </w:r>
      <w:r w:rsidR="00406652">
        <w:rPr>
          <w:rFonts w:eastAsia="Times New Roman" w:cs="Arial"/>
          <w:szCs w:val="18"/>
        </w:rPr>
        <w:t>204</w:t>
      </w:r>
      <w:r w:rsidR="00B16BAA" w:rsidRPr="0089575C">
        <w:rPr>
          <w:rFonts w:eastAsia="Times New Roman" w:cs="Arial"/>
          <w:szCs w:val="18"/>
        </w:rPr>
        <w:t xml:space="preserve">/2025, </w:t>
      </w:r>
      <w:r w:rsidRPr="0089575C">
        <w:rPr>
          <w:rFonts w:eastAsia="Times New Roman" w:cs="Arial"/>
          <w:szCs w:val="18"/>
        </w:rPr>
        <w:t>prowadzonego przez ……………...</w:t>
      </w:r>
      <w:r w:rsidRPr="0089575C">
        <w:rPr>
          <w:rFonts w:eastAsia="Times New Roman" w:cs="Arial"/>
          <w:i/>
          <w:szCs w:val="18"/>
        </w:rPr>
        <w:t xml:space="preserve">, </w:t>
      </w:r>
      <w:r w:rsidRPr="0089575C">
        <w:rPr>
          <w:rFonts w:eastAsia="Times New Roman" w:cs="Arial"/>
          <w:szCs w:val="18"/>
        </w:rPr>
        <w:t>oświadczam, co następuje:</w:t>
      </w:r>
    </w:p>
    <w:p w14:paraId="3D23099E" w14:textId="77777777" w:rsidR="0035204E" w:rsidRPr="0089575C" w:rsidRDefault="0035204E" w:rsidP="007969F6">
      <w:pPr>
        <w:shd w:val="clear" w:color="auto" w:fill="1A7466" w:themeFill="text2"/>
        <w:spacing w:before="40" w:after="240"/>
        <w:jc w:val="both"/>
        <w:rPr>
          <w:rFonts w:asciiTheme="majorHAnsi" w:eastAsia="Times New Roman" w:hAnsiTheme="majorHAnsi" w:cs="Arial"/>
          <w:b/>
          <w:sz w:val="22"/>
        </w:rPr>
      </w:pPr>
      <w:r w:rsidRPr="0089575C">
        <w:rPr>
          <w:rFonts w:asciiTheme="majorHAnsi" w:eastAsia="Times New Roman" w:hAnsiTheme="majorHAnsi" w:cs="Arial"/>
          <w:b/>
          <w:sz w:val="22"/>
        </w:rPr>
        <w:t>OŚWIADCZENIA DOTYCZĄCE WYKONAWCY:</w:t>
      </w:r>
    </w:p>
    <w:p w14:paraId="0434C340" w14:textId="77777777" w:rsidR="0035204E" w:rsidRPr="0089575C" w:rsidRDefault="0035204E" w:rsidP="007969F6">
      <w:pPr>
        <w:numPr>
          <w:ilvl w:val="0"/>
          <w:numId w:val="8"/>
        </w:numPr>
        <w:suppressAutoHyphens/>
        <w:spacing w:before="40" w:after="240"/>
        <w:jc w:val="both"/>
        <w:rPr>
          <w:rFonts w:ascii="Trebuchet MS" w:eastAsia="Times New Roman" w:hAnsi="Trebuchet MS" w:cs="Arial"/>
          <w:b/>
          <w:bCs/>
          <w:sz w:val="22"/>
        </w:rPr>
      </w:pPr>
      <w:r w:rsidRPr="0089575C">
        <w:rPr>
          <w:rFonts w:eastAsia="Times New Roman" w:cs="Arial"/>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w:t>
      </w:r>
      <w:r w:rsidRPr="0089575C">
        <w:rPr>
          <w:rFonts w:ascii="Trebuchet MS" w:eastAsia="Times New Roman" w:hAnsi="Trebuchet MS" w:cs="Arial"/>
          <w:sz w:val="22"/>
        </w:rPr>
        <w:t xml:space="preserve"> destabilizującymi </w:t>
      </w:r>
      <w:r w:rsidRPr="0089575C">
        <w:rPr>
          <w:rFonts w:ascii="Trebuchet MS" w:eastAsia="Times New Roman" w:hAnsi="Trebuchet MS" w:cs="Arial"/>
          <w:sz w:val="22"/>
        </w:rPr>
        <w:lastRenderedPageBreak/>
        <w:t>sytuację na Ukrainie (Dz. Urz. UE nr L 111 z 8.4.2022, str. 1), dalej: rozporządzenie 2022/576.</w:t>
      </w:r>
      <w:r w:rsidRPr="0089575C">
        <w:rPr>
          <w:rFonts w:ascii="Trebuchet MS" w:eastAsia="Times New Roman" w:hAnsi="Trebuchet MS" w:cs="Arial"/>
          <w:sz w:val="22"/>
          <w:vertAlign w:val="superscript"/>
        </w:rPr>
        <w:footnoteReference w:id="2"/>
      </w:r>
    </w:p>
    <w:p w14:paraId="77332159" w14:textId="77777777" w:rsidR="0035204E" w:rsidRPr="0089575C" w:rsidRDefault="0035204E" w:rsidP="007969F6">
      <w:pPr>
        <w:numPr>
          <w:ilvl w:val="0"/>
          <w:numId w:val="8"/>
        </w:numPr>
        <w:suppressAutoHyphens/>
        <w:spacing w:before="40" w:after="240"/>
        <w:jc w:val="both"/>
        <w:rPr>
          <w:rFonts w:eastAsia="Times New Roman" w:cs="Arial"/>
          <w:b/>
          <w:bCs/>
          <w:szCs w:val="18"/>
          <w:lang w:eastAsia="pl-PL"/>
        </w:rPr>
      </w:pPr>
      <w:r w:rsidRPr="0089575C">
        <w:rPr>
          <w:rFonts w:eastAsia="Times New Roman" w:cs="Arial"/>
          <w:szCs w:val="18"/>
          <w:lang w:eastAsia="pl-PL"/>
        </w:rPr>
        <w:t xml:space="preserve">Oświadczam, że nie zachodzą w stosunku do mnie przesłanki wykluczenia z postępowania na podstawie art. </w:t>
      </w:r>
      <w:r w:rsidRPr="0089575C">
        <w:rPr>
          <w:rFonts w:eastAsia="Times New Roman" w:cs="Arial"/>
          <w:color w:val="222222"/>
          <w:szCs w:val="18"/>
          <w:lang w:eastAsia="pl-PL"/>
        </w:rPr>
        <w:t>7 ust. 1 ustawy z dnia 13 kwietnia 2022 r.</w:t>
      </w:r>
      <w:r w:rsidRPr="0089575C">
        <w:rPr>
          <w:rFonts w:eastAsia="Times New Roman" w:cs="Arial"/>
          <w:i/>
          <w:iCs/>
          <w:color w:val="222222"/>
          <w:szCs w:val="18"/>
          <w:lang w:eastAsia="pl-PL"/>
        </w:rPr>
        <w:t xml:space="preserve"> o szczególnych rozwiązaniach w zakresie przeciwdziałania wspieraniu agresji na Ukrainę oraz służących ochronie bezpieczeństwa narodowego </w:t>
      </w:r>
      <w:r w:rsidRPr="0089575C">
        <w:rPr>
          <w:rFonts w:eastAsia="Times New Roman" w:cs="Arial"/>
          <w:color w:val="222222"/>
          <w:szCs w:val="18"/>
          <w:lang w:eastAsia="pl-PL"/>
        </w:rPr>
        <w:t>(Dz. U. poz. 835)</w:t>
      </w:r>
      <w:r w:rsidRPr="0089575C">
        <w:rPr>
          <w:rFonts w:eastAsia="Times New Roman" w:cs="Arial"/>
          <w:i/>
          <w:iCs/>
          <w:color w:val="222222"/>
          <w:szCs w:val="18"/>
          <w:lang w:eastAsia="pl-PL"/>
        </w:rPr>
        <w:t>.</w:t>
      </w:r>
      <w:r w:rsidRPr="0089575C">
        <w:rPr>
          <w:rFonts w:eastAsia="Times New Roman" w:cs="Arial"/>
          <w:color w:val="222222"/>
          <w:szCs w:val="18"/>
          <w:vertAlign w:val="superscript"/>
          <w:lang w:eastAsia="pl-PL"/>
        </w:rPr>
        <w:footnoteReference w:id="3"/>
      </w:r>
    </w:p>
    <w:p w14:paraId="7F934EE3" w14:textId="77777777" w:rsidR="0035204E" w:rsidRPr="0089575C" w:rsidRDefault="0035204E" w:rsidP="007969F6">
      <w:pPr>
        <w:shd w:val="clear" w:color="auto" w:fill="1A7466" w:themeFill="text2"/>
        <w:spacing w:before="40" w:after="240"/>
        <w:jc w:val="both"/>
        <w:rPr>
          <w:rFonts w:asciiTheme="majorHAnsi" w:eastAsia="Times New Roman" w:hAnsiTheme="majorHAnsi" w:cs="Arial"/>
          <w:b/>
          <w:sz w:val="22"/>
        </w:rPr>
      </w:pPr>
      <w:r w:rsidRPr="0089575C">
        <w:rPr>
          <w:rFonts w:asciiTheme="majorHAnsi" w:eastAsia="Times New Roman" w:hAnsiTheme="majorHAnsi" w:cs="Arial"/>
          <w:b/>
          <w:sz w:val="22"/>
        </w:rPr>
        <w:t>OŚWIADCZENIE DOTYCZĄCE PODWYKONAWCY, NA KTÓREGO PRZYPADA PONAD 10% WARTOŚCI ZAMÓWIENIA:</w:t>
      </w:r>
    </w:p>
    <w:p w14:paraId="51464889" w14:textId="77777777" w:rsidR="0035204E" w:rsidRPr="0089575C" w:rsidRDefault="0035204E" w:rsidP="007969F6">
      <w:pPr>
        <w:spacing w:before="40" w:after="240"/>
        <w:jc w:val="both"/>
        <w:rPr>
          <w:rFonts w:eastAsia="Times New Roman" w:cs="Arial"/>
          <w:szCs w:val="18"/>
        </w:rPr>
      </w:pPr>
      <w:r w:rsidRPr="0089575C">
        <w:rPr>
          <w:rFonts w:eastAsia="Times New Roman" w:cs="Arial"/>
          <w:color w:val="0070C0"/>
          <w:szCs w:val="18"/>
        </w:rPr>
        <w:t>[UWAGA</w:t>
      </w:r>
      <w:r w:rsidRPr="0089575C">
        <w:rPr>
          <w:rFonts w:eastAsia="Times New Roman" w:cs="Arial"/>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89575C">
        <w:rPr>
          <w:rFonts w:eastAsia="Times New Roman" w:cs="Arial"/>
          <w:color w:val="0070C0"/>
          <w:szCs w:val="18"/>
        </w:rPr>
        <w:t>]</w:t>
      </w:r>
    </w:p>
    <w:p w14:paraId="1059832B" w14:textId="77777777" w:rsidR="0035204E" w:rsidRPr="0089575C" w:rsidRDefault="0035204E" w:rsidP="007969F6">
      <w:pPr>
        <w:spacing w:before="40" w:after="240"/>
        <w:jc w:val="both"/>
        <w:rPr>
          <w:rFonts w:eastAsia="Times New Roman" w:cs="Arial"/>
          <w:szCs w:val="18"/>
        </w:rPr>
      </w:pPr>
      <w:r w:rsidRPr="0089575C">
        <w:rPr>
          <w:rFonts w:eastAsia="Times New Roman" w:cs="Arial"/>
          <w:szCs w:val="18"/>
        </w:rPr>
        <w:t xml:space="preserve">Oświadczam, że w stosunku do następującego podmiotu, będącego podwykonawcą, na którego przypada ponad 10% wartości zamówienia: ……………………………………………………………………………………………….… </w:t>
      </w:r>
      <w:r w:rsidRPr="0089575C">
        <w:rPr>
          <w:rFonts w:eastAsia="Times New Roman" w:cs="Arial"/>
          <w:i/>
          <w:szCs w:val="18"/>
        </w:rPr>
        <w:t xml:space="preserve">(podać pełną nazwę/ firmę, adres, a także w zależności od podmiotu: NIP/ PESEL, KRS/ </w:t>
      </w:r>
      <w:proofErr w:type="spellStart"/>
      <w:r w:rsidRPr="0089575C">
        <w:rPr>
          <w:rFonts w:eastAsia="Times New Roman" w:cs="Arial"/>
          <w:i/>
          <w:szCs w:val="18"/>
        </w:rPr>
        <w:t>CEiDG</w:t>
      </w:r>
      <w:proofErr w:type="spellEnd"/>
      <w:r w:rsidRPr="0089575C">
        <w:rPr>
          <w:rFonts w:eastAsia="Times New Roman" w:cs="Arial"/>
          <w:i/>
          <w:szCs w:val="18"/>
        </w:rPr>
        <w:t>)</w:t>
      </w:r>
      <w:r w:rsidRPr="0089575C">
        <w:rPr>
          <w:rFonts w:eastAsia="Times New Roman" w:cs="Arial"/>
          <w:szCs w:val="18"/>
        </w:rPr>
        <w:t>, nie zachodzą podstawy wykluczenia z postępowania o udzielenie zamówienia przewidziane w art. 5k rozporządzenia 833/2014 w brzmieniu nadanym rozporządzeniem 2022/576.</w:t>
      </w:r>
    </w:p>
    <w:p w14:paraId="5509C277" w14:textId="77777777" w:rsidR="0035204E" w:rsidRPr="0089575C" w:rsidRDefault="0035204E" w:rsidP="007969F6">
      <w:pPr>
        <w:shd w:val="clear" w:color="auto" w:fill="1A7466" w:themeFill="text2"/>
        <w:spacing w:before="40" w:after="240"/>
        <w:jc w:val="both"/>
        <w:rPr>
          <w:rFonts w:asciiTheme="majorHAnsi" w:eastAsia="Times New Roman" w:hAnsiTheme="majorHAnsi" w:cs="Arial"/>
          <w:b/>
          <w:sz w:val="22"/>
        </w:rPr>
      </w:pPr>
      <w:r w:rsidRPr="0089575C">
        <w:rPr>
          <w:rFonts w:asciiTheme="majorHAnsi" w:eastAsia="Times New Roman" w:hAnsiTheme="majorHAnsi" w:cs="Arial"/>
          <w:b/>
          <w:sz w:val="22"/>
        </w:rPr>
        <w:t>OŚWIADCZENIE DOTYCZĄCE DOSTAWCY, NA KTÓREGO PRZYPADA PONAD 10% WARTOŚCI ZAMÓWIENIA:</w:t>
      </w:r>
    </w:p>
    <w:p w14:paraId="727631C2" w14:textId="77777777" w:rsidR="0035204E" w:rsidRPr="0089575C" w:rsidRDefault="0035204E" w:rsidP="007969F6">
      <w:pPr>
        <w:spacing w:before="40" w:after="240"/>
        <w:jc w:val="both"/>
        <w:rPr>
          <w:rFonts w:eastAsia="Times New Roman" w:cs="Arial"/>
          <w:szCs w:val="18"/>
        </w:rPr>
      </w:pPr>
      <w:r w:rsidRPr="0089575C">
        <w:rPr>
          <w:rFonts w:eastAsia="Times New Roman" w:cs="Arial"/>
          <w:color w:val="0070C0"/>
          <w:szCs w:val="18"/>
        </w:rPr>
        <w:t>[UWAGA</w:t>
      </w:r>
      <w:r w:rsidRPr="0089575C">
        <w:rPr>
          <w:rFonts w:eastAsia="Times New Roman" w:cs="Arial"/>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89575C">
        <w:rPr>
          <w:rFonts w:eastAsia="Times New Roman" w:cs="Arial"/>
          <w:color w:val="0070C0"/>
          <w:szCs w:val="18"/>
        </w:rPr>
        <w:t>]</w:t>
      </w:r>
    </w:p>
    <w:p w14:paraId="3B5FDA36" w14:textId="77777777" w:rsidR="0035204E" w:rsidRPr="0089575C" w:rsidRDefault="0035204E" w:rsidP="007969F6">
      <w:pPr>
        <w:spacing w:before="40" w:after="240"/>
        <w:jc w:val="both"/>
        <w:rPr>
          <w:rFonts w:eastAsia="Times New Roman" w:cs="Arial"/>
          <w:szCs w:val="18"/>
        </w:rPr>
      </w:pPr>
      <w:r w:rsidRPr="0089575C">
        <w:rPr>
          <w:rFonts w:eastAsia="Times New Roman" w:cs="Arial"/>
          <w:szCs w:val="18"/>
        </w:rPr>
        <w:t xml:space="preserve">Oświadczam, że w stosunku do następującego podmiotu, będącego dostawcą, na którego przypada ponad 10% wartości zamówienia: ……………………………………………………………………………………………….………..….…… </w:t>
      </w:r>
      <w:r w:rsidRPr="0089575C">
        <w:rPr>
          <w:rFonts w:eastAsia="Times New Roman" w:cs="Arial"/>
          <w:i/>
          <w:szCs w:val="18"/>
        </w:rPr>
        <w:t>(podać pełną nazwę/firmę, adres, a także w zależności od podmiotu: NIP/PESEL, KRS/</w:t>
      </w:r>
      <w:proofErr w:type="spellStart"/>
      <w:r w:rsidRPr="0089575C">
        <w:rPr>
          <w:rFonts w:eastAsia="Times New Roman" w:cs="Arial"/>
          <w:i/>
          <w:szCs w:val="18"/>
        </w:rPr>
        <w:t>CEiDG</w:t>
      </w:r>
      <w:proofErr w:type="spellEnd"/>
      <w:r w:rsidRPr="0089575C">
        <w:rPr>
          <w:rFonts w:eastAsia="Times New Roman" w:cs="Arial"/>
          <w:i/>
          <w:szCs w:val="18"/>
        </w:rPr>
        <w:t>)</w:t>
      </w:r>
      <w:r w:rsidRPr="0089575C">
        <w:rPr>
          <w:rFonts w:eastAsia="Times New Roman" w:cs="Arial"/>
          <w:szCs w:val="18"/>
        </w:rPr>
        <w:t>, nie zachodzą podstawy wykluczenia z postępowania o udzielenie zamówienia przewidziane w art. 5k rozporządzenia 833/2014 w brzmieniu nadanym rozporządzeniem 2022/576.</w:t>
      </w:r>
    </w:p>
    <w:p w14:paraId="67431179" w14:textId="77777777" w:rsidR="0035204E" w:rsidRPr="0089575C" w:rsidRDefault="0035204E" w:rsidP="007969F6">
      <w:pPr>
        <w:shd w:val="clear" w:color="auto" w:fill="1A7466" w:themeFill="text2"/>
        <w:spacing w:before="40" w:after="240"/>
        <w:jc w:val="both"/>
        <w:rPr>
          <w:rFonts w:asciiTheme="majorHAnsi" w:eastAsia="Times New Roman" w:hAnsiTheme="majorHAnsi" w:cs="Arial"/>
          <w:b/>
          <w:sz w:val="22"/>
        </w:rPr>
      </w:pPr>
      <w:r w:rsidRPr="0089575C">
        <w:rPr>
          <w:rFonts w:asciiTheme="majorHAnsi" w:eastAsia="Times New Roman" w:hAnsiTheme="majorHAnsi" w:cs="Arial"/>
          <w:b/>
          <w:sz w:val="22"/>
        </w:rPr>
        <w:lastRenderedPageBreak/>
        <w:t>OŚWIADCZENIE DOTYCZĄCE PODANYCH INFORMACJI:</w:t>
      </w:r>
    </w:p>
    <w:p w14:paraId="13023038" w14:textId="77777777" w:rsidR="0035204E" w:rsidRPr="0089575C" w:rsidRDefault="0035204E" w:rsidP="007969F6">
      <w:pPr>
        <w:spacing w:before="40" w:after="240"/>
        <w:jc w:val="both"/>
        <w:rPr>
          <w:rFonts w:eastAsia="Times New Roman" w:cs="Arial"/>
          <w:szCs w:val="18"/>
        </w:rPr>
      </w:pPr>
      <w:r w:rsidRPr="0089575C">
        <w:rPr>
          <w:rFonts w:eastAsia="Times New Roman" w:cs="Arial"/>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56007EFA" w14:textId="77777777" w:rsidR="0035204E" w:rsidRPr="0089575C" w:rsidRDefault="0035204E" w:rsidP="007969F6">
      <w:pPr>
        <w:spacing w:before="40" w:after="240"/>
        <w:jc w:val="both"/>
        <w:rPr>
          <w:rFonts w:eastAsia="Times New Roman" w:cs="Arial"/>
          <w:szCs w:val="18"/>
        </w:rPr>
      </w:pPr>
    </w:p>
    <w:p w14:paraId="6C142438" w14:textId="77777777" w:rsidR="0035204E" w:rsidRPr="0089575C" w:rsidRDefault="0035204E" w:rsidP="007969F6">
      <w:pPr>
        <w:shd w:val="clear" w:color="auto" w:fill="1A7466" w:themeFill="text2"/>
        <w:spacing w:before="40" w:after="240"/>
        <w:jc w:val="both"/>
        <w:rPr>
          <w:rFonts w:asciiTheme="majorHAnsi" w:eastAsia="Times New Roman" w:hAnsiTheme="majorHAnsi" w:cs="Arial"/>
          <w:b/>
          <w:sz w:val="22"/>
        </w:rPr>
      </w:pPr>
      <w:r w:rsidRPr="0089575C">
        <w:rPr>
          <w:rFonts w:asciiTheme="majorHAnsi" w:eastAsia="Times New Roman" w:hAnsiTheme="majorHAnsi" w:cs="Arial"/>
          <w:b/>
          <w:sz w:val="22"/>
        </w:rPr>
        <w:t>INFORMACJA DOTYCZĄCA DOSTĘPU DO DOKUMENTÓW REJESTROWYCH/</w:t>
      </w:r>
      <w:r w:rsidRPr="0089575C">
        <w:rPr>
          <w:rFonts w:asciiTheme="majorHAnsi" w:eastAsia="Times New Roman" w:hAnsiTheme="majorHAnsi" w:cs="Times New Roman"/>
          <w:b/>
          <w:sz w:val="22"/>
          <w:lang w:eastAsia="zh-CN"/>
        </w:rPr>
        <w:t>DOKUMENTÓW</w:t>
      </w:r>
      <w:r w:rsidRPr="0089575C">
        <w:rPr>
          <w:rFonts w:asciiTheme="majorHAnsi" w:eastAsia="Times New Roman" w:hAnsiTheme="majorHAnsi" w:cs="Times New Roman"/>
          <w:sz w:val="22"/>
          <w:lang w:eastAsia="zh-CN"/>
        </w:rPr>
        <w:t xml:space="preserve"> </w:t>
      </w:r>
      <w:r w:rsidRPr="0089575C">
        <w:rPr>
          <w:rFonts w:asciiTheme="majorHAnsi" w:eastAsia="Times New Roman" w:hAnsiTheme="majorHAnsi" w:cs="Arial"/>
          <w:b/>
          <w:sz w:val="22"/>
        </w:rPr>
        <w:t>OKREŚLAJĄCYCH BENEFICJENTÓW RZECZYWISTYCH WYKONAWCY:</w:t>
      </w:r>
    </w:p>
    <w:p w14:paraId="5BBE6BA8" w14:textId="77777777" w:rsidR="0035204E" w:rsidRPr="0089575C" w:rsidRDefault="0035204E" w:rsidP="007969F6">
      <w:pPr>
        <w:spacing w:before="40" w:after="240"/>
        <w:jc w:val="both"/>
        <w:rPr>
          <w:rFonts w:eastAsia="Times New Roman" w:cs="Arial"/>
          <w:szCs w:val="18"/>
        </w:rPr>
      </w:pPr>
      <w:r w:rsidRPr="0089575C">
        <w:rPr>
          <w:rFonts w:eastAsia="Times New Roman" w:cs="Arial"/>
          <w:szCs w:val="18"/>
        </w:rPr>
        <w:t>Wskazuję następujące dokumenty rejestrowe/dokumenty określające beneficjentów rzeczywistych, które można uzyskać za pomocą bezpłatnych i ogólnodostępnych baz danych, oraz</w:t>
      </w:r>
      <w:r w:rsidRPr="0089575C">
        <w:rPr>
          <w:rFonts w:eastAsia="Times New Roman" w:cs="Times New Roman"/>
          <w:szCs w:val="18"/>
        </w:rPr>
        <w:t xml:space="preserve"> </w:t>
      </w:r>
      <w:r w:rsidRPr="0089575C">
        <w:rPr>
          <w:rFonts w:eastAsia="Times New Roman" w:cs="Arial"/>
          <w:szCs w:val="18"/>
        </w:rPr>
        <w:t>dane umożliwiające dostęp do tych dokumentów:</w:t>
      </w:r>
    </w:p>
    <w:p w14:paraId="3334FADA" w14:textId="77777777" w:rsidR="0035204E" w:rsidRPr="0089575C" w:rsidRDefault="0035204E" w:rsidP="007969F6">
      <w:pPr>
        <w:pStyle w:val="Akapitzlist"/>
        <w:numPr>
          <w:ilvl w:val="0"/>
          <w:numId w:val="9"/>
        </w:numPr>
        <w:spacing w:before="40" w:after="240"/>
        <w:contextualSpacing w:val="0"/>
        <w:jc w:val="both"/>
        <w:rPr>
          <w:rFonts w:eastAsia="Times New Roman" w:cs="Arial"/>
          <w:szCs w:val="18"/>
        </w:rPr>
      </w:pPr>
      <w:r w:rsidRPr="0089575C">
        <w:rPr>
          <w:rFonts w:eastAsia="Times New Roman" w:cs="Arial"/>
          <w:szCs w:val="18"/>
        </w:rPr>
        <w:t>............................................................................................................</w:t>
      </w:r>
      <w:r w:rsidR="00B505D5" w:rsidRPr="0089575C">
        <w:rPr>
          <w:rFonts w:eastAsia="Times New Roman" w:cs="Arial"/>
          <w:szCs w:val="18"/>
        </w:rPr>
        <w:t>................................</w:t>
      </w:r>
    </w:p>
    <w:p w14:paraId="1288497A" w14:textId="77777777" w:rsidR="0035204E" w:rsidRPr="0089575C" w:rsidRDefault="0035204E" w:rsidP="007969F6">
      <w:pPr>
        <w:spacing w:before="40" w:after="240"/>
        <w:jc w:val="both"/>
        <w:rPr>
          <w:rFonts w:eastAsia="Times New Roman" w:cs="Arial"/>
          <w:szCs w:val="18"/>
        </w:rPr>
      </w:pPr>
      <w:r w:rsidRPr="0089575C">
        <w:rPr>
          <w:rFonts w:eastAsia="Times New Roman" w:cs="Arial"/>
          <w:i/>
          <w:szCs w:val="18"/>
        </w:rPr>
        <w:t>(wskazać dokumenty rejestrowe, adres internetowy, wydający urząd lub organ, dokładne dane referencyjne dokumentacji)</w:t>
      </w:r>
    </w:p>
    <w:p w14:paraId="11777D5A" w14:textId="77777777" w:rsidR="0035204E" w:rsidRPr="0089575C" w:rsidRDefault="0035204E" w:rsidP="007969F6">
      <w:pPr>
        <w:pStyle w:val="Akapitzlist"/>
        <w:numPr>
          <w:ilvl w:val="0"/>
          <w:numId w:val="9"/>
        </w:numPr>
        <w:spacing w:before="40" w:after="240"/>
        <w:contextualSpacing w:val="0"/>
        <w:jc w:val="both"/>
        <w:rPr>
          <w:rFonts w:eastAsia="Times New Roman" w:cs="Arial"/>
          <w:szCs w:val="18"/>
        </w:rPr>
      </w:pPr>
      <w:r w:rsidRPr="0089575C">
        <w:rPr>
          <w:rFonts w:eastAsia="Times New Roman" w:cs="Arial"/>
          <w:szCs w:val="18"/>
        </w:rPr>
        <w:t>.............................................................................................................</w:t>
      </w:r>
      <w:r w:rsidR="00B505D5" w:rsidRPr="0089575C">
        <w:rPr>
          <w:rFonts w:eastAsia="Times New Roman" w:cs="Arial"/>
          <w:szCs w:val="18"/>
        </w:rPr>
        <w:t>...............................</w:t>
      </w:r>
    </w:p>
    <w:p w14:paraId="3010A9BB" w14:textId="77777777" w:rsidR="0035204E" w:rsidRPr="0089575C" w:rsidRDefault="0035204E" w:rsidP="007969F6">
      <w:pPr>
        <w:spacing w:before="40" w:after="240"/>
        <w:jc w:val="both"/>
        <w:rPr>
          <w:rFonts w:eastAsia="Times New Roman" w:cs="Arial"/>
          <w:i/>
          <w:szCs w:val="18"/>
        </w:rPr>
      </w:pPr>
      <w:r w:rsidRPr="0089575C">
        <w:rPr>
          <w:rFonts w:eastAsia="Times New Roman" w:cs="Arial"/>
          <w:i/>
          <w:szCs w:val="18"/>
        </w:rPr>
        <w:t>(wskazać dokumenty określające beneficjentów rzeczywistych, adres internetowy, wydający urząd lub organ, dokładne dane referencyjne dokumentacji)</w:t>
      </w:r>
    </w:p>
    <w:p w14:paraId="0A4C4214" w14:textId="77777777" w:rsidR="0035204E" w:rsidRPr="0089575C" w:rsidRDefault="0035204E" w:rsidP="007969F6">
      <w:pPr>
        <w:spacing w:before="120" w:after="120" w:line="276" w:lineRule="auto"/>
        <w:jc w:val="both"/>
        <w:rPr>
          <w:rFonts w:eastAsia="Times New Roman" w:cs="Arial"/>
          <w:i/>
          <w:szCs w:val="18"/>
        </w:rPr>
      </w:pPr>
    </w:p>
    <w:p w14:paraId="2A8FB642" w14:textId="77777777" w:rsidR="0035204E" w:rsidRPr="0089575C" w:rsidRDefault="0035204E" w:rsidP="007969F6">
      <w:pPr>
        <w:spacing w:before="120" w:after="120" w:line="276" w:lineRule="auto"/>
        <w:jc w:val="both"/>
        <w:rPr>
          <w:rFonts w:eastAsia="Times New Roman" w:cs="Arial"/>
          <w:i/>
          <w:szCs w:val="18"/>
        </w:rPr>
      </w:pPr>
    </w:p>
    <w:p w14:paraId="664FD645" w14:textId="77777777" w:rsidR="0035204E" w:rsidRPr="0089575C" w:rsidRDefault="0035204E" w:rsidP="007969F6">
      <w:pPr>
        <w:spacing w:before="120" w:after="120" w:line="276" w:lineRule="auto"/>
        <w:jc w:val="both"/>
        <w:rPr>
          <w:rFonts w:eastAsia="Times New Roman" w:cs="Arial"/>
          <w:i/>
          <w:szCs w:val="18"/>
        </w:rPr>
      </w:pPr>
      <w:r w:rsidRPr="0089575C">
        <w:rPr>
          <w:rFonts w:eastAsia="Times New Roman" w:cs="Arial"/>
          <w:i/>
          <w:szCs w:val="18"/>
        </w:rPr>
        <w:t>_____________________, dn. ____________</w:t>
      </w:r>
      <w:r w:rsidRPr="0089575C">
        <w:rPr>
          <w:rFonts w:eastAsia="Times New Roman" w:cs="Arial"/>
          <w:szCs w:val="18"/>
        </w:rPr>
        <w:tab/>
      </w:r>
      <w:r w:rsidRPr="0089575C">
        <w:rPr>
          <w:rFonts w:eastAsia="Times New Roman" w:cs="Arial"/>
          <w:szCs w:val="18"/>
        </w:rPr>
        <w:tab/>
      </w:r>
    </w:p>
    <w:p w14:paraId="1FDBFC2C" w14:textId="77777777" w:rsidR="00A633AE" w:rsidRPr="0089575C" w:rsidRDefault="0035204E" w:rsidP="007969F6">
      <w:pPr>
        <w:ind w:left="5664" w:right="68"/>
        <w:rPr>
          <w:rFonts w:eastAsia="Times New Roman" w:cs="Arial"/>
          <w:i/>
          <w:sz w:val="14"/>
          <w:szCs w:val="14"/>
        </w:rPr>
      </w:pPr>
      <w:r w:rsidRPr="0089575C">
        <w:rPr>
          <w:rFonts w:eastAsia="Times New Roman" w:cs="Arial"/>
          <w:i/>
          <w:sz w:val="14"/>
          <w:szCs w:val="14"/>
        </w:rPr>
        <w:t>Podpis(-y) osoby(-</w:t>
      </w:r>
      <w:proofErr w:type="spellStart"/>
      <w:r w:rsidRPr="0089575C">
        <w:rPr>
          <w:rFonts w:eastAsia="Times New Roman" w:cs="Arial"/>
          <w:i/>
          <w:sz w:val="14"/>
          <w:szCs w:val="14"/>
        </w:rPr>
        <w:t>ób</w:t>
      </w:r>
      <w:proofErr w:type="spellEnd"/>
      <w:r w:rsidRPr="0089575C">
        <w:rPr>
          <w:rFonts w:eastAsia="Times New Roman" w:cs="Arial"/>
          <w:i/>
          <w:sz w:val="14"/>
          <w:szCs w:val="14"/>
        </w:rPr>
        <w:t>) uprawnionej(-</w:t>
      </w:r>
      <w:proofErr w:type="spellStart"/>
      <w:r w:rsidRPr="0089575C">
        <w:rPr>
          <w:rFonts w:eastAsia="Times New Roman" w:cs="Arial"/>
          <w:i/>
          <w:sz w:val="14"/>
          <w:szCs w:val="14"/>
        </w:rPr>
        <w:t>ych</w:t>
      </w:r>
      <w:proofErr w:type="spellEnd"/>
      <w:r w:rsidRPr="0089575C">
        <w:rPr>
          <w:rFonts w:eastAsia="Times New Roman" w:cs="Arial"/>
          <w:i/>
          <w:sz w:val="14"/>
          <w:szCs w:val="14"/>
        </w:rPr>
        <w:t xml:space="preserve">) </w:t>
      </w:r>
    </w:p>
    <w:p w14:paraId="5565D510" w14:textId="77777777" w:rsidR="00C93907" w:rsidRPr="002A76A8" w:rsidRDefault="0035204E" w:rsidP="002A76A8">
      <w:pPr>
        <w:ind w:left="5664" w:right="68"/>
        <w:rPr>
          <w:rFonts w:eastAsia="Times New Roman" w:cs="Calibri"/>
          <w:sz w:val="14"/>
          <w:szCs w:val="14"/>
        </w:rPr>
      </w:pPr>
      <w:r w:rsidRPr="0089575C">
        <w:rPr>
          <w:rFonts w:eastAsia="Times New Roman" w:cs="Arial"/>
          <w:i/>
          <w:sz w:val="14"/>
          <w:szCs w:val="14"/>
        </w:rPr>
        <w:t xml:space="preserve">do złożenia oświadczenia </w:t>
      </w:r>
    </w:p>
    <w:sectPr w:rsidR="00C93907" w:rsidRPr="002A76A8" w:rsidSect="005E68F4">
      <w:headerReference w:type="even" r:id="rId23"/>
      <w:headerReference w:type="default" r:id="rId24"/>
      <w:footerReference w:type="default" r:id="rId25"/>
      <w:headerReference w:type="first" r:id="rId26"/>
      <w:footerReference w:type="first" r:id="rId27"/>
      <w:pgSz w:w="11906" w:h="16838" w:code="9"/>
      <w:pgMar w:top="1276" w:right="1558"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E7D9A" w14:textId="77777777" w:rsidR="001323B2" w:rsidRDefault="001323B2" w:rsidP="00582CE9">
      <w:pPr>
        <w:spacing w:after="0"/>
      </w:pPr>
      <w:r>
        <w:separator/>
      </w:r>
    </w:p>
  </w:endnote>
  <w:endnote w:type="continuationSeparator" w:id="0">
    <w:p w14:paraId="7C74A3B6" w14:textId="77777777" w:rsidR="001323B2" w:rsidRDefault="001323B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Content>
      <w:p w14:paraId="1C383960" w14:textId="18495FB8" w:rsidR="00D80408" w:rsidRDefault="00D80408">
        <w:pPr>
          <w:pStyle w:val="Stopka"/>
          <w:jc w:val="right"/>
        </w:pPr>
        <w:r>
          <w:fldChar w:fldCharType="begin"/>
        </w:r>
        <w:r>
          <w:instrText>PAGE   \* MERGEFORMAT</w:instrText>
        </w:r>
        <w:r>
          <w:fldChar w:fldCharType="separate"/>
        </w:r>
        <w:r w:rsidR="00531C27">
          <w:rPr>
            <w:noProof/>
          </w:rPr>
          <w:t>19</w:t>
        </w:r>
        <w:r>
          <w:fldChar w:fldCharType="end"/>
        </w:r>
      </w:p>
    </w:sdtContent>
  </w:sdt>
  <w:p w14:paraId="33FDC5F5" w14:textId="77777777" w:rsidR="00D80408" w:rsidRDefault="00D8040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Content>
      <w:p w14:paraId="370C549D" w14:textId="2362B538" w:rsidR="00D80408" w:rsidRDefault="00D80408">
        <w:pPr>
          <w:pStyle w:val="Stopka"/>
          <w:jc w:val="right"/>
        </w:pPr>
        <w:r>
          <w:fldChar w:fldCharType="begin"/>
        </w:r>
        <w:r>
          <w:instrText>PAGE   \* MERGEFORMAT</w:instrText>
        </w:r>
        <w:r>
          <w:fldChar w:fldCharType="separate"/>
        </w:r>
        <w:r w:rsidR="00531C27">
          <w:rPr>
            <w:noProof/>
          </w:rPr>
          <w:t>1</w:t>
        </w:r>
        <w:r>
          <w:fldChar w:fldCharType="end"/>
        </w:r>
      </w:p>
    </w:sdtContent>
  </w:sdt>
  <w:p w14:paraId="6F16CF24" w14:textId="77777777" w:rsidR="00D80408" w:rsidRDefault="00D804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D1C09" w14:textId="77777777" w:rsidR="001323B2" w:rsidRDefault="001323B2" w:rsidP="00582CE9">
      <w:pPr>
        <w:spacing w:after="0"/>
      </w:pPr>
      <w:r>
        <w:separator/>
      </w:r>
    </w:p>
  </w:footnote>
  <w:footnote w:type="continuationSeparator" w:id="0">
    <w:p w14:paraId="11085724" w14:textId="77777777" w:rsidR="001323B2" w:rsidRDefault="001323B2" w:rsidP="00582CE9">
      <w:pPr>
        <w:spacing w:after="0"/>
      </w:pPr>
      <w:r>
        <w:continuationSeparator/>
      </w:r>
    </w:p>
  </w:footnote>
  <w:footnote w:id="1">
    <w:p w14:paraId="09DAC117" w14:textId="77777777" w:rsidR="00D80408" w:rsidRPr="007103CC" w:rsidRDefault="00D80408" w:rsidP="00B71AA7">
      <w:pPr>
        <w:pStyle w:val="Tekstprzypisudolnego"/>
        <w:ind w:right="-567"/>
        <w:rPr>
          <w:rFonts w:cs="Calibri"/>
          <w:sz w:val="16"/>
          <w:szCs w:val="16"/>
        </w:rPr>
      </w:pPr>
      <w:r w:rsidRPr="006546C7">
        <w:rPr>
          <w:rFonts w:ascii="Verdana" w:eastAsia="Calibri" w:hAnsi="Verdana" w:cs="Times New Roman"/>
          <w:sz w:val="14"/>
          <w:szCs w:val="14"/>
          <w:vertAlign w:val="superscript"/>
        </w:rPr>
        <w:footnoteRef/>
      </w:r>
      <w:r w:rsidRPr="006546C7">
        <w:rPr>
          <w:rFonts w:ascii="Verdana" w:eastAsia="Calibri" w:hAnsi="Verdana" w:cs="Calibri"/>
          <w:sz w:val="14"/>
          <w:szCs w:val="14"/>
        </w:rPr>
        <w:t xml:space="preserve"> Wypełniają jedynie Wykonawcy wspólne </w:t>
      </w:r>
      <w:r w:rsidRPr="00307E83">
        <w:rPr>
          <w:rFonts w:ascii="Verdana" w:eastAsia="Calibri" w:hAnsi="Verdana" w:cs="Calibri"/>
          <w:sz w:val="14"/>
          <w:szCs w:val="14"/>
        </w:rPr>
        <w:t>ubiegający się</w:t>
      </w:r>
      <w:r w:rsidRPr="006546C7">
        <w:rPr>
          <w:rFonts w:ascii="Verdana" w:eastAsia="Calibri" w:hAnsi="Verdana" w:cs="Calibri"/>
          <w:sz w:val="14"/>
          <w:szCs w:val="14"/>
        </w:rPr>
        <w:t xml:space="preserve"> o udzielenie Zamówienia, powielić liczbę wierszy odpowiednio od liczby Wykonawców.</w:t>
      </w:r>
    </w:p>
  </w:footnote>
  <w:footnote w:id="2">
    <w:p w14:paraId="282E4BC0" w14:textId="77777777" w:rsidR="00D80408" w:rsidRPr="00342E37" w:rsidRDefault="00D80408" w:rsidP="0035204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31CC7AA" w14:textId="77777777" w:rsidR="00D80408" w:rsidRPr="00342E37" w:rsidRDefault="00D80408" w:rsidP="00031904">
      <w:pPr>
        <w:pStyle w:val="Tekstprzypisudolnego"/>
        <w:numPr>
          <w:ilvl w:val="0"/>
          <w:numId w:val="7"/>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5224801A" w14:textId="77777777" w:rsidR="00D80408" w:rsidRPr="00342E37" w:rsidRDefault="00D80408" w:rsidP="00031904">
      <w:pPr>
        <w:pStyle w:val="Tekstprzypisudolnego"/>
        <w:numPr>
          <w:ilvl w:val="0"/>
          <w:numId w:val="7"/>
        </w:numPr>
        <w:rPr>
          <w:rFonts w:ascii="Verdana" w:hAnsi="Verdana" w:cs="Arial"/>
          <w:sz w:val="14"/>
          <w:szCs w:val="14"/>
        </w:rPr>
      </w:pPr>
      <w:bookmarkStart w:id="63"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3"/>
    </w:p>
    <w:p w14:paraId="5D5339E3" w14:textId="77777777" w:rsidR="00D80408" w:rsidRPr="00342E37" w:rsidRDefault="00D80408" w:rsidP="00031904">
      <w:pPr>
        <w:pStyle w:val="Tekstprzypisudolnego"/>
        <w:numPr>
          <w:ilvl w:val="0"/>
          <w:numId w:val="7"/>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5CE0AE80" w14:textId="77777777" w:rsidR="00D80408" w:rsidRPr="00342E37" w:rsidRDefault="00D80408" w:rsidP="0035204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32935A10" w14:textId="77777777" w:rsidR="00D80408" w:rsidRPr="00342E37" w:rsidRDefault="00D80408" w:rsidP="0035204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59F2F16D" w14:textId="77777777" w:rsidR="00D80408" w:rsidRPr="00342E37" w:rsidRDefault="00D80408" w:rsidP="0035204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824C5BA" w14:textId="77777777" w:rsidR="00D80408" w:rsidRPr="00342E37" w:rsidRDefault="00D80408" w:rsidP="0035204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5C25653" w14:textId="77777777" w:rsidR="00D80408" w:rsidRPr="00896587" w:rsidRDefault="00D80408" w:rsidP="0035204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EC88C" w14:textId="02E13DD0" w:rsidR="00406652" w:rsidRDefault="00406652">
    <w:pPr>
      <w:pStyle w:val="Nagwek"/>
    </w:pPr>
    <w:r>
      <w:rPr>
        <w:noProof/>
      </w:rPr>
      <mc:AlternateContent>
        <mc:Choice Requires="wps">
          <w:drawing>
            <wp:anchor distT="0" distB="0" distL="0" distR="0" simplePos="0" relativeHeight="251663360" behindDoc="0" locked="0" layoutInCell="1" allowOverlap="1" wp14:anchorId="160D1275" wp14:editId="45539709">
              <wp:simplePos x="635" y="635"/>
              <wp:positionH relativeFrom="page">
                <wp:align>right</wp:align>
              </wp:positionH>
              <wp:positionV relativeFrom="page">
                <wp:align>top</wp:align>
              </wp:positionV>
              <wp:extent cx="792480" cy="345440"/>
              <wp:effectExtent l="0" t="0" r="0" b="16510"/>
              <wp:wrapNone/>
              <wp:docPr id="1531369373" name="Pole tekstowe 2"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56B0D488" w14:textId="58D63847" w:rsidR="00406652" w:rsidRPr="00406652" w:rsidRDefault="00406652" w:rsidP="00406652">
                          <w:pPr>
                            <w:spacing w:after="0"/>
                            <w:rPr>
                              <w:rFonts w:ascii="Calibri" w:eastAsia="Calibri" w:hAnsi="Calibri" w:cs="Calibri"/>
                              <w:noProof/>
                              <w:color w:val="FF8000"/>
                              <w:sz w:val="20"/>
                              <w:szCs w:val="20"/>
                            </w:rPr>
                          </w:pPr>
                          <w:r w:rsidRPr="00406652">
                            <w:rPr>
                              <w:rFonts w:ascii="Calibri" w:eastAsia="Calibri" w:hAnsi="Calibri" w:cs="Calibri"/>
                              <w:noProof/>
                              <w:color w:val="FF8000"/>
                              <w:sz w:val="20"/>
                              <w:szCs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0D1275" id="_x0000_t202" coordsize="21600,21600" o:spt="202" path="m,l,21600r21600,l21600,xe">
              <v:stroke joinstyle="miter"/>
              <v:path gradientshapeok="t" o:connecttype="rect"/>
            </v:shapetype>
            <v:shape id="Pole tekstowe 2" o:spid="_x0000_s1029" type="#_x0000_t202" alt="Chronione" style="position:absolute;margin-left:11.2pt;margin-top:0;width:62.4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" filled="f" stroked="f">
              <v:textbox style="mso-fit-shape-to-text:t" inset="0,15pt,20pt,0">
                <w:txbxContent>
                  <w:p w14:paraId="56B0D488" w14:textId="58D63847" w:rsidR="00406652" w:rsidRPr="00406652" w:rsidRDefault="00406652" w:rsidP="00406652">
                    <w:pPr>
                      <w:spacing w:after="0"/>
                      <w:rPr>
                        <w:rFonts w:ascii="Calibri" w:eastAsia="Calibri" w:hAnsi="Calibri" w:cs="Calibri"/>
                        <w:noProof/>
                        <w:color w:val="FF8000"/>
                        <w:sz w:val="20"/>
                        <w:szCs w:val="20"/>
                      </w:rPr>
                    </w:pPr>
                    <w:r w:rsidRPr="00406652">
                      <w:rPr>
                        <w:rFonts w:ascii="Calibri" w:eastAsia="Calibri" w:hAnsi="Calibri" w:cs="Calibri"/>
                        <w:noProof/>
                        <w:color w:val="FF8000"/>
                        <w:sz w:val="20"/>
                        <w:szCs w:val="20"/>
                      </w:rPr>
                      <w:t>Chronione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D80408" w:rsidRPr="006B2C28" w14:paraId="5027AF92" w14:textId="77777777" w:rsidTr="00582CE9">
      <w:trPr>
        <w:trHeight w:val="1140"/>
      </w:trPr>
      <w:tc>
        <w:tcPr>
          <w:tcW w:w="6119" w:type="dxa"/>
          <w:vAlign w:val="center"/>
        </w:tcPr>
        <w:p w14:paraId="22EDF96E" w14:textId="564D37D9" w:rsidR="00D80408" w:rsidRPr="006E100D" w:rsidRDefault="00406652" w:rsidP="006E100D">
          <w:pPr>
            <w:suppressAutoHyphens/>
            <w:ind w:right="187"/>
            <w:rPr>
              <w:rFonts w:asciiTheme="majorHAnsi" w:hAnsiTheme="majorHAnsi"/>
              <w:color w:val="000000" w:themeColor="text1"/>
              <w:sz w:val="14"/>
              <w:szCs w:val="18"/>
            </w:rPr>
          </w:pPr>
          <w:r>
            <w:rPr>
              <w:rFonts w:asciiTheme="majorHAnsi" w:hAnsiTheme="majorHAnsi"/>
              <w:noProof/>
              <w:color w:val="000000" w:themeColor="text1"/>
              <w:sz w:val="14"/>
              <w:szCs w:val="18"/>
            </w:rPr>
            <mc:AlternateContent>
              <mc:Choice Requires="wps">
                <w:drawing>
                  <wp:anchor distT="0" distB="0" distL="0" distR="0" simplePos="0" relativeHeight="251664384" behindDoc="0" locked="0" layoutInCell="1" allowOverlap="1" wp14:anchorId="6B645639" wp14:editId="58FC1148">
                    <wp:simplePos x="635" y="635"/>
                    <wp:positionH relativeFrom="page">
                      <wp:align>right</wp:align>
                    </wp:positionH>
                    <wp:positionV relativeFrom="page">
                      <wp:align>top</wp:align>
                    </wp:positionV>
                    <wp:extent cx="792480" cy="345440"/>
                    <wp:effectExtent l="0" t="0" r="0" b="16510"/>
                    <wp:wrapNone/>
                    <wp:docPr id="995388453" name="Pole tekstowe 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363EF2A3" w14:textId="27EF1C27" w:rsidR="00406652" w:rsidRPr="00406652" w:rsidRDefault="00406652" w:rsidP="00406652">
                                <w:pPr>
                                  <w:spacing w:after="0"/>
                                  <w:rPr>
                                    <w:rFonts w:ascii="Calibri" w:eastAsia="Calibri" w:hAnsi="Calibri" w:cs="Calibri"/>
                                    <w:noProof/>
                                    <w:color w:val="FF8000"/>
                                    <w:sz w:val="20"/>
                                    <w:szCs w:val="20"/>
                                  </w:rPr>
                                </w:pPr>
                                <w:r w:rsidRPr="00406652">
                                  <w:rPr>
                                    <w:rFonts w:ascii="Calibri" w:eastAsia="Calibri" w:hAnsi="Calibri" w:cs="Calibri"/>
                                    <w:noProof/>
                                    <w:color w:val="FF8000"/>
                                    <w:sz w:val="20"/>
                                    <w:szCs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645639" id="_x0000_t202" coordsize="21600,21600" o:spt="202" path="m,l,21600r21600,l21600,xe">
                    <v:stroke joinstyle="miter"/>
                    <v:path gradientshapeok="t" o:connecttype="rect"/>
                  </v:shapetype>
                  <v:shape id="Pole tekstowe 3" o:spid="_x0000_s1030" type="#_x0000_t202" alt="Chronione" style="position:absolute;margin-left:11.2pt;margin-top:0;width:62.4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" filled="f" stroked="f">
                    <v:textbox style="mso-fit-shape-to-text:t" inset="0,15pt,20pt,0">
                      <w:txbxContent>
                        <w:p w14:paraId="363EF2A3" w14:textId="27EF1C27" w:rsidR="00406652" w:rsidRPr="00406652" w:rsidRDefault="00406652" w:rsidP="00406652">
                          <w:pPr>
                            <w:spacing w:after="0"/>
                            <w:rPr>
                              <w:rFonts w:ascii="Calibri" w:eastAsia="Calibri" w:hAnsi="Calibri" w:cs="Calibri"/>
                              <w:noProof/>
                              <w:color w:val="FF8000"/>
                              <w:sz w:val="20"/>
                              <w:szCs w:val="20"/>
                            </w:rPr>
                          </w:pPr>
                          <w:r w:rsidRPr="00406652">
                            <w:rPr>
                              <w:rFonts w:ascii="Calibri" w:eastAsia="Calibri" w:hAnsi="Calibri" w:cs="Calibri"/>
                              <w:noProof/>
                              <w:color w:val="FF8000"/>
                              <w:sz w:val="20"/>
                              <w:szCs w:val="20"/>
                            </w:rPr>
                            <w:t>Chronione</w:t>
                          </w:r>
                        </w:p>
                      </w:txbxContent>
                    </v:textbox>
                    <w10:wrap anchorx="page" anchory="page"/>
                  </v:shape>
                </w:pict>
              </mc:Fallback>
            </mc:AlternateContent>
          </w:r>
          <w:r w:rsidR="00D80408" w:rsidRPr="006E100D">
            <w:rPr>
              <w:rFonts w:asciiTheme="majorHAnsi" w:hAnsiTheme="majorHAnsi"/>
              <w:color w:val="000000" w:themeColor="text1"/>
              <w:sz w:val="14"/>
              <w:szCs w:val="18"/>
            </w:rPr>
            <w:t>Wstępna Specyfikacja Warunków Zamówienia (SWZ)</w:t>
          </w:r>
        </w:p>
        <w:p w14:paraId="1E86BB11" w14:textId="28E2E66B" w:rsidR="00D80408" w:rsidRDefault="009A7377" w:rsidP="000F64AA">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 xml:space="preserve">Zakup usług aktualizacji </w:t>
          </w:r>
          <w:proofErr w:type="spellStart"/>
          <w:r>
            <w:rPr>
              <w:rFonts w:asciiTheme="majorHAnsi" w:hAnsiTheme="majorHAnsi"/>
              <w:color w:val="000000" w:themeColor="text1"/>
              <w:sz w:val="14"/>
              <w:szCs w:val="18"/>
            </w:rPr>
            <w:t>oprogranowania</w:t>
          </w:r>
          <w:proofErr w:type="spellEnd"/>
          <w:r>
            <w:rPr>
              <w:rFonts w:asciiTheme="majorHAnsi" w:hAnsiTheme="majorHAnsi"/>
              <w:color w:val="000000" w:themeColor="text1"/>
              <w:sz w:val="14"/>
              <w:szCs w:val="18"/>
            </w:rPr>
            <w:t xml:space="preserve"> </w:t>
          </w:r>
          <w:proofErr w:type="spellStart"/>
          <w:r>
            <w:rPr>
              <w:rFonts w:asciiTheme="majorHAnsi" w:hAnsiTheme="majorHAnsi"/>
              <w:color w:val="000000" w:themeColor="text1"/>
              <w:sz w:val="14"/>
              <w:szCs w:val="18"/>
            </w:rPr>
            <w:t>Vertica</w:t>
          </w:r>
          <w:proofErr w:type="spellEnd"/>
        </w:p>
        <w:p w14:paraId="31C3474E" w14:textId="0DDDFE51" w:rsidR="00D80408" w:rsidRPr="006B2C28" w:rsidRDefault="00D80408" w:rsidP="000F64AA">
          <w:pPr>
            <w:suppressAutoHyphens/>
            <w:ind w:right="187"/>
            <w:rPr>
              <w:rFonts w:asciiTheme="majorHAnsi" w:hAnsiTheme="majorHAnsi"/>
              <w:color w:val="000000" w:themeColor="text1"/>
              <w:sz w:val="14"/>
              <w:szCs w:val="18"/>
            </w:rPr>
          </w:pPr>
          <w:r w:rsidRPr="008440B2">
            <w:rPr>
              <w:rFonts w:asciiTheme="majorHAnsi" w:hAnsiTheme="majorHAnsi"/>
              <w:color w:val="000000" w:themeColor="text1"/>
              <w:sz w:val="14"/>
              <w:szCs w:val="18"/>
            </w:rPr>
            <w:t>POST/PGE/SYS/DZ/00</w:t>
          </w:r>
          <w:r w:rsidR="009A7377">
            <w:rPr>
              <w:rFonts w:asciiTheme="majorHAnsi" w:hAnsiTheme="majorHAnsi"/>
              <w:color w:val="000000" w:themeColor="text1"/>
              <w:sz w:val="14"/>
              <w:szCs w:val="18"/>
            </w:rPr>
            <w:t>204</w:t>
          </w:r>
          <w:r w:rsidRPr="008440B2">
            <w:rPr>
              <w:rFonts w:asciiTheme="majorHAnsi" w:hAnsiTheme="majorHAnsi"/>
              <w:color w:val="000000" w:themeColor="text1"/>
              <w:sz w:val="14"/>
              <w:szCs w:val="18"/>
            </w:rPr>
            <w:t>/2025</w:t>
          </w:r>
        </w:p>
      </w:tc>
      <w:tc>
        <w:tcPr>
          <w:tcW w:w="977" w:type="dxa"/>
          <w:vAlign w:val="center"/>
        </w:tcPr>
        <w:p w14:paraId="2B9343CB" w14:textId="77777777" w:rsidR="00D80408" w:rsidRPr="006B2C28" w:rsidRDefault="00D80408" w:rsidP="00582CE9">
          <w:pPr>
            <w:suppressAutoHyphens/>
            <w:ind w:right="187"/>
            <w:rPr>
              <w:rFonts w:asciiTheme="majorHAnsi" w:hAnsiTheme="majorHAnsi"/>
              <w:color w:val="092D74"/>
              <w:sz w:val="14"/>
              <w:szCs w:val="18"/>
            </w:rPr>
          </w:pPr>
        </w:p>
      </w:tc>
      <w:tc>
        <w:tcPr>
          <w:tcW w:w="3110" w:type="dxa"/>
          <w:vAlign w:val="center"/>
        </w:tcPr>
        <w:p w14:paraId="4B9C8F06" w14:textId="77777777" w:rsidR="00D80408" w:rsidRPr="006B2C28" w:rsidRDefault="00D80408"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9264" behindDoc="0" locked="0" layoutInCell="1" allowOverlap="1" wp14:anchorId="4C9BD92C" wp14:editId="11E75091">
                <wp:simplePos x="0" y="0"/>
                <wp:positionH relativeFrom="column">
                  <wp:posOffset>404495</wp:posOffset>
                </wp:positionH>
                <wp:positionV relativeFrom="paragraph">
                  <wp:posOffset>252095</wp:posOffset>
                </wp:positionV>
                <wp:extent cx="1287145" cy="400050"/>
                <wp:effectExtent l="0" t="0" r="0" b="0"/>
                <wp:wrapNone/>
                <wp:docPr id="869530263" name="Obraz 869530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400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1D875E71" w14:textId="40B10812" w:rsidR="00D80408" w:rsidRDefault="00D80408" w:rsidP="00582CE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D80408" w:rsidRPr="006B2C28" w14:paraId="24C11850" w14:textId="77777777" w:rsidTr="008C65DD">
      <w:trPr>
        <w:trHeight w:val="1140"/>
      </w:trPr>
      <w:tc>
        <w:tcPr>
          <w:tcW w:w="6119" w:type="dxa"/>
          <w:vAlign w:val="center"/>
        </w:tcPr>
        <w:p w14:paraId="7D92E068" w14:textId="53B75FBC" w:rsidR="00D80408" w:rsidRPr="006E100D" w:rsidRDefault="00843246" w:rsidP="00DE3208">
          <w:pPr>
            <w:suppressAutoHyphens/>
            <w:ind w:right="187"/>
            <w:rPr>
              <w:rFonts w:asciiTheme="majorHAnsi" w:hAnsiTheme="majorHAnsi"/>
              <w:color w:val="000000" w:themeColor="text1"/>
              <w:sz w:val="14"/>
              <w:szCs w:val="18"/>
            </w:rPr>
          </w:pPr>
          <w:r>
            <w:rPr>
              <w:rFonts w:asciiTheme="majorHAnsi" w:hAnsiTheme="majorHAnsi"/>
              <w:noProof/>
              <w:color w:val="000000" w:themeColor="text1"/>
              <w:sz w:val="14"/>
              <w:szCs w:val="18"/>
            </w:rPr>
            <mc:AlternateContent>
              <mc:Choice Requires="wps">
                <w:drawing>
                  <wp:anchor distT="0" distB="0" distL="0" distR="0" simplePos="0" relativeHeight="251662336" behindDoc="0" locked="0" layoutInCell="1" allowOverlap="1" wp14:anchorId="2DA525C2" wp14:editId="5CAEBDEC">
                    <wp:simplePos x="635" y="635"/>
                    <wp:positionH relativeFrom="page">
                      <wp:posOffset>4032250</wp:posOffset>
                    </wp:positionH>
                    <wp:positionV relativeFrom="page">
                      <wp:posOffset>209550</wp:posOffset>
                    </wp:positionV>
                    <wp:extent cx="1117600" cy="387350"/>
                    <wp:effectExtent l="0" t="0" r="0" b="12700"/>
                    <wp:wrapNone/>
                    <wp:docPr id="1652928053" name="Pole tekstowe 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117600" cy="387350"/>
                            </a:xfrm>
                            <a:prstGeom prst="rect">
                              <a:avLst/>
                            </a:prstGeom>
                            <a:noFill/>
                            <a:ln>
                              <a:noFill/>
                            </a:ln>
                          </wps:spPr>
                          <wps:txbx>
                            <w:txbxContent>
                              <w:p w14:paraId="0D7F7ED2" w14:textId="4F00258A" w:rsidR="00406652" w:rsidRPr="00406652" w:rsidRDefault="00406652" w:rsidP="00406652">
                                <w:pPr>
                                  <w:spacing w:after="0"/>
                                  <w:rPr>
                                    <w:rFonts w:ascii="Calibri" w:eastAsia="Calibri" w:hAnsi="Calibri" w:cs="Calibri"/>
                                    <w:noProof/>
                                    <w:color w:val="FF8000"/>
                                    <w:sz w:val="20"/>
                                    <w:szCs w:val="20"/>
                                  </w:rPr>
                                </w:pPr>
                                <w:r w:rsidRPr="00406652">
                                  <w:rPr>
                                    <w:rFonts w:ascii="Calibri" w:eastAsia="Calibri" w:hAnsi="Calibri" w:cs="Calibri"/>
                                    <w:noProof/>
                                    <w:color w:val="FF8000"/>
                                    <w:sz w:val="20"/>
                                    <w:szCs w:val="20"/>
                                  </w:rPr>
                                  <w:t>Chronione</w:t>
                                </w:r>
                                <w:r w:rsidR="00843246">
                                  <w:rPr>
                                    <w:rFonts w:ascii="Calibri" w:eastAsia="Calibri" w:hAnsi="Calibri" w:cs="Calibri"/>
                                    <w:noProof/>
                                    <w:color w:val="FF8000"/>
                                    <w:sz w:val="20"/>
                                    <w:szCs w:val="20"/>
                                  </w:rPr>
                                  <w:t xml:space="preserve">  </w:t>
                                </w:r>
                              </w:p>
                            </w:txbxContent>
                          </wps:txbx>
                          <wps:bodyPr rot="0" spcFirstLastPara="0" vertOverflow="overflow" horzOverflow="overflow" vert="horz" wrap="square" lIns="0" tIns="190500" rIns="254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A525C2" id="_x0000_t202" coordsize="21600,21600" o:spt="202" path="m,l,21600r21600,l21600,xe">
                    <v:stroke joinstyle="miter"/>
                    <v:path gradientshapeok="t" o:connecttype="rect"/>
                  </v:shapetype>
                  <v:shape id="Pole tekstowe 1" o:spid="_x0000_s1031" type="#_x0000_t202" alt="Chronione" style="position:absolute;margin-left:317.5pt;margin-top:16.5pt;width:88pt;height:30.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" filled="f" stroked="f">
                    <v:textbox inset="0,15pt,20pt,0">
                      <w:txbxContent>
                        <w:p w14:paraId="0D7F7ED2" w14:textId="4F00258A" w:rsidR="00406652" w:rsidRPr="00406652" w:rsidRDefault="00406652" w:rsidP="00406652">
                          <w:pPr>
                            <w:spacing w:after="0"/>
                            <w:rPr>
                              <w:rFonts w:ascii="Calibri" w:eastAsia="Calibri" w:hAnsi="Calibri" w:cs="Calibri"/>
                              <w:noProof/>
                              <w:color w:val="FF8000"/>
                              <w:sz w:val="20"/>
                              <w:szCs w:val="20"/>
                            </w:rPr>
                          </w:pPr>
                          <w:r w:rsidRPr="00406652">
                            <w:rPr>
                              <w:rFonts w:ascii="Calibri" w:eastAsia="Calibri" w:hAnsi="Calibri" w:cs="Calibri"/>
                              <w:noProof/>
                              <w:color w:val="FF8000"/>
                              <w:sz w:val="20"/>
                              <w:szCs w:val="20"/>
                            </w:rPr>
                            <w:t>Chronione</w:t>
                          </w:r>
                          <w:r w:rsidR="00843246">
                            <w:rPr>
                              <w:rFonts w:ascii="Calibri" w:eastAsia="Calibri" w:hAnsi="Calibri" w:cs="Calibri"/>
                              <w:noProof/>
                              <w:color w:val="FF8000"/>
                              <w:sz w:val="20"/>
                              <w:szCs w:val="20"/>
                            </w:rPr>
                            <w:t xml:space="preserve">  </w:t>
                          </w:r>
                        </w:p>
                      </w:txbxContent>
                    </v:textbox>
                    <w10:wrap anchorx="page" anchory="page"/>
                  </v:shape>
                </w:pict>
              </mc:Fallback>
            </mc:AlternateContent>
          </w:r>
          <w:r w:rsidR="00D80408" w:rsidRPr="006E100D">
            <w:rPr>
              <w:rFonts w:asciiTheme="majorHAnsi" w:hAnsiTheme="majorHAnsi"/>
              <w:color w:val="000000" w:themeColor="text1"/>
              <w:sz w:val="14"/>
              <w:szCs w:val="18"/>
            </w:rPr>
            <w:t>Wstępna Specyfikacja Warunków Zamówienia (SWZ)</w:t>
          </w:r>
        </w:p>
        <w:p w14:paraId="06B7F5C3" w14:textId="365E1E26" w:rsidR="00D80408" w:rsidRDefault="009A7377"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 xml:space="preserve">Zakup usług aktualizacji oprogramowania </w:t>
          </w:r>
          <w:proofErr w:type="spellStart"/>
          <w:r>
            <w:rPr>
              <w:rFonts w:asciiTheme="majorHAnsi" w:hAnsiTheme="majorHAnsi"/>
              <w:color w:val="000000" w:themeColor="text1"/>
              <w:sz w:val="14"/>
              <w:szCs w:val="18"/>
            </w:rPr>
            <w:t>Vertica</w:t>
          </w:r>
          <w:proofErr w:type="spellEnd"/>
        </w:p>
        <w:p w14:paraId="5A5BF69B" w14:textId="337461EF" w:rsidR="00D80408" w:rsidRPr="006B2C28" w:rsidRDefault="00D80408" w:rsidP="00DE3208">
          <w:pPr>
            <w:suppressAutoHyphens/>
            <w:ind w:right="187"/>
            <w:rPr>
              <w:rFonts w:asciiTheme="majorHAnsi" w:hAnsiTheme="majorHAnsi"/>
              <w:color w:val="000000" w:themeColor="text1"/>
              <w:sz w:val="14"/>
              <w:szCs w:val="18"/>
            </w:rPr>
          </w:pPr>
          <w:r w:rsidRPr="008440B2">
            <w:rPr>
              <w:rFonts w:asciiTheme="majorHAnsi" w:hAnsiTheme="majorHAnsi"/>
              <w:color w:val="000000" w:themeColor="text1"/>
              <w:sz w:val="14"/>
              <w:szCs w:val="18"/>
            </w:rPr>
            <w:t>POST/PGE/SYS/DZ/00</w:t>
          </w:r>
          <w:r w:rsidR="009A7377">
            <w:rPr>
              <w:rFonts w:asciiTheme="majorHAnsi" w:hAnsiTheme="majorHAnsi"/>
              <w:color w:val="000000" w:themeColor="text1"/>
              <w:sz w:val="14"/>
              <w:szCs w:val="18"/>
            </w:rPr>
            <w:t>204</w:t>
          </w:r>
          <w:r w:rsidRPr="008440B2">
            <w:rPr>
              <w:rFonts w:asciiTheme="majorHAnsi" w:hAnsiTheme="majorHAnsi"/>
              <w:color w:val="000000" w:themeColor="text1"/>
              <w:sz w:val="14"/>
              <w:szCs w:val="18"/>
            </w:rPr>
            <w:t>/2025</w:t>
          </w:r>
        </w:p>
      </w:tc>
      <w:tc>
        <w:tcPr>
          <w:tcW w:w="6119" w:type="dxa"/>
          <w:vAlign w:val="center"/>
        </w:tcPr>
        <w:p w14:paraId="15107E10" w14:textId="77777777" w:rsidR="00D80408" w:rsidRPr="006B2C28" w:rsidRDefault="00D80408"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4FB03028" wp14:editId="353443CD">
                <wp:simplePos x="0" y="0"/>
                <wp:positionH relativeFrom="column">
                  <wp:posOffset>1153795</wp:posOffset>
                </wp:positionH>
                <wp:positionV relativeFrom="paragraph">
                  <wp:posOffset>290195</wp:posOffset>
                </wp:positionV>
                <wp:extent cx="1287145" cy="349250"/>
                <wp:effectExtent l="0" t="0" r="0" b="0"/>
                <wp:wrapNone/>
                <wp:docPr id="1226606118" name="Obraz 1226606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49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34C0F8EA" w14:textId="77777777" w:rsidR="00D80408" w:rsidRPr="006B2C28" w:rsidRDefault="00D80408" w:rsidP="00DE3208">
          <w:pPr>
            <w:suppressAutoHyphens/>
            <w:ind w:right="187"/>
            <w:rPr>
              <w:rFonts w:asciiTheme="majorHAnsi" w:hAnsiTheme="majorHAnsi"/>
              <w:color w:val="092D74"/>
              <w:sz w:val="14"/>
              <w:szCs w:val="18"/>
            </w:rPr>
          </w:pPr>
        </w:p>
      </w:tc>
      <w:tc>
        <w:tcPr>
          <w:tcW w:w="6119" w:type="dxa"/>
          <w:vAlign w:val="center"/>
        </w:tcPr>
        <w:p w14:paraId="6A19FF53" w14:textId="77777777" w:rsidR="00D80408" w:rsidRPr="006B2C28" w:rsidRDefault="00D80408" w:rsidP="00DE3208">
          <w:pPr>
            <w:suppressAutoHyphens/>
            <w:ind w:right="187"/>
            <w:rPr>
              <w:rFonts w:asciiTheme="majorHAnsi" w:hAnsiTheme="majorHAnsi"/>
              <w:color w:val="000000" w:themeColor="text1"/>
              <w:sz w:val="14"/>
              <w:szCs w:val="18"/>
            </w:rPr>
          </w:pPr>
        </w:p>
      </w:tc>
      <w:tc>
        <w:tcPr>
          <w:tcW w:w="977" w:type="dxa"/>
          <w:vAlign w:val="center"/>
        </w:tcPr>
        <w:p w14:paraId="0264F696" w14:textId="77777777" w:rsidR="00D80408" w:rsidRPr="006B2C28" w:rsidRDefault="00D80408" w:rsidP="00DE3208">
          <w:pPr>
            <w:suppressAutoHyphens/>
            <w:ind w:right="187"/>
            <w:rPr>
              <w:rFonts w:asciiTheme="majorHAnsi" w:hAnsiTheme="majorHAnsi"/>
              <w:color w:val="092D74"/>
              <w:sz w:val="14"/>
              <w:szCs w:val="18"/>
            </w:rPr>
          </w:pPr>
        </w:p>
      </w:tc>
      <w:tc>
        <w:tcPr>
          <w:tcW w:w="3110" w:type="dxa"/>
          <w:vAlign w:val="center"/>
        </w:tcPr>
        <w:p w14:paraId="76548D63" w14:textId="77777777" w:rsidR="00D80408" w:rsidRPr="006B2C28" w:rsidRDefault="00D80408" w:rsidP="00DE3208">
          <w:pPr>
            <w:suppressAutoHyphens/>
            <w:ind w:right="187"/>
            <w:rPr>
              <w:rFonts w:asciiTheme="majorHAnsi" w:hAnsiTheme="majorHAnsi"/>
              <w:color w:val="092D74"/>
              <w:sz w:val="14"/>
              <w:szCs w:val="18"/>
            </w:rPr>
          </w:pPr>
        </w:p>
      </w:tc>
    </w:tr>
  </w:tbl>
  <w:p w14:paraId="1ECE7D85" w14:textId="34B5E222" w:rsidR="00D80408" w:rsidRDefault="00D804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5078"/>
    <w:multiLevelType w:val="multilevel"/>
    <w:tmpl w:val="1F1830F4"/>
    <w:lvl w:ilvl="0">
      <w:start w:val="9"/>
      <w:numFmt w:val="decimal"/>
      <w:lvlText w:val="%1"/>
      <w:lvlJc w:val="left"/>
      <w:pPr>
        <w:ind w:left="360" w:hanging="360"/>
      </w:pPr>
      <w:rPr>
        <w:rFonts w:hint="default"/>
        <w:b/>
        <w:color w:val="1A7466" w:themeColor="text2"/>
      </w:rPr>
    </w:lvl>
    <w:lvl w:ilvl="1">
      <w:start w:val="1"/>
      <w:numFmt w:val="decimal"/>
      <w:lvlText w:val="%1.%2"/>
      <w:lvlJc w:val="left"/>
      <w:pPr>
        <w:ind w:left="360" w:hanging="360"/>
      </w:pPr>
      <w:rPr>
        <w:rFonts w:hint="default"/>
        <w:b/>
        <w:color w:val="1A7466" w:themeColor="text2"/>
      </w:rPr>
    </w:lvl>
    <w:lvl w:ilvl="2">
      <w:start w:val="1"/>
      <w:numFmt w:val="decimal"/>
      <w:lvlText w:val="%1.4.2"/>
      <w:lvlJc w:val="left"/>
      <w:pPr>
        <w:ind w:left="1855"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A7466" w:themeColor="text2"/>
      </w:rPr>
    </w:lvl>
    <w:lvl w:ilvl="6">
      <w:start w:val="1"/>
      <w:numFmt w:val="decimal"/>
      <w:lvlText w:val="%1.%2.%3.%4.%5.%6.%7"/>
      <w:lvlJc w:val="left"/>
      <w:pPr>
        <w:ind w:left="1440" w:hanging="1440"/>
      </w:pPr>
      <w:rPr>
        <w:rFonts w:hint="default"/>
        <w:b/>
        <w:color w:val="1A7466" w:themeColor="text2"/>
      </w:rPr>
    </w:lvl>
    <w:lvl w:ilvl="7">
      <w:start w:val="1"/>
      <w:numFmt w:val="decimal"/>
      <w:lvlText w:val="%1.%2.%3.%4.%5.%6.%7.%8"/>
      <w:lvlJc w:val="left"/>
      <w:pPr>
        <w:ind w:left="1440" w:hanging="1440"/>
      </w:pPr>
      <w:rPr>
        <w:rFonts w:hint="default"/>
        <w:b/>
        <w:color w:val="1A7466" w:themeColor="text2"/>
      </w:rPr>
    </w:lvl>
    <w:lvl w:ilvl="8">
      <w:start w:val="1"/>
      <w:numFmt w:val="decimal"/>
      <w:lvlText w:val="%1.%2.%3.%4.%5.%6.%7.%8.%9"/>
      <w:lvlJc w:val="left"/>
      <w:pPr>
        <w:ind w:left="1800" w:hanging="1800"/>
      </w:pPr>
      <w:rPr>
        <w:rFonts w:hint="default"/>
        <w:b/>
        <w:color w:val="1A7466" w:themeColor="text2"/>
      </w:rPr>
    </w:lvl>
  </w:abstractNum>
  <w:abstractNum w:abstractNumId="1" w15:restartNumberingAfterBreak="0">
    <w:nsid w:val="027F7EE5"/>
    <w:multiLevelType w:val="multilevel"/>
    <w:tmpl w:val="B622D8CE"/>
    <w:lvl w:ilvl="0">
      <w:start w:val="1"/>
      <w:numFmt w:val="decimal"/>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569"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i w:val="0"/>
        <w:color w:val="auto"/>
      </w:rPr>
    </w:lvl>
    <w:lvl w:ilvl="3">
      <w:start w:val="1"/>
      <w:numFmt w:val="bullet"/>
      <w:lvlText w:val=""/>
      <w:lvlJc w:val="left"/>
      <w:pPr>
        <w:ind w:left="1148" w:hanging="864"/>
      </w:pPr>
      <w:rPr>
        <w:rFonts w:ascii="Symbol" w:hAnsi="Symbol" w:hint="default"/>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D1F1031"/>
    <w:multiLevelType w:val="hybridMultilevel"/>
    <w:tmpl w:val="9E187A98"/>
    <w:lvl w:ilvl="0" w:tplc="7B80402A">
      <w:start w:val="1"/>
      <w:numFmt w:val="bullet"/>
      <w:lvlText w:val=""/>
      <w:lvlJc w:val="left"/>
      <w:pPr>
        <w:ind w:left="1741" w:hanging="360"/>
      </w:pPr>
      <w:rPr>
        <w:rFonts w:ascii="Symbol" w:hAnsi="Symbol" w:hint="default"/>
      </w:rPr>
    </w:lvl>
    <w:lvl w:ilvl="1" w:tplc="04150003" w:tentative="1">
      <w:start w:val="1"/>
      <w:numFmt w:val="bullet"/>
      <w:lvlText w:val="o"/>
      <w:lvlJc w:val="left"/>
      <w:pPr>
        <w:ind w:left="2461" w:hanging="360"/>
      </w:pPr>
      <w:rPr>
        <w:rFonts w:ascii="Courier New" w:hAnsi="Courier New" w:cs="Courier New" w:hint="default"/>
      </w:rPr>
    </w:lvl>
    <w:lvl w:ilvl="2" w:tplc="04150005" w:tentative="1">
      <w:start w:val="1"/>
      <w:numFmt w:val="bullet"/>
      <w:lvlText w:val=""/>
      <w:lvlJc w:val="left"/>
      <w:pPr>
        <w:ind w:left="3181" w:hanging="360"/>
      </w:pPr>
      <w:rPr>
        <w:rFonts w:ascii="Wingdings" w:hAnsi="Wingdings" w:hint="default"/>
      </w:rPr>
    </w:lvl>
    <w:lvl w:ilvl="3" w:tplc="04150001" w:tentative="1">
      <w:start w:val="1"/>
      <w:numFmt w:val="bullet"/>
      <w:lvlText w:val=""/>
      <w:lvlJc w:val="left"/>
      <w:pPr>
        <w:ind w:left="3901" w:hanging="360"/>
      </w:pPr>
      <w:rPr>
        <w:rFonts w:ascii="Symbol" w:hAnsi="Symbol" w:hint="default"/>
      </w:rPr>
    </w:lvl>
    <w:lvl w:ilvl="4" w:tplc="04150003" w:tentative="1">
      <w:start w:val="1"/>
      <w:numFmt w:val="bullet"/>
      <w:lvlText w:val="o"/>
      <w:lvlJc w:val="left"/>
      <w:pPr>
        <w:ind w:left="4621" w:hanging="360"/>
      </w:pPr>
      <w:rPr>
        <w:rFonts w:ascii="Courier New" w:hAnsi="Courier New" w:cs="Courier New" w:hint="default"/>
      </w:rPr>
    </w:lvl>
    <w:lvl w:ilvl="5" w:tplc="04150005" w:tentative="1">
      <w:start w:val="1"/>
      <w:numFmt w:val="bullet"/>
      <w:lvlText w:val=""/>
      <w:lvlJc w:val="left"/>
      <w:pPr>
        <w:ind w:left="5341" w:hanging="360"/>
      </w:pPr>
      <w:rPr>
        <w:rFonts w:ascii="Wingdings" w:hAnsi="Wingdings" w:hint="default"/>
      </w:rPr>
    </w:lvl>
    <w:lvl w:ilvl="6" w:tplc="04150001" w:tentative="1">
      <w:start w:val="1"/>
      <w:numFmt w:val="bullet"/>
      <w:lvlText w:val=""/>
      <w:lvlJc w:val="left"/>
      <w:pPr>
        <w:ind w:left="6061" w:hanging="360"/>
      </w:pPr>
      <w:rPr>
        <w:rFonts w:ascii="Symbol" w:hAnsi="Symbol" w:hint="default"/>
      </w:rPr>
    </w:lvl>
    <w:lvl w:ilvl="7" w:tplc="04150003" w:tentative="1">
      <w:start w:val="1"/>
      <w:numFmt w:val="bullet"/>
      <w:lvlText w:val="o"/>
      <w:lvlJc w:val="left"/>
      <w:pPr>
        <w:ind w:left="6781" w:hanging="360"/>
      </w:pPr>
      <w:rPr>
        <w:rFonts w:ascii="Courier New" w:hAnsi="Courier New" w:cs="Courier New" w:hint="default"/>
      </w:rPr>
    </w:lvl>
    <w:lvl w:ilvl="8" w:tplc="04150005" w:tentative="1">
      <w:start w:val="1"/>
      <w:numFmt w:val="bullet"/>
      <w:lvlText w:val=""/>
      <w:lvlJc w:val="left"/>
      <w:pPr>
        <w:ind w:left="7501" w:hanging="360"/>
      </w:pPr>
      <w:rPr>
        <w:rFonts w:ascii="Wingdings" w:hAnsi="Wingdings" w:hint="default"/>
      </w:rPr>
    </w:lvl>
  </w:abstractNum>
  <w:abstractNum w:abstractNumId="3"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081D77"/>
    <w:multiLevelType w:val="hybridMultilevel"/>
    <w:tmpl w:val="27C2AD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8F2345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C567E3"/>
    <w:multiLevelType w:val="hybridMultilevel"/>
    <w:tmpl w:val="53E87B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820A98"/>
    <w:multiLevelType w:val="hybridMultilevel"/>
    <w:tmpl w:val="58681C58"/>
    <w:lvl w:ilvl="0" w:tplc="6F686626">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24C7ED0"/>
    <w:multiLevelType w:val="multilevel"/>
    <w:tmpl w:val="5B52EB3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 w15:restartNumberingAfterBreak="0">
    <w:nsid w:val="33B14825"/>
    <w:multiLevelType w:val="hybridMultilevel"/>
    <w:tmpl w:val="0144D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3" w15:restartNumberingAfterBreak="0">
    <w:nsid w:val="3D4E1FD7"/>
    <w:multiLevelType w:val="multilevel"/>
    <w:tmpl w:val="CE4E125C"/>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569"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i w:val="0"/>
        <w:color w:val="auto"/>
      </w:rPr>
    </w:lvl>
    <w:lvl w:ilvl="3">
      <w:start w:val="1"/>
      <w:numFmt w:val="decimal"/>
      <w:lvlText w:val="%1.%2.%3.%4"/>
      <w:lvlJc w:val="left"/>
      <w:pPr>
        <w:ind w:left="1148" w:hanging="864"/>
      </w:pPr>
      <w:rPr>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0A0775F"/>
    <w:multiLevelType w:val="hybridMultilevel"/>
    <w:tmpl w:val="C9B606A6"/>
    <w:lvl w:ilvl="0" w:tplc="7FF0B026">
      <w:start w:val="1"/>
      <w:numFmt w:val="lowerLetter"/>
      <w:pStyle w:val="Styl3"/>
      <w:lvlText w:val="%1)"/>
      <w:lvlJc w:val="left"/>
      <w:pPr>
        <w:ind w:left="1713" w:hanging="360"/>
      </w:pPr>
      <w:rPr>
        <w:b w:val="0"/>
        <w:bCs/>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5" w15:restartNumberingAfterBreak="0">
    <w:nsid w:val="47DC79C6"/>
    <w:multiLevelType w:val="hybridMultilevel"/>
    <w:tmpl w:val="C944DEE2"/>
    <w:lvl w:ilvl="0" w:tplc="E592D492">
      <w:start w:val="1"/>
      <w:numFmt w:val="decimal"/>
      <w:lvlText w:val="%1.1.3.1"/>
      <w:lvlJc w:val="left"/>
      <w:pPr>
        <w:ind w:left="249" w:hanging="360"/>
      </w:pPr>
      <w:rPr>
        <w:rFonts w:hint="default"/>
      </w:rPr>
    </w:lvl>
    <w:lvl w:ilvl="1" w:tplc="04150019" w:tentative="1">
      <w:start w:val="1"/>
      <w:numFmt w:val="lowerLetter"/>
      <w:lvlText w:val="%2."/>
      <w:lvlJc w:val="left"/>
      <w:pPr>
        <w:ind w:left="969" w:hanging="360"/>
      </w:pPr>
    </w:lvl>
    <w:lvl w:ilvl="2" w:tplc="0415001B" w:tentative="1">
      <w:start w:val="1"/>
      <w:numFmt w:val="lowerRoman"/>
      <w:lvlText w:val="%3."/>
      <w:lvlJc w:val="right"/>
      <w:pPr>
        <w:ind w:left="1689" w:hanging="180"/>
      </w:pPr>
    </w:lvl>
    <w:lvl w:ilvl="3" w:tplc="0415000F" w:tentative="1">
      <w:start w:val="1"/>
      <w:numFmt w:val="decimal"/>
      <w:lvlText w:val="%4."/>
      <w:lvlJc w:val="left"/>
      <w:pPr>
        <w:ind w:left="2409" w:hanging="360"/>
      </w:pPr>
    </w:lvl>
    <w:lvl w:ilvl="4" w:tplc="04150019" w:tentative="1">
      <w:start w:val="1"/>
      <w:numFmt w:val="lowerLetter"/>
      <w:lvlText w:val="%5."/>
      <w:lvlJc w:val="left"/>
      <w:pPr>
        <w:ind w:left="3129" w:hanging="360"/>
      </w:pPr>
    </w:lvl>
    <w:lvl w:ilvl="5" w:tplc="0415001B" w:tentative="1">
      <w:start w:val="1"/>
      <w:numFmt w:val="lowerRoman"/>
      <w:lvlText w:val="%6."/>
      <w:lvlJc w:val="right"/>
      <w:pPr>
        <w:ind w:left="3849" w:hanging="180"/>
      </w:pPr>
    </w:lvl>
    <w:lvl w:ilvl="6" w:tplc="0415000F" w:tentative="1">
      <w:start w:val="1"/>
      <w:numFmt w:val="decimal"/>
      <w:lvlText w:val="%7."/>
      <w:lvlJc w:val="left"/>
      <w:pPr>
        <w:ind w:left="4569" w:hanging="360"/>
      </w:pPr>
    </w:lvl>
    <w:lvl w:ilvl="7" w:tplc="04150019" w:tentative="1">
      <w:start w:val="1"/>
      <w:numFmt w:val="lowerLetter"/>
      <w:lvlText w:val="%8."/>
      <w:lvlJc w:val="left"/>
      <w:pPr>
        <w:ind w:left="5289" w:hanging="360"/>
      </w:pPr>
    </w:lvl>
    <w:lvl w:ilvl="8" w:tplc="0415001B" w:tentative="1">
      <w:start w:val="1"/>
      <w:numFmt w:val="lowerRoman"/>
      <w:lvlText w:val="%9."/>
      <w:lvlJc w:val="right"/>
      <w:pPr>
        <w:ind w:left="6009" w:hanging="180"/>
      </w:pPr>
    </w:lvl>
  </w:abstractNum>
  <w:abstractNum w:abstractNumId="16" w15:restartNumberingAfterBreak="0">
    <w:nsid w:val="4D7534AC"/>
    <w:multiLevelType w:val="hybridMultilevel"/>
    <w:tmpl w:val="688A0B34"/>
    <w:lvl w:ilvl="0" w:tplc="369EDC66">
      <w:start w:val="1"/>
      <w:numFmt w:val="lowerLetter"/>
      <w:lvlText w:val="%1."/>
      <w:lvlJc w:val="left"/>
      <w:pPr>
        <w:ind w:left="1381" w:hanging="360"/>
      </w:pPr>
      <w:rPr>
        <w:rFonts w:hint="default"/>
        <w:i w:val="0"/>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17" w15:restartNumberingAfterBreak="0">
    <w:nsid w:val="4DBA16D2"/>
    <w:multiLevelType w:val="hybridMultilevel"/>
    <w:tmpl w:val="4EEAC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7B23F3"/>
    <w:multiLevelType w:val="hybridMultilevel"/>
    <w:tmpl w:val="D47637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402F2C"/>
    <w:multiLevelType w:val="hybridMultilevel"/>
    <w:tmpl w:val="DFE2892A"/>
    <w:lvl w:ilvl="0" w:tplc="255C821A">
      <w:start w:val="1"/>
      <w:numFmt w:val="decimal"/>
      <w:lvlText w:val="%1.1.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BF055E"/>
    <w:multiLevelType w:val="multilevel"/>
    <w:tmpl w:val="2DBCFE62"/>
    <w:lvl w:ilvl="0">
      <w:start w:val="1"/>
      <w:numFmt w:val="decimal"/>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569"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i w:val="0"/>
        <w:color w:val="auto"/>
      </w:rPr>
    </w:lvl>
    <w:lvl w:ilvl="3">
      <w:start w:val="1"/>
      <w:numFmt w:val="bullet"/>
      <w:lvlText w:val=""/>
      <w:lvlJc w:val="left"/>
      <w:pPr>
        <w:ind w:left="1148" w:hanging="864"/>
      </w:pPr>
      <w:rPr>
        <w:rFonts w:ascii="Symbol" w:hAnsi="Symbol" w:hint="default"/>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60961A20"/>
    <w:multiLevelType w:val="hybridMultilevel"/>
    <w:tmpl w:val="D304C5E6"/>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679A4C99"/>
    <w:multiLevelType w:val="hybridMultilevel"/>
    <w:tmpl w:val="3D9AC5B6"/>
    <w:lvl w:ilvl="0" w:tplc="68667208">
      <w:start w:val="1"/>
      <w:numFmt w:val="lowerLetter"/>
      <w:lvlText w:val="%1."/>
      <w:lvlJc w:val="left"/>
      <w:pPr>
        <w:ind w:left="1381" w:hanging="360"/>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24" w15:restartNumberingAfterBreak="0">
    <w:nsid w:val="6A1F717A"/>
    <w:multiLevelType w:val="hybridMultilevel"/>
    <w:tmpl w:val="5A40D2BC"/>
    <w:lvl w:ilvl="0" w:tplc="3F529C1E">
      <w:start w:val="1"/>
      <w:numFmt w:val="decimal"/>
      <w:lvlText w:val="%1.1.3."/>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F34154"/>
    <w:multiLevelType w:val="hybridMultilevel"/>
    <w:tmpl w:val="2AFC8012"/>
    <w:lvl w:ilvl="0" w:tplc="AFB4222C">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F92BAD"/>
    <w:multiLevelType w:val="hybridMultilevel"/>
    <w:tmpl w:val="AEC08DD6"/>
    <w:lvl w:ilvl="0" w:tplc="C3BA6748">
      <w:start w:val="1"/>
      <w:numFmt w:val="lowerLetter"/>
      <w:lvlText w:val="%1."/>
      <w:lvlJc w:val="left"/>
      <w:pPr>
        <w:ind w:left="1741" w:hanging="360"/>
      </w:pPr>
      <w:rPr>
        <w:rFonts w:hint="default"/>
      </w:rPr>
    </w:lvl>
    <w:lvl w:ilvl="1" w:tplc="04150019" w:tentative="1">
      <w:start w:val="1"/>
      <w:numFmt w:val="lowerLetter"/>
      <w:lvlText w:val="%2."/>
      <w:lvlJc w:val="left"/>
      <w:pPr>
        <w:ind w:left="2461" w:hanging="360"/>
      </w:pPr>
    </w:lvl>
    <w:lvl w:ilvl="2" w:tplc="0415001B" w:tentative="1">
      <w:start w:val="1"/>
      <w:numFmt w:val="lowerRoman"/>
      <w:lvlText w:val="%3."/>
      <w:lvlJc w:val="right"/>
      <w:pPr>
        <w:ind w:left="3181" w:hanging="180"/>
      </w:pPr>
    </w:lvl>
    <w:lvl w:ilvl="3" w:tplc="0415000F" w:tentative="1">
      <w:start w:val="1"/>
      <w:numFmt w:val="decimal"/>
      <w:lvlText w:val="%4."/>
      <w:lvlJc w:val="left"/>
      <w:pPr>
        <w:ind w:left="3901" w:hanging="360"/>
      </w:pPr>
    </w:lvl>
    <w:lvl w:ilvl="4" w:tplc="04150019" w:tentative="1">
      <w:start w:val="1"/>
      <w:numFmt w:val="lowerLetter"/>
      <w:lvlText w:val="%5."/>
      <w:lvlJc w:val="left"/>
      <w:pPr>
        <w:ind w:left="4621" w:hanging="360"/>
      </w:pPr>
    </w:lvl>
    <w:lvl w:ilvl="5" w:tplc="0415001B" w:tentative="1">
      <w:start w:val="1"/>
      <w:numFmt w:val="lowerRoman"/>
      <w:lvlText w:val="%6."/>
      <w:lvlJc w:val="right"/>
      <w:pPr>
        <w:ind w:left="5341" w:hanging="180"/>
      </w:pPr>
    </w:lvl>
    <w:lvl w:ilvl="6" w:tplc="0415000F" w:tentative="1">
      <w:start w:val="1"/>
      <w:numFmt w:val="decimal"/>
      <w:lvlText w:val="%7."/>
      <w:lvlJc w:val="left"/>
      <w:pPr>
        <w:ind w:left="6061" w:hanging="360"/>
      </w:pPr>
    </w:lvl>
    <w:lvl w:ilvl="7" w:tplc="04150019" w:tentative="1">
      <w:start w:val="1"/>
      <w:numFmt w:val="lowerLetter"/>
      <w:lvlText w:val="%8."/>
      <w:lvlJc w:val="left"/>
      <w:pPr>
        <w:ind w:left="6781" w:hanging="360"/>
      </w:pPr>
    </w:lvl>
    <w:lvl w:ilvl="8" w:tplc="0415001B" w:tentative="1">
      <w:start w:val="1"/>
      <w:numFmt w:val="lowerRoman"/>
      <w:lvlText w:val="%9."/>
      <w:lvlJc w:val="right"/>
      <w:pPr>
        <w:ind w:left="7501" w:hanging="180"/>
      </w:pPr>
    </w:lvl>
  </w:abstractNum>
  <w:num w:numId="1" w16cid:durableId="252857065">
    <w:abstractNumId w:val="13"/>
  </w:num>
  <w:num w:numId="2" w16cid:durableId="1388993941">
    <w:abstractNumId w:val="5"/>
  </w:num>
  <w:num w:numId="3" w16cid:durableId="344020532">
    <w:abstractNumId w:val="9"/>
  </w:num>
  <w:num w:numId="4" w16cid:durableId="1487286287">
    <w:abstractNumId w:val="0"/>
  </w:num>
  <w:num w:numId="5" w16cid:durableId="669795880">
    <w:abstractNumId w:val="18"/>
  </w:num>
  <w:num w:numId="6" w16cid:durableId="1617633737">
    <w:abstractNumId w:val="7"/>
  </w:num>
  <w:num w:numId="7" w16cid:durableId="385884975">
    <w:abstractNumId w:val="26"/>
  </w:num>
  <w:num w:numId="8" w16cid:durableId="1115978094">
    <w:abstractNumId w:val="19"/>
  </w:num>
  <w:num w:numId="9" w16cid:durableId="1252351307">
    <w:abstractNumId w:val="11"/>
  </w:num>
  <w:num w:numId="10" w16cid:durableId="983779537">
    <w:abstractNumId w:val="22"/>
  </w:num>
  <w:num w:numId="11" w16cid:durableId="1790006471">
    <w:abstractNumId w:val="17"/>
  </w:num>
  <w:num w:numId="12" w16cid:durableId="438719781">
    <w:abstractNumId w:val="4"/>
  </w:num>
  <w:num w:numId="13" w16cid:durableId="849297990">
    <w:abstractNumId w:val="13"/>
  </w:num>
  <w:num w:numId="14" w16cid:durableId="1611664179">
    <w:abstractNumId w:val="12"/>
  </w:num>
  <w:num w:numId="15" w16cid:durableId="1058549312">
    <w:abstractNumId w:val="3"/>
  </w:num>
  <w:num w:numId="16" w16cid:durableId="1676375550">
    <w:abstractNumId w:val="24"/>
  </w:num>
  <w:num w:numId="17" w16cid:durableId="1605577085">
    <w:abstractNumId w:val="15"/>
  </w:num>
  <w:num w:numId="18" w16cid:durableId="534657601">
    <w:abstractNumId w:val="20"/>
  </w:num>
  <w:num w:numId="19" w16cid:durableId="824469370">
    <w:abstractNumId w:val="25"/>
  </w:num>
  <w:num w:numId="20" w16cid:durableId="218521174">
    <w:abstractNumId w:val="8"/>
  </w:num>
  <w:num w:numId="21" w16cid:durableId="449709031">
    <w:abstractNumId w:val="16"/>
  </w:num>
  <w:num w:numId="22" w16cid:durableId="325788006">
    <w:abstractNumId w:val="27"/>
  </w:num>
  <w:num w:numId="23" w16cid:durableId="1334995448">
    <w:abstractNumId w:val="23"/>
  </w:num>
  <w:num w:numId="24" w16cid:durableId="1332444697">
    <w:abstractNumId w:val="1"/>
  </w:num>
  <w:num w:numId="25" w16cid:durableId="2084452766">
    <w:abstractNumId w:val="21"/>
  </w:num>
  <w:num w:numId="26" w16cid:durableId="1562134126">
    <w:abstractNumId w:val="2"/>
  </w:num>
  <w:num w:numId="27" w16cid:durableId="1042898714">
    <w:abstractNumId w:val="14"/>
  </w:num>
  <w:num w:numId="28" w16cid:durableId="674772513">
    <w:abstractNumId w:val="14"/>
    <w:lvlOverride w:ilvl="0">
      <w:startOverride w:val="1"/>
    </w:lvlOverride>
  </w:num>
  <w:num w:numId="29" w16cid:durableId="1178735782">
    <w:abstractNumId w:val="13"/>
  </w:num>
  <w:num w:numId="30" w16cid:durableId="979722884">
    <w:abstractNumId w:val="13"/>
  </w:num>
  <w:num w:numId="31" w16cid:durableId="1910194015">
    <w:abstractNumId w:val="14"/>
    <w:lvlOverride w:ilvl="0">
      <w:startOverride w:val="1"/>
    </w:lvlOverride>
  </w:num>
  <w:num w:numId="32" w16cid:durableId="583997236">
    <w:abstractNumId w:val="14"/>
    <w:lvlOverride w:ilvl="0">
      <w:startOverride w:val="1"/>
    </w:lvlOverride>
  </w:num>
  <w:num w:numId="33" w16cid:durableId="416051637">
    <w:abstractNumId w:val="6"/>
  </w:num>
  <w:num w:numId="34" w16cid:durableId="691220766">
    <w:abstractNumId w:val="13"/>
  </w:num>
  <w:num w:numId="35" w16cid:durableId="260915475">
    <w:abstractNumId w:val="14"/>
    <w:lvlOverride w:ilvl="0">
      <w:startOverride w:val="1"/>
    </w:lvlOverride>
  </w:num>
  <w:num w:numId="36" w16cid:durableId="2125801259">
    <w:abstractNumId w:val="13"/>
  </w:num>
  <w:num w:numId="37" w16cid:durableId="1846047377">
    <w:abstractNumId w:val="13"/>
  </w:num>
  <w:num w:numId="38" w16cid:durableId="646863621">
    <w:abstractNumId w:val="13"/>
  </w:num>
  <w:num w:numId="39" w16cid:durableId="37199695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BF6"/>
    <w:rsid w:val="00015893"/>
    <w:rsid w:val="00031904"/>
    <w:rsid w:val="0004026E"/>
    <w:rsid w:val="00040B20"/>
    <w:rsid w:val="0004462C"/>
    <w:rsid w:val="000459A1"/>
    <w:rsid w:val="0005416A"/>
    <w:rsid w:val="00060EAD"/>
    <w:rsid w:val="00063C0D"/>
    <w:rsid w:val="000671EC"/>
    <w:rsid w:val="00070A58"/>
    <w:rsid w:val="00071C98"/>
    <w:rsid w:val="0007333B"/>
    <w:rsid w:val="00094EB9"/>
    <w:rsid w:val="00096510"/>
    <w:rsid w:val="000A070E"/>
    <w:rsid w:val="000A1C99"/>
    <w:rsid w:val="000B6283"/>
    <w:rsid w:val="000C2AD6"/>
    <w:rsid w:val="000C2D70"/>
    <w:rsid w:val="000D4BCF"/>
    <w:rsid w:val="000D5886"/>
    <w:rsid w:val="000D5967"/>
    <w:rsid w:val="000E73C6"/>
    <w:rsid w:val="000F60D2"/>
    <w:rsid w:val="000F64AA"/>
    <w:rsid w:val="001058AF"/>
    <w:rsid w:val="00115D72"/>
    <w:rsid w:val="0011738F"/>
    <w:rsid w:val="00125A7F"/>
    <w:rsid w:val="001323B2"/>
    <w:rsid w:val="00143189"/>
    <w:rsid w:val="00165782"/>
    <w:rsid w:val="00180B46"/>
    <w:rsid w:val="00195FA9"/>
    <w:rsid w:val="001974F6"/>
    <w:rsid w:val="00197830"/>
    <w:rsid w:val="001D2EB1"/>
    <w:rsid w:val="001E25EB"/>
    <w:rsid w:val="001E65A6"/>
    <w:rsid w:val="001F3600"/>
    <w:rsid w:val="001F737A"/>
    <w:rsid w:val="002067F1"/>
    <w:rsid w:val="00225CCB"/>
    <w:rsid w:val="002312E0"/>
    <w:rsid w:val="002401DF"/>
    <w:rsid w:val="00243337"/>
    <w:rsid w:val="00251138"/>
    <w:rsid w:val="00263331"/>
    <w:rsid w:val="00264A06"/>
    <w:rsid w:val="00265B9D"/>
    <w:rsid w:val="00272419"/>
    <w:rsid w:val="002743D5"/>
    <w:rsid w:val="00280DD9"/>
    <w:rsid w:val="00283242"/>
    <w:rsid w:val="00290867"/>
    <w:rsid w:val="00291AF2"/>
    <w:rsid w:val="002938DC"/>
    <w:rsid w:val="002A76A8"/>
    <w:rsid w:val="002B2687"/>
    <w:rsid w:val="002B43B9"/>
    <w:rsid w:val="002C286A"/>
    <w:rsid w:val="002D4CAD"/>
    <w:rsid w:val="002E1487"/>
    <w:rsid w:val="002E6707"/>
    <w:rsid w:val="002F10CA"/>
    <w:rsid w:val="003020F3"/>
    <w:rsid w:val="00303C67"/>
    <w:rsid w:val="00307E83"/>
    <w:rsid w:val="00310CB3"/>
    <w:rsid w:val="003513BD"/>
    <w:rsid w:val="0035204E"/>
    <w:rsid w:val="00354EA4"/>
    <w:rsid w:val="00371056"/>
    <w:rsid w:val="00380FF2"/>
    <w:rsid w:val="003903C2"/>
    <w:rsid w:val="00395F60"/>
    <w:rsid w:val="003A5D11"/>
    <w:rsid w:val="003B039F"/>
    <w:rsid w:val="003C4E98"/>
    <w:rsid w:val="003C5718"/>
    <w:rsid w:val="003D359E"/>
    <w:rsid w:val="003D4701"/>
    <w:rsid w:val="003D6C11"/>
    <w:rsid w:val="003E3698"/>
    <w:rsid w:val="003F148E"/>
    <w:rsid w:val="00406652"/>
    <w:rsid w:val="004119DA"/>
    <w:rsid w:val="0041714E"/>
    <w:rsid w:val="00436F85"/>
    <w:rsid w:val="0044194D"/>
    <w:rsid w:val="00442E72"/>
    <w:rsid w:val="004457E8"/>
    <w:rsid w:val="00445C3F"/>
    <w:rsid w:val="00446E2F"/>
    <w:rsid w:val="00467939"/>
    <w:rsid w:val="0047759A"/>
    <w:rsid w:val="00481BB9"/>
    <w:rsid w:val="00482662"/>
    <w:rsid w:val="00485598"/>
    <w:rsid w:val="0048681E"/>
    <w:rsid w:val="004953F8"/>
    <w:rsid w:val="0049544C"/>
    <w:rsid w:val="0049748C"/>
    <w:rsid w:val="004A2186"/>
    <w:rsid w:val="004B29F9"/>
    <w:rsid w:val="004C2303"/>
    <w:rsid w:val="004D0EF5"/>
    <w:rsid w:val="004D3806"/>
    <w:rsid w:val="004F0C4A"/>
    <w:rsid w:val="005052D8"/>
    <w:rsid w:val="00521FAC"/>
    <w:rsid w:val="00531C27"/>
    <w:rsid w:val="005348DF"/>
    <w:rsid w:val="0053630E"/>
    <w:rsid w:val="005403FF"/>
    <w:rsid w:val="00541AD1"/>
    <w:rsid w:val="00542277"/>
    <w:rsid w:val="005453F1"/>
    <w:rsid w:val="00551FB7"/>
    <w:rsid w:val="00565548"/>
    <w:rsid w:val="0057202A"/>
    <w:rsid w:val="0058147B"/>
    <w:rsid w:val="00582CE9"/>
    <w:rsid w:val="005A354D"/>
    <w:rsid w:val="005A5D4E"/>
    <w:rsid w:val="005A603C"/>
    <w:rsid w:val="005B24A8"/>
    <w:rsid w:val="005B3F04"/>
    <w:rsid w:val="005C6812"/>
    <w:rsid w:val="005D118B"/>
    <w:rsid w:val="005E4AA3"/>
    <w:rsid w:val="005E68F4"/>
    <w:rsid w:val="005F24E3"/>
    <w:rsid w:val="005F6BCB"/>
    <w:rsid w:val="0061043F"/>
    <w:rsid w:val="006104DC"/>
    <w:rsid w:val="006115DF"/>
    <w:rsid w:val="006138BB"/>
    <w:rsid w:val="00621D7C"/>
    <w:rsid w:val="00651A1D"/>
    <w:rsid w:val="0065322E"/>
    <w:rsid w:val="0066137E"/>
    <w:rsid w:val="00664F7B"/>
    <w:rsid w:val="006669D0"/>
    <w:rsid w:val="00670CE4"/>
    <w:rsid w:val="006856B7"/>
    <w:rsid w:val="00687ABF"/>
    <w:rsid w:val="006968A8"/>
    <w:rsid w:val="00696995"/>
    <w:rsid w:val="006A4275"/>
    <w:rsid w:val="006A74AD"/>
    <w:rsid w:val="006B2245"/>
    <w:rsid w:val="006B28E9"/>
    <w:rsid w:val="006B7F17"/>
    <w:rsid w:val="006D4C6E"/>
    <w:rsid w:val="006D5F5C"/>
    <w:rsid w:val="006E100D"/>
    <w:rsid w:val="006E2000"/>
    <w:rsid w:val="00710355"/>
    <w:rsid w:val="00711B91"/>
    <w:rsid w:val="00720ED1"/>
    <w:rsid w:val="0073187A"/>
    <w:rsid w:val="007343BE"/>
    <w:rsid w:val="007343C5"/>
    <w:rsid w:val="007349BE"/>
    <w:rsid w:val="00743868"/>
    <w:rsid w:val="00744E69"/>
    <w:rsid w:val="007531F2"/>
    <w:rsid w:val="007562DB"/>
    <w:rsid w:val="00760251"/>
    <w:rsid w:val="007617E0"/>
    <w:rsid w:val="007639AC"/>
    <w:rsid w:val="00784051"/>
    <w:rsid w:val="007844EB"/>
    <w:rsid w:val="00784DC3"/>
    <w:rsid w:val="007969F6"/>
    <w:rsid w:val="007A1B94"/>
    <w:rsid w:val="007B0FF0"/>
    <w:rsid w:val="007B50D8"/>
    <w:rsid w:val="007D0675"/>
    <w:rsid w:val="007D1209"/>
    <w:rsid w:val="007D1719"/>
    <w:rsid w:val="007E185A"/>
    <w:rsid w:val="007E2613"/>
    <w:rsid w:val="007F0328"/>
    <w:rsid w:val="007F57D5"/>
    <w:rsid w:val="007F6FB5"/>
    <w:rsid w:val="00827A74"/>
    <w:rsid w:val="00836E90"/>
    <w:rsid w:val="00842E5C"/>
    <w:rsid w:val="00843246"/>
    <w:rsid w:val="008440B2"/>
    <w:rsid w:val="00847AAC"/>
    <w:rsid w:val="00847B49"/>
    <w:rsid w:val="00852695"/>
    <w:rsid w:val="00853291"/>
    <w:rsid w:val="008548B7"/>
    <w:rsid w:val="008576C2"/>
    <w:rsid w:val="00867DD6"/>
    <w:rsid w:val="008816DC"/>
    <w:rsid w:val="0089575C"/>
    <w:rsid w:val="0089712F"/>
    <w:rsid w:val="008A0284"/>
    <w:rsid w:val="008A44DE"/>
    <w:rsid w:val="008A7413"/>
    <w:rsid w:val="008B1B2A"/>
    <w:rsid w:val="008C59AC"/>
    <w:rsid w:val="008C65DD"/>
    <w:rsid w:val="008C6C27"/>
    <w:rsid w:val="008D1218"/>
    <w:rsid w:val="008D6FD3"/>
    <w:rsid w:val="008F07F9"/>
    <w:rsid w:val="008F1FB0"/>
    <w:rsid w:val="008F25B3"/>
    <w:rsid w:val="009004F6"/>
    <w:rsid w:val="00907CD5"/>
    <w:rsid w:val="00910299"/>
    <w:rsid w:val="00910E6D"/>
    <w:rsid w:val="009177DE"/>
    <w:rsid w:val="009268C6"/>
    <w:rsid w:val="00934B28"/>
    <w:rsid w:val="009551C3"/>
    <w:rsid w:val="00960293"/>
    <w:rsid w:val="00963810"/>
    <w:rsid w:val="00971E24"/>
    <w:rsid w:val="0098299A"/>
    <w:rsid w:val="0098502B"/>
    <w:rsid w:val="009A7377"/>
    <w:rsid w:val="009C29A9"/>
    <w:rsid w:val="009C3BF7"/>
    <w:rsid w:val="009D5A1B"/>
    <w:rsid w:val="009E0A88"/>
    <w:rsid w:val="009E6CBC"/>
    <w:rsid w:val="009F1505"/>
    <w:rsid w:val="009F2BEA"/>
    <w:rsid w:val="00A00217"/>
    <w:rsid w:val="00A02C84"/>
    <w:rsid w:val="00A1414D"/>
    <w:rsid w:val="00A175B7"/>
    <w:rsid w:val="00A334F0"/>
    <w:rsid w:val="00A3492D"/>
    <w:rsid w:val="00A370AB"/>
    <w:rsid w:val="00A43299"/>
    <w:rsid w:val="00A57E04"/>
    <w:rsid w:val="00A6049B"/>
    <w:rsid w:val="00A633AE"/>
    <w:rsid w:val="00A66480"/>
    <w:rsid w:val="00A7626A"/>
    <w:rsid w:val="00A8623D"/>
    <w:rsid w:val="00AB0958"/>
    <w:rsid w:val="00AC5A4C"/>
    <w:rsid w:val="00AE58A3"/>
    <w:rsid w:val="00AE6797"/>
    <w:rsid w:val="00AF118F"/>
    <w:rsid w:val="00AF2710"/>
    <w:rsid w:val="00B07AFF"/>
    <w:rsid w:val="00B11241"/>
    <w:rsid w:val="00B126A1"/>
    <w:rsid w:val="00B16BAA"/>
    <w:rsid w:val="00B17327"/>
    <w:rsid w:val="00B211E2"/>
    <w:rsid w:val="00B23F69"/>
    <w:rsid w:val="00B3053E"/>
    <w:rsid w:val="00B333C6"/>
    <w:rsid w:val="00B379DE"/>
    <w:rsid w:val="00B407CD"/>
    <w:rsid w:val="00B42BD6"/>
    <w:rsid w:val="00B44488"/>
    <w:rsid w:val="00B502E9"/>
    <w:rsid w:val="00B505C0"/>
    <w:rsid w:val="00B505D5"/>
    <w:rsid w:val="00B67333"/>
    <w:rsid w:val="00B67F8E"/>
    <w:rsid w:val="00B67FA9"/>
    <w:rsid w:val="00B71AA7"/>
    <w:rsid w:val="00B72BAC"/>
    <w:rsid w:val="00B760EA"/>
    <w:rsid w:val="00B801D6"/>
    <w:rsid w:val="00B83E10"/>
    <w:rsid w:val="00B90E68"/>
    <w:rsid w:val="00B943F8"/>
    <w:rsid w:val="00B95C99"/>
    <w:rsid w:val="00BA4DCE"/>
    <w:rsid w:val="00BA5673"/>
    <w:rsid w:val="00BB6DE8"/>
    <w:rsid w:val="00BC5792"/>
    <w:rsid w:val="00BC5EF3"/>
    <w:rsid w:val="00BD67CD"/>
    <w:rsid w:val="00BE0B5C"/>
    <w:rsid w:val="00BE634C"/>
    <w:rsid w:val="00BF0338"/>
    <w:rsid w:val="00BF6B62"/>
    <w:rsid w:val="00C05971"/>
    <w:rsid w:val="00C205C6"/>
    <w:rsid w:val="00C46CB0"/>
    <w:rsid w:val="00C47B5E"/>
    <w:rsid w:val="00C54D02"/>
    <w:rsid w:val="00C64A07"/>
    <w:rsid w:val="00C737A1"/>
    <w:rsid w:val="00C74428"/>
    <w:rsid w:val="00C80654"/>
    <w:rsid w:val="00C93907"/>
    <w:rsid w:val="00C95BF6"/>
    <w:rsid w:val="00CA2ADE"/>
    <w:rsid w:val="00CB0B90"/>
    <w:rsid w:val="00CB3EA4"/>
    <w:rsid w:val="00CD4011"/>
    <w:rsid w:val="00D14CB3"/>
    <w:rsid w:val="00D23577"/>
    <w:rsid w:val="00D2434B"/>
    <w:rsid w:val="00D326B9"/>
    <w:rsid w:val="00D41FB9"/>
    <w:rsid w:val="00D62EEF"/>
    <w:rsid w:val="00D743D8"/>
    <w:rsid w:val="00D77129"/>
    <w:rsid w:val="00D80408"/>
    <w:rsid w:val="00D81AFB"/>
    <w:rsid w:val="00D81F08"/>
    <w:rsid w:val="00D81F14"/>
    <w:rsid w:val="00D9536F"/>
    <w:rsid w:val="00D96FFB"/>
    <w:rsid w:val="00DC2E4C"/>
    <w:rsid w:val="00DD58D5"/>
    <w:rsid w:val="00DE1789"/>
    <w:rsid w:val="00DE3208"/>
    <w:rsid w:val="00E0485C"/>
    <w:rsid w:val="00E158D4"/>
    <w:rsid w:val="00E30B4B"/>
    <w:rsid w:val="00E331E9"/>
    <w:rsid w:val="00E44A6B"/>
    <w:rsid w:val="00E4524B"/>
    <w:rsid w:val="00E50556"/>
    <w:rsid w:val="00E65BA9"/>
    <w:rsid w:val="00E6791B"/>
    <w:rsid w:val="00E70100"/>
    <w:rsid w:val="00E72964"/>
    <w:rsid w:val="00E72CD1"/>
    <w:rsid w:val="00E8041E"/>
    <w:rsid w:val="00E83282"/>
    <w:rsid w:val="00E91EDC"/>
    <w:rsid w:val="00E92F67"/>
    <w:rsid w:val="00E9417F"/>
    <w:rsid w:val="00E95B91"/>
    <w:rsid w:val="00EA6992"/>
    <w:rsid w:val="00EA6B97"/>
    <w:rsid w:val="00EA77F1"/>
    <w:rsid w:val="00EB103B"/>
    <w:rsid w:val="00EB2052"/>
    <w:rsid w:val="00EB4A77"/>
    <w:rsid w:val="00EB676D"/>
    <w:rsid w:val="00ED0434"/>
    <w:rsid w:val="00F1008F"/>
    <w:rsid w:val="00F13D31"/>
    <w:rsid w:val="00F15E1F"/>
    <w:rsid w:val="00F24670"/>
    <w:rsid w:val="00F249D4"/>
    <w:rsid w:val="00F35931"/>
    <w:rsid w:val="00F400A5"/>
    <w:rsid w:val="00F434AB"/>
    <w:rsid w:val="00F47809"/>
    <w:rsid w:val="00F6015E"/>
    <w:rsid w:val="00F61880"/>
    <w:rsid w:val="00F63DFE"/>
    <w:rsid w:val="00F64E62"/>
    <w:rsid w:val="00F65859"/>
    <w:rsid w:val="00F7655B"/>
    <w:rsid w:val="00F835B4"/>
    <w:rsid w:val="00F921B8"/>
    <w:rsid w:val="00FA2F0D"/>
    <w:rsid w:val="00FA3935"/>
    <w:rsid w:val="00FA5175"/>
    <w:rsid w:val="00FA637F"/>
    <w:rsid w:val="00FB5059"/>
    <w:rsid w:val="00FC7BB0"/>
    <w:rsid w:val="00FD22AB"/>
    <w:rsid w:val="00FE5E70"/>
    <w:rsid w:val="00FF3796"/>
    <w:rsid w:val="00FF40A6"/>
    <w:rsid w:val="00FF62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96B036"/>
  <w15:chartTrackingRefBased/>
  <w15:docId w15:val="{0444FC69-9334-49E1-B34B-D4CC1FDFD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1A1D"/>
    <w:pPr>
      <w:keepNext/>
      <w:keepLines/>
      <w:numPr>
        <w:numId w:val="1"/>
      </w:numPr>
      <w:spacing w:before="360" w:after="360"/>
      <w:ind w:left="1021" w:hanging="1021"/>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7562DB"/>
    <w:pPr>
      <w:keepNext/>
      <w:keepLines/>
      <w:numPr>
        <w:ilvl w:val="1"/>
        <w:numId w:val="1"/>
      </w:numPr>
      <w:spacing w:before="40" w:after="240"/>
      <w:ind w:left="1021" w:hanging="1021"/>
      <w:jc w:val="both"/>
      <w:outlineLvl w:val="1"/>
    </w:pPr>
    <w:rPr>
      <w:rFonts w:eastAsiaTheme="majorEastAsia" w:cstheme="majorBidi"/>
      <w:color w:val="000000" w:themeColor="text1"/>
      <w:szCs w:val="26"/>
    </w:rPr>
  </w:style>
  <w:style w:type="paragraph" w:styleId="Nagwek3">
    <w:name w:val="heading 3"/>
    <w:basedOn w:val="Nagwek2"/>
    <w:next w:val="Normalny"/>
    <w:link w:val="Nagwek3Znak"/>
    <w:uiPriority w:val="9"/>
    <w:unhideWhenUsed/>
    <w:qFormat/>
    <w:rsid w:val="00243337"/>
    <w:pPr>
      <w:keepNext w:val="0"/>
      <w:numPr>
        <w:ilvl w:val="2"/>
      </w:numPr>
      <w:outlineLvl w:val="2"/>
    </w:pPr>
    <w:rPr>
      <w:szCs w:val="18"/>
    </w:rPr>
  </w:style>
  <w:style w:type="paragraph" w:styleId="Nagwek4">
    <w:name w:val="heading 4"/>
    <w:basedOn w:val="Styl3"/>
    <w:next w:val="Normalny"/>
    <w:link w:val="Nagwek4Znak"/>
    <w:uiPriority w:val="9"/>
    <w:unhideWhenUsed/>
    <w:qFormat/>
    <w:rsid w:val="000E73C6"/>
    <w:pPr>
      <w:spacing w:before="40"/>
      <w:ind w:left="1021" w:hanging="1021"/>
      <w:outlineLvl w:val="3"/>
    </w:pPr>
    <w:rPr>
      <w:b w:val="0"/>
    </w:r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rsid w:val="00E331E9"/>
    <w:pPr>
      <w:numPr>
        <w:numId w:val="19"/>
      </w:numPr>
      <w:spacing w:before="40" w:after="240"/>
      <w:ind w:left="567" w:hanging="567"/>
    </w:pPr>
  </w:style>
  <w:style w:type="character" w:customStyle="1" w:styleId="Styl1Znak">
    <w:name w:val="Styl1 Znak"/>
    <w:basedOn w:val="Domylnaczcionkaakapitu"/>
    <w:link w:val="Styl1"/>
    <w:rsid w:val="00E331E9"/>
    <w:rPr>
      <w:sz w:val="18"/>
    </w:rPr>
  </w:style>
  <w:style w:type="character" w:customStyle="1" w:styleId="Nagwek2Znak">
    <w:name w:val="Nagłówek 2 Znak"/>
    <w:basedOn w:val="Domylnaczcionkaakapitu"/>
    <w:link w:val="Nagwek2"/>
    <w:uiPriority w:val="9"/>
    <w:rsid w:val="007562DB"/>
    <w:rPr>
      <w:rFonts w:eastAsiaTheme="majorEastAsia" w:cstheme="majorBidi"/>
      <w:color w:val="000000" w:themeColor="text1"/>
      <w:sz w:val="18"/>
      <w:szCs w:val="26"/>
    </w:rPr>
  </w:style>
  <w:style w:type="character" w:customStyle="1" w:styleId="Nagwek1Znak">
    <w:name w:val="Nagłówek 1 Znak"/>
    <w:basedOn w:val="Domylnaczcionkaakapitu"/>
    <w:link w:val="Nagwek1"/>
    <w:uiPriority w:val="9"/>
    <w:rsid w:val="00651A1D"/>
    <w:rPr>
      <w:rFonts w:asciiTheme="majorHAnsi" w:eastAsiaTheme="majorEastAsia" w:hAnsiTheme="majorHAnsi" w:cstheme="majorBidi"/>
      <w:color w:val="1A7466" w:themeColor="text2"/>
      <w:sz w:val="32"/>
      <w:szCs w:val="32"/>
    </w:rPr>
  </w:style>
  <w:style w:type="character" w:customStyle="1" w:styleId="Nagwek3Znak">
    <w:name w:val="Nagłówek 3 Znak"/>
    <w:basedOn w:val="Domylnaczcionkaakapitu"/>
    <w:link w:val="Nagwek3"/>
    <w:uiPriority w:val="9"/>
    <w:rsid w:val="00243337"/>
    <w:rPr>
      <w:rFonts w:eastAsiaTheme="majorEastAsia" w:cstheme="majorBidi"/>
      <w:color w:val="000000" w:themeColor="text1"/>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0E73C6"/>
    <w:rPr>
      <w:rFonts w:eastAsiaTheme="majorEastAsia" w:cstheme="majorBidi"/>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744E69"/>
    <w:pPr>
      <w:keepNext w:val="0"/>
      <w:keepLines w:val="0"/>
      <w:numPr>
        <w:ilvl w:val="0"/>
        <w:numId w:val="0"/>
      </w:numPr>
      <w:spacing w:before="240"/>
    </w:pPr>
    <w:rPr>
      <w:szCs w:val="18"/>
    </w:rPr>
  </w:style>
  <w:style w:type="paragraph" w:customStyle="1" w:styleId="Styl3">
    <w:name w:val="Styl3"/>
    <w:basedOn w:val="Styl2"/>
    <w:link w:val="Styl3Znak"/>
    <w:autoRedefine/>
    <w:qFormat/>
    <w:rsid w:val="00744E69"/>
    <w:pPr>
      <w:numPr>
        <w:numId w:val="27"/>
      </w:numPr>
    </w:pPr>
    <w:rPr>
      <w:b/>
      <w:i/>
    </w:rPr>
  </w:style>
  <w:style w:type="character" w:customStyle="1" w:styleId="Styl2Znak">
    <w:name w:val="Styl2 Znak"/>
    <w:basedOn w:val="Nagwek2Znak"/>
    <w:link w:val="Styl2"/>
    <w:rsid w:val="00744E69"/>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744E69"/>
    <w:rPr>
      <w:rFonts w:eastAsiaTheme="majorEastAsia" w:cstheme="majorBidi"/>
      <w:b/>
      <w: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B71AA7"/>
    <w:pPr>
      <w:ind w:left="720"/>
      <w:contextualSpacing/>
    </w:pPr>
  </w:style>
  <w:style w:type="paragraph" w:styleId="Tekstprzypisudolnego">
    <w:name w:val="footnote text"/>
    <w:basedOn w:val="Normalny"/>
    <w:link w:val="TekstprzypisudolnegoZnak"/>
    <w:uiPriority w:val="99"/>
    <w:semiHidden/>
    <w:unhideWhenUsed/>
    <w:rsid w:val="00B71AA7"/>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C47B5E"/>
    <w:rPr>
      <w:color w:val="7297CE" w:themeColor="followedHyperlink"/>
      <w:u w:val="single"/>
    </w:rPr>
  </w:style>
  <w:style w:type="paragraph" w:styleId="Poprawka">
    <w:name w:val="Revision"/>
    <w:hidden/>
    <w:uiPriority w:val="99"/>
    <w:semiHidden/>
    <w:rsid w:val="00E83282"/>
    <w:pPr>
      <w:spacing w:after="0"/>
    </w:pPr>
    <w:rPr>
      <w:sz w:val="18"/>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link w:val="Akapitzlist"/>
    <w:uiPriority w:val="34"/>
    <w:qFormat/>
    <w:locked/>
    <w:rsid w:val="00EB676D"/>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73778">
      <w:bodyDiv w:val="1"/>
      <w:marLeft w:val="0"/>
      <w:marRight w:val="0"/>
      <w:marTop w:val="0"/>
      <w:marBottom w:val="0"/>
      <w:divBdr>
        <w:top w:val="none" w:sz="0" w:space="0" w:color="auto"/>
        <w:left w:val="none" w:sz="0" w:space="0" w:color="auto"/>
        <w:bottom w:val="none" w:sz="0" w:space="0" w:color="auto"/>
        <w:right w:val="none" w:sz="0" w:space="0" w:color="auto"/>
      </w:divBdr>
    </w:div>
    <w:div w:id="315651057">
      <w:bodyDiv w:val="1"/>
      <w:marLeft w:val="0"/>
      <w:marRight w:val="0"/>
      <w:marTop w:val="0"/>
      <w:marBottom w:val="0"/>
      <w:divBdr>
        <w:top w:val="none" w:sz="0" w:space="0" w:color="auto"/>
        <w:left w:val="none" w:sz="0" w:space="0" w:color="auto"/>
        <w:bottom w:val="none" w:sz="0" w:space="0" w:color="auto"/>
        <w:right w:val="none" w:sz="0" w:space="0" w:color="auto"/>
      </w:divBdr>
    </w:div>
    <w:div w:id="992951117">
      <w:bodyDiv w:val="1"/>
      <w:marLeft w:val="0"/>
      <w:marRight w:val="0"/>
      <w:marTop w:val="0"/>
      <w:marBottom w:val="0"/>
      <w:divBdr>
        <w:top w:val="none" w:sz="0" w:space="0" w:color="auto"/>
        <w:left w:val="none" w:sz="0" w:space="0" w:color="auto"/>
        <w:bottom w:val="none" w:sz="0" w:space="0" w:color="auto"/>
        <w:right w:val="none" w:sz="0" w:space="0" w:color="auto"/>
      </w:divBdr>
    </w:div>
    <w:div w:id="1194225186">
      <w:bodyDiv w:val="1"/>
      <w:marLeft w:val="0"/>
      <w:marRight w:val="0"/>
      <w:marTop w:val="0"/>
      <w:marBottom w:val="0"/>
      <w:divBdr>
        <w:top w:val="none" w:sz="0" w:space="0" w:color="auto"/>
        <w:left w:val="none" w:sz="0" w:space="0" w:color="auto"/>
        <w:bottom w:val="none" w:sz="0" w:space="0" w:color="auto"/>
        <w:right w:val="none" w:sz="0" w:space="0" w:color="auto"/>
      </w:divBdr>
    </w:div>
    <w:div w:id="1549029505">
      <w:bodyDiv w:val="1"/>
      <w:marLeft w:val="0"/>
      <w:marRight w:val="0"/>
      <w:marTop w:val="0"/>
      <w:marBottom w:val="0"/>
      <w:divBdr>
        <w:top w:val="none" w:sz="0" w:space="0" w:color="auto"/>
        <w:left w:val="none" w:sz="0" w:space="0" w:color="auto"/>
        <w:bottom w:val="none" w:sz="0" w:space="0" w:color="auto"/>
        <w:right w:val="none" w:sz="0" w:space="0" w:color="auto"/>
      </w:divBdr>
    </w:div>
    <w:div w:id="1726177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kpge.pl/grupa-pge/przetargi/zakupy/dokumenty" TargetMode="External"/><Relationship Id="rId18" Type="http://schemas.openxmlformats.org/officeDocument/2006/relationships/hyperlink" Target="https://swpp2.gkpge.p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gkpge.pl/grupa-pge/przetargi/zakupy"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mailto:agnieszka.papiez@gkpge.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gkpge.pl/compliance" TargetMode="External"/><Relationship Id="rId20" Type="http://schemas.openxmlformats.org/officeDocument/2006/relationships/hyperlink" Target="mailto:helpdesk.zakupy@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gkpge.pl/grupa-pge/przetargi/zakupy/dokumenty"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www.cisecurity.org/benchmark/red_hat_linux" TargetMode="External"/><Relationship Id="rId27" Type="http://schemas.openxmlformats.org/officeDocument/2006/relationships/footer" Target="footer2.xml"/><Relationship Id="rId30" Type="http://schemas.openxmlformats.org/officeDocument/2006/relationships/customXml" Target="../customXml/item5.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NIEPUBLICZNE%20STAN%20NA%20DN.%2010%202024\WZORY%20SWZ%20NIEPUBLICZNE%2002%2012%202024\WZ&#211;R%20SWZ%20NZ_02%2012%202024.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CH_SWZ_WSTĘPNA_Zakup usługi aktualizacji oprogramowania Vertica_28.07.2025.docx</dmsv2BaseFileName>
    <dmsv2BaseDisplayName xmlns="http://schemas.microsoft.com/sharepoint/v3">CH_SWZ_WSTĘPNA_Zakup usługi aktualizacji oprogramowania Vertica_28.07.2025</dmsv2BaseDisplayName>
    <dmsv2SWPP2ObjectNumber xmlns="http://schemas.microsoft.com/sharepoint/v3">POST/PGE/SYS/DZ/00204/2025                        </dmsv2SWPP2ObjectNumber>
    <dmsv2SWPP2SumMD5 xmlns="http://schemas.microsoft.com/sharepoint/v3">b63bd384cde9b3250d0e7c7199be7bb1</dmsv2SWPP2SumMD5>
    <dmsv2BaseMoved xmlns="http://schemas.microsoft.com/sharepoint/v3">false</dmsv2BaseMoved>
    <dmsv2BaseIsSensitive xmlns="http://schemas.microsoft.com/sharepoint/v3">true</dmsv2BaseIsSensitive>
    <dmsv2SWPP2IDSWPP2 xmlns="http://schemas.microsoft.com/sharepoint/v3">688397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23023307</dmsv2BaseClientSystemDocumentID>
    <dmsv2BaseModifiedByID xmlns="http://schemas.microsoft.com/sharepoint/v3">10210473</dmsv2BaseModifiedByID>
    <dmsv2BaseCreatedByID xmlns="http://schemas.microsoft.com/sharepoint/v3">10210473</dmsv2BaseCreatedByID>
    <dmsv2SWPP2ObjectDepartment xmlns="http://schemas.microsoft.com/sharepoint/v3">000000010003000000220001</dmsv2SWPP2ObjectDepartment>
    <dmsv2SWPP2ObjectName xmlns="http://schemas.microsoft.com/sharepoint/v3">Postępowanie</dmsv2SWPP2ObjectName>
    <_dlc_DocId xmlns="a19cb1c7-c5c7-46d4-85ae-d83685407bba">VMUH7Q3WANFY-182812031-6330</_dlc_DocId>
    <_dlc_DocIdUrl xmlns="a19cb1c7-c5c7-46d4-85ae-d83685407bba">
      <Url>https://swpp2.dms.gkpge.pl/sites/39/_layouts/15/DocIdRedir.aspx?ID=VMUH7Q3WANFY-182812031-6330</Url>
      <Description>VMUH7Q3WANFY-182812031-6330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6FCD75BEF2FDFE4D8522A068BEE53F35" ma:contentTypeVersion="0" ma:contentTypeDescription="SWPP2 Dokument bazowy" ma:contentTypeScope="" ma:versionID="92b66a4763a136399022a1e70657f18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A8CCDD2-AB50-4E09-913F-53D86E3370CF}">
  <ds:schemaRefs>
    <ds:schemaRef ds:uri="http://schemas.openxmlformats.org/officeDocument/2006/bibliography"/>
  </ds:schemaRefs>
</ds:datastoreItem>
</file>

<file path=customXml/itemProps2.xml><?xml version="1.0" encoding="utf-8"?>
<ds:datastoreItem xmlns:ds="http://schemas.openxmlformats.org/officeDocument/2006/customXml" ds:itemID="{4AD86485-0DA7-4116-9264-8BE8F85CD1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BEBA41-98E3-4719-8975-3E1340358EC9}"/>
</file>

<file path=customXml/itemProps4.xml><?xml version="1.0" encoding="utf-8"?>
<ds:datastoreItem xmlns:ds="http://schemas.openxmlformats.org/officeDocument/2006/customXml" ds:itemID="{69001B4C-DC18-47B1-A47F-6FF943785B97}">
  <ds:schemaRefs>
    <ds:schemaRef ds:uri="http://schemas.microsoft.com/sharepoint/v3/contenttype/forms"/>
  </ds:schemaRefs>
</ds:datastoreItem>
</file>

<file path=customXml/itemProps5.xml><?xml version="1.0" encoding="utf-8"?>
<ds:datastoreItem xmlns:ds="http://schemas.openxmlformats.org/officeDocument/2006/customXml" ds:itemID="{011C7610-0468-4B8C-B93B-2BDB8D7FD319}"/>
</file>

<file path=docProps/app.xml><?xml version="1.0" encoding="utf-8"?>
<Properties xmlns="http://schemas.openxmlformats.org/officeDocument/2006/extended-properties" xmlns:vt="http://schemas.openxmlformats.org/officeDocument/2006/docPropsVTypes">
  <Template>WZÓR SWZ NZ_02 12 2024</Template>
  <TotalTime>13</TotalTime>
  <Pages>26</Pages>
  <Words>8956</Words>
  <Characters>53739</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62570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Papież Agnieszka [PGE S.A.]</cp:lastModifiedBy>
  <cp:revision>2</cp:revision>
  <cp:lastPrinted>2024-07-15T11:21:00Z</cp:lastPrinted>
  <dcterms:created xsi:type="dcterms:W3CDTF">2025-07-28T08:05:00Z</dcterms:created>
  <dcterms:modified xsi:type="dcterms:W3CDTF">2025-07-28T08:05:00Z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0x01018910006FCD75BEF2FDFE4D8522A068BEE53F35</vt:lpwstr>
  </property>
  <property fmtid="{D5CDD505-2E9C-101B-9397-08002B2CF9AE}" pid="3" name="ClassificationContentMarkingHeaderShapeIds">
    <vt:lpwstr>6285ae35,5b46d79d,3b546c25</vt:lpwstr>
  </property>
  <property fmtid="{D5CDD505-2E9C-101B-9397-08002B2CF9AE}" pid="4" name="ClassificationContentMarkingHeaderFontProps">
    <vt:lpwstr>#ff8000,10,Calibri</vt:lpwstr>
  </property>
  <property fmtid="{D5CDD505-2E9C-101B-9397-08002B2CF9AE}" pid="5" name="ClassificationContentMarkingHeaderText">
    <vt:lpwstr>Chronione</vt:lpwstr>
  </property>
  <property fmtid="{D5CDD505-2E9C-101B-9397-08002B2CF9AE}" pid="6" name="MSIP_Label_44c1d064-c8ff-4fa9-8412-64fa9b81d496_Enabled">
    <vt:lpwstr>true</vt:lpwstr>
  </property>
  <property fmtid="{D5CDD505-2E9C-101B-9397-08002B2CF9AE}" pid="7" name="MSIP_Label_44c1d064-c8ff-4fa9-8412-64fa9b81d496_SetDate">
    <vt:lpwstr>2025-07-23T10:54:57Z</vt:lpwstr>
  </property>
  <property fmtid="{D5CDD505-2E9C-101B-9397-08002B2CF9AE}" pid="8" name="MSIP_Label_44c1d064-c8ff-4fa9-8412-64fa9b81d496_Method">
    <vt:lpwstr>Privileged</vt:lpwstr>
  </property>
  <property fmtid="{D5CDD505-2E9C-101B-9397-08002B2CF9AE}" pid="9" name="MSIP_Label_44c1d064-c8ff-4fa9-8412-64fa9b81d496_Name">
    <vt:lpwstr>Chronione</vt:lpwstr>
  </property>
  <property fmtid="{D5CDD505-2E9C-101B-9397-08002B2CF9AE}" pid="10" name="MSIP_Label_44c1d064-c8ff-4fa9-8412-64fa9b81d496_SiteId">
    <vt:lpwstr>e9895a11-04dc-4848-aa12-7fca9faefb60</vt:lpwstr>
  </property>
  <property fmtid="{D5CDD505-2E9C-101B-9397-08002B2CF9AE}" pid="11" name="MSIP_Label_44c1d064-c8ff-4fa9-8412-64fa9b81d496_ActionId">
    <vt:lpwstr>daab1835-1a58-4cd1-aa81-a9714b36510a</vt:lpwstr>
  </property>
  <property fmtid="{D5CDD505-2E9C-101B-9397-08002B2CF9AE}" pid="12" name="MSIP_Label_44c1d064-c8ff-4fa9-8412-64fa9b81d496_ContentBits">
    <vt:lpwstr>1</vt:lpwstr>
  </property>
  <property fmtid="{D5CDD505-2E9C-101B-9397-08002B2CF9AE}" pid="13" name="_dlc_DocIdItemGuid">
    <vt:lpwstr>760d6a9c-f142-46a4-9e82-f67a0fddc95f</vt:lpwstr>
  </property>
</Properties>
</file>